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50F" w:rsidRPr="00536B2F" w:rsidRDefault="00A7250F" w:rsidP="004E2CEB">
      <w:pPr>
        <w:spacing w:line="276" w:lineRule="auto"/>
        <w:ind w:left="6372" w:right="-285"/>
        <w:rPr>
          <w:szCs w:val="24"/>
        </w:rPr>
      </w:pPr>
      <w:r w:rsidRPr="00536B2F">
        <w:rPr>
          <w:szCs w:val="24"/>
        </w:rPr>
        <w:t xml:space="preserve">Приложение </w:t>
      </w:r>
      <w:r w:rsidR="00440195" w:rsidRPr="00536B2F">
        <w:rPr>
          <w:szCs w:val="24"/>
        </w:rPr>
        <w:t>1</w:t>
      </w:r>
    </w:p>
    <w:p w:rsidR="00B90180" w:rsidRPr="00536B2F" w:rsidRDefault="00B90180" w:rsidP="004E2CEB">
      <w:pPr>
        <w:spacing w:line="276" w:lineRule="auto"/>
        <w:ind w:left="6372" w:right="-285"/>
        <w:rPr>
          <w:szCs w:val="24"/>
        </w:rPr>
      </w:pPr>
      <w:r w:rsidRPr="00536B2F">
        <w:rPr>
          <w:szCs w:val="24"/>
        </w:rPr>
        <w:t xml:space="preserve">к решению </w:t>
      </w:r>
      <w:r w:rsidR="008D3723" w:rsidRPr="00536B2F">
        <w:rPr>
          <w:szCs w:val="24"/>
        </w:rPr>
        <w:t>Совета депутатов</w:t>
      </w:r>
    </w:p>
    <w:p w:rsidR="00B90180" w:rsidRDefault="00B90180" w:rsidP="004E2CEB">
      <w:pPr>
        <w:spacing w:line="276" w:lineRule="auto"/>
        <w:ind w:left="6372" w:right="-285"/>
        <w:rPr>
          <w:szCs w:val="24"/>
        </w:rPr>
      </w:pPr>
      <w:proofErr w:type="spellStart"/>
      <w:r w:rsidRPr="00536B2F">
        <w:rPr>
          <w:szCs w:val="24"/>
        </w:rPr>
        <w:t>Балахнинского</w:t>
      </w:r>
      <w:proofErr w:type="spellEnd"/>
      <w:r w:rsidRPr="00536B2F">
        <w:rPr>
          <w:szCs w:val="24"/>
        </w:rPr>
        <w:t xml:space="preserve"> муниципального </w:t>
      </w:r>
      <w:r w:rsidR="008D3723" w:rsidRPr="00536B2F">
        <w:rPr>
          <w:szCs w:val="24"/>
        </w:rPr>
        <w:t>округа</w:t>
      </w:r>
    </w:p>
    <w:p w:rsidR="000D560B" w:rsidRPr="00536B2F" w:rsidRDefault="000D560B" w:rsidP="004E2CEB">
      <w:pPr>
        <w:spacing w:line="276" w:lineRule="auto"/>
        <w:ind w:left="6372" w:right="-285"/>
        <w:rPr>
          <w:szCs w:val="24"/>
        </w:rPr>
      </w:pPr>
      <w:r>
        <w:rPr>
          <w:szCs w:val="24"/>
        </w:rPr>
        <w:t>Нижегородской области</w:t>
      </w:r>
    </w:p>
    <w:p w:rsidR="00A7250F" w:rsidRPr="00536B2F" w:rsidRDefault="004F6EB3" w:rsidP="004E2CEB">
      <w:pPr>
        <w:spacing w:line="276" w:lineRule="auto"/>
        <w:ind w:left="6372" w:right="-285"/>
        <w:rPr>
          <w:szCs w:val="24"/>
        </w:rPr>
      </w:pPr>
      <w:r>
        <w:rPr>
          <w:szCs w:val="24"/>
        </w:rPr>
        <w:t>о</w:t>
      </w:r>
      <w:r w:rsidR="00A7250F" w:rsidRPr="00536B2F">
        <w:rPr>
          <w:szCs w:val="24"/>
        </w:rPr>
        <w:t>т</w:t>
      </w:r>
      <w:r>
        <w:rPr>
          <w:szCs w:val="24"/>
        </w:rPr>
        <w:t xml:space="preserve"> 30 июня </w:t>
      </w:r>
      <w:r w:rsidR="00440195" w:rsidRPr="00536B2F">
        <w:rPr>
          <w:szCs w:val="24"/>
        </w:rPr>
        <w:t>2021</w:t>
      </w:r>
      <w:r w:rsidR="00F10218" w:rsidRPr="00536B2F">
        <w:rPr>
          <w:szCs w:val="24"/>
        </w:rPr>
        <w:t xml:space="preserve"> года</w:t>
      </w:r>
      <w:r w:rsidR="00A7250F" w:rsidRPr="00536B2F">
        <w:rPr>
          <w:szCs w:val="24"/>
        </w:rPr>
        <w:t xml:space="preserve"> № </w:t>
      </w:r>
      <w:r>
        <w:rPr>
          <w:szCs w:val="24"/>
        </w:rPr>
        <w:t>223</w:t>
      </w:r>
    </w:p>
    <w:p w:rsidR="00A7250F" w:rsidRPr="00D73877" w:rsidRDefault="0068671E" w:rsidP="00605B3E">
      <w:pPr>
        <w:jc w:val="right"/>
      </w:pPr>
      <w:r>
        <w:t xml:space="preserve"> </w:t>
      </w:r>
      <w:r w:rsidR="00A7250F">
        <w:t xml:space="preserve">                              </w:t>
      </w:r>
      <w:r w:rsidR="00A7250F" w:rsidRPr="00D73877">
        <w:t xml:space="preserve">        </w:t>
      </w:r>
    </w:p>
    <w:p w:rsidR="00A7250F" w:rsidRPr="004E2CEB" w:rsidRDefault="00A7250F" w:rsidP="00A7250F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>Исполнение бюджета Балахнинского муниципального района</w:t>
      </w:r>
    </w:p>
    <w:p w:rsidR="00A7250F" w:rsidRPr="004E2CEB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 </w:t>
      </w:r>
      <w:r w:rsidR="00F63B55" w:rsidRPr="004E2CEB">
        <w:rPr>
          <w:b/>
          <w:sz w:val="28"/>
          <w:szCs w:val="28"/>
        </w:rPr>
        <w:t>за</w:t>
      </w:r>
      <w:r w:rsidR="00440195" w:rsidRPr="004E2CEB">
        <w:rPr>
          <w:b/>
          <w:sz w:val="28"/>
          <w:szCs w:val="28"/>
        </w:rPr>
        <w:t xml:space="preserve"> 2020</w:t>
      </w:r>
      <w:r w:rsidR="00F63B55" w:rsidRPr="004E2CEB">
        <w:rPr>
          <w:b/>
          <w:sz w:val="28"/>
          <w:szCs w:val="28"/>
        </w:rPr>
        <w:t xml:space="preserve"> год</w:t>
      </w:r>
      <w:r w:rsidRPr="004E2CEB">
        <w:rPr>
          <w:b/>
          <w:sz w:val="28"/>
          <w:szCs w:val="28"/>
        </w:rPr>
        <w:t xml:space="preserve"> по кодам бюджетной классификации доходов бюджетов                                                   </w:t>
      </w:r>
    </w:p>
    <w:p w:rsidR="00A7250F" w:rsidRPr="004E2CEB" w:rsidRDefault="00A7250F" w:rsidP="004E2CEB">
      <w:pPr>
        <w:spacing w:line="276" w:lineRule="auto"/>
        <w:jc w:val="right"/>
        <w:rPr>
          <w:sz w:val="28"/>
          <w:szCs w:val="28"/>
        </w:rPr>
      </w:pPr>
      <w:r w:rsidRPr="004E2CEB">
        <w:rPr>
          <w:sz w:val="28"/>
          <w:szCs w:val="28"/>
        </w:rPr>
        <w:t xml:space="preserve">тыс. руб.                            </w:t>
      </w:r>
    </w:p>
    <w:tbl>
      <w:tblPr>
        <w:tblW w:w="10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1"/>
        <w:gridCol w:w="992"/>
        <w:gridCol w:w="2528"/>
        <w:gridCol w:w="1417"/>
        <w:gridCol w:w="1418"/>
        <w:gridCol w:w="850"/>
      </w:tblGrid>
      <w:tr w:rsidR="00537C9D" w:rsidRPr="00827E8E" w:rsidTr="004E2CEB">
        <w:trPr>
          <w:cantSplit/>
          <w:jc w:val="center"/>
        </w:trPr>
        <w:tc>
          <w:tcPr>
            <w:tcW w:w="3521" w:type="dxa"/>
            <w:vMerge w:val="restart"/>
            <w:vAlign w:val="center"/>
          </w:tcPr>
          <w:p w:rsidR="00537C9D" w:rsidRPr="00827E8E" w:rsidRDefault="00537C9D" w:rsidP="004E2CEB">
            <w:pPr>
              <w:jc w:val="center"/>
              <w:rPr>
                <w:szCs w:val="24"/>
              </w:rPr>
            </w:pPr>
            <w:bookmarkStart w:id="0" w:name="OLE_LINK1"/>
            <w:r w:rsidRPr="00827E8E">
              <w:rPr>
                <w:szCs w:val="24"/>
              </w:rPr>
              <w:t>Наименование</w:t>
            </w:r>
          </w:p>
        </w:tc>
        <w:tc>
          <w:tcPr>
            <w:tcW w:w="3520" w:type="dxa"/>
            <w:gridSpan w:val="2"/>
          </w:tcPr>
          <w:p w:rsidR="00537C9D" w:rsidRPr="00827E8E" w:rsidRDefault="00537C9D" w:rsidP="006D2BB2">
            <w:pPr>
              <w:jc w:val="center"/>
              <w:rPr>
                <w:szCs w:val="24"/>
              </w:rPr>
            </w:pPr>
            <w:r w:rsidRPr="00827E8E">
              <w:rPr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vAlign w:val="center"/>
          </w:tcPr>
          <w:p w:rsidR="00537C9D" w:rsidRPr="00827E8E" w:rsidRDefault="00537C9D" w:rsidP="004E2C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Плановое назначение на 2020</w:t>
            </w:r>
            <w:r w:rsidRPr="00827E8E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vAlign w:val="center"/>
          </w:tcPr>
          <w:p w:rsidR="004E2CEB" w:rsidRDefault="00F24DA1" w:rsidP="004E2CEB">
            <w:pPr>
              <w:ind w:left="-84" w:right="-131"/>
              <w:jc w:val="center"/>
              <w:rPr>
                <w:szCs w:val="24"/>
              </w:rPr>
            </w:pPr>
            <w:r>
              <w:rPr>
                <w:szCs w:val="24"/>
              </w:rPr>
              <w:t>Исполнено</w:t>
            </w:r>
            <w:r w:rsidR="00537C9D" w:rsidRPr="00827E8E">
              <w:rPr>
                <w:szCs w:val="24"/>
              </w:rPr>
              <w:t xml:space="preserve"> </w:t>
            </w:r>
            <w:r w:rsidR="009B160B">
              <w:rPr>
                <w:szCs w:val="24"/>
              </w:rPr>
              <w:t>на</w:t>
            </w:r>
            <w:r w:rsidR="004E2CEB">
              <w:rPr>
                <w:szCs w:val="24"/>
              </w:rPr>
              <w:t xml:space="preserve"> </w:t>
            </w:r>
          </w:p>
          <w:p w:rsidR="00537C9D" w:rsidRPr="00827E8E" w:rsidRDefault="009B160B" w:rsidP="004E2CEB">
            <w:pPr>
              <w:ind w:left="-84" w:right="-13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01.01</w:t>
            </w:r>
            <w:r w:rsidR="00537C9D" w:rsidRPr="00827E8E">
              <w:rPr>
                <w:szCs w:val="24"/>
              </w:rPr>
              <w:t>.20</w:t>
            </w:r>
            <w:r w:rsidR="00537C9D">
              <w:rPr>
                <w:szCs w:val="24"/>
              </w:rPr>
              <w:t>2</w:t>
            </w:r>
            <w:r>
              <w:rPr>
                <w:szCs w:val="24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537C9D" w:rsidRPr="00827E8E" w:rsidRDefault="00537C9D" w:rsidP="004E2CEB">
            <w:pPr>
              <w:jc w:val="center"/>
              <w:rPr>
                <w:szCs w:val="24"/>
              </w:rPr>
            </w:pPr>
            <w:r w:rsidRPr="00827E8E">
              <w:rPr>
                <w:szCs w:val="24"/>
              </w:rPr>
              <w:t>% исполнения</w:t>
            </w:r>
          </w:p>
        </w:tc>
      </w:tr>
      <w:tr w:rsidR="00537C9D" w:rsidRPr="00827E8E" w:rsidTr="004E2CEB">
        <w:trPr>
          <w:cantSplit/>
          <w:jc w:val="center"/>
        </w:trPr>
        <w:tc>
          <w:tcPr>
            <w:tcW w:w="3521" w:type="dxa"/>
            <w:vMerge/>
          </w:tcPr>
          <w:p w:rsidR="00537C9D" w:rsidRPr="00827E8E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537C9D" w:rsidRPr="00827E8E" w:rsidRDefault="00537C9D" w:rsidP="006D2BB2">
            <w:pPr>
              <w:jc w:val="center"/>
              <w:rPr>
                <w:bCs/>
                <w:color w:val="000000"/>
                <w:szCs w:val="24"/>
              </w:rPr>
            </w:pPr>
            <w:r w:rsidRPr="00827E8E">
              <w:rPr>
                <w:bCs/>
                <w:color w:val="000000"/>
                <w:szCs w:val="24"/>
              </w:rPr>
              <w:t>Администратор поступлений</w:t>
            </w:r>
          </w:p>
        </w:tc>
        <w:tc>
          <w:tcPr>
            <w:tcW w:w="2528" w:type="dxa"/>
            <w:vAlign w:val="center"/>
          </w:tcPr>
          <w:p w:rsidR="00537C9D" w:rsidRPr="00827E8E" w:rsidRDefault="00537C9D" w:rsidP="006D2BB2">
            <w:pPr>
              <w:jc w:val="center"/>
              <w:rPr>
                <w:bCs/>
                <w:color w:val="000000"/>
                <w:szCs w:val="24"/>
              </w:rPr>
            </w:pPr>
            <w:r w:rsidRPr="00827E8E">
              <w:rPr>
                <w:bCs/>
                <w:color w:val="000000"/>
                <w:szCs w:val="24"/>
              </w:rPr>
              <w:t>доходы бюджета муниципального района</w:t>
            </w:r>
          </w:p>
        </w:tc>
        <w:tc>
          <w:tcPr>
            <w:tcW w:w="1417" w:type="dxa"/>
            <w:vMerge/>
            <w:vAlign w:val="bottom"/>
          </w:tcPr>
          <w:p w:rsidR="00537C9D" w:rsidRPr="00827E8E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vMerge/>
            <w:vAlign w:val="bottom"/>
          </w:tcPr>
          <w:p w:rsidR="00537C9D" w:rsidRPr="00827E8E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50" w:type="dxa"/>
            <w:vMerge/>
          </w:tcPr>
          <w:p w:rsidR="00537C9D" w:rsidRPr="00827E8E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</w:p>
        </w:tc>
      </w:tr>
      <w:tr w:rsidR="00537C9D" w:rsidRPr="00827E8E" w:rsidTr="004E2CEB">
        <w:trPr>
          <w:jc w:val="center"/>
        </w:trPr>
        <w:tc>
          <w:tcPr>
            <w:tcW w:w="3521" w:type="dxa"/>
          </w:tcPr>
          <w:p w:rsidR="00537C9D" w:rsidRPr="00827E8E" w:rsidRDefault="00537C9D" w:rsidP="004E2CEB">
            <w:pPr>
              <w:tabs>
                <w:tab w:val="left" w:pos="405"/>
              </w:tabs>
              <w:jc w:val="both"/>
              <w:rPr>
                <w:b/>
                <w:bCs/>
                <w:color w:val="000000"/>
                <w:szCs w:val="24"/>
              </w:rPr>
            </w:pPr>
            <w:r w:rsidRPr="00827E8E">
              <w:rPr>
                <w:b/>
                <w:bCs/>
                <w:color w:val="000000"/>
                <w:szCs w:val="24"/>
              </w:rPr>
              <w:t>Всего доходов</w:t>
            </w:r>
          </w:p>
        </w:tc>
        <w:tc>
          <w:tcPr>
            <w:tcW w:w="992" w:type="dxa"/>
          </w:tcPr>
          <w:p w:rsidR="00537C9D" w:rsidRPr="00827E8E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528" w:type="dxa"/>
          </w:tcPr>
          <w:p w:rsidR="00537C9D" w:rsidRPr="00827E8E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37C9D" w:rsidRPr="00827E8E" w:rsidRDefault="006D2BB2" w:rsidP="006D2B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2 169 304,5</w:t>
            </w:r>
          </w:p>
        </w:tc>
        <w:tc>
          <w:tcPr>
            <w:tcW w:w="1418" w:type="dxa"/>
            <w:vAlign w:val="center"/>
          </w:tcPr>
          <w:p w:rsidR="00537C9D" w:rsidRPr="00827E8E" w:rsidRDefault="00537C9D" w:rsidP="006D2BB2">
            <w:pPr>
              <w:jc w:val="center"/>
              <w:rPr>
                <w:b/>
                <w:bCs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Cs w:val="24"/>
              </w:rPr>
              <w:t>1</w:t>
            </w:r>
            <w:r w:rsidR="006D2BB2">
              <w:rPr>
                <w:rFonts w:ascii="Times New Roman CYR" w:hAnsi="Times New Roman CYR" w:cs="Times New Roman CYR"/>
                <w:b/>
                <w:bCs/>
                <w:szCs w:val="24"/>
              </w:rPr>
              <w:t> 984 634,</w:t>
            </w:r>
            <w:r w:rsidR="00522FF4">
              <w:rPr>
                <w:rFonts w:ascii="Times New Roman CYR" w:hAnsi="Times New Roman CYR" w:cs="Times New Roman CYR"/>
                <w:b/>
                <w:b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537C9D" w:rsidRPr="00827E8E" w:rsidRDefault="006D2BB2" w:rsidP="006D2BB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91,5</w:t>
            </w:r>
          </w:p>
        </w:tc>
      </w:tr>
      <w:tr w:rsidR="00537C9D" w:rsidRPr="00F4756E" w:rsidTr="004E2CEB">
        <w:trPr>
          <w:trHeight w:val="837"/>
          <w:jc w:val="center"/>
        </w:trPr>
        <w:tc>
          <w:tcPr>
            <w:tcW w:w="3521" w:type="dxa"/>
          </w:tcPr>
          <w:p w:rsidR="00537C9D" w:rsidRPr="00BF1007" w:rsidRDefault="00537C9D" w:rsidP="006D2BB2">
            <w:pPr>
              <w:rPr>
                <w:b/>
                <w:color w:val="000000"/>
                <w:szCs w:val="24"/>
              </w:rPr>
            </w:pPr>
            <w:r w:rsidRPr="00BF1007">
              <w:rPr>
                <w:b/>
                <w:bCs/>
                <w:szCs w:val="24"/>
              </w:rPr>
              <w:t>Финансовое управление администрации Балахнинского муниципального района</w:t>
            </w:r>
          </w:p>
        </w:tc>
        <w:tc>
          <w:tcPr>
            <w:tcW w:w="992" w:type="dxa"/>
            <w:vAlign w:val="bottom"/>
          </w:tcPr>
          <w:p w:rsidR="00537C9D" w:rsidRPr="00BF1007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</w:p>
          <w:p w:rsidR="00537C9D" w:rsidRPr="00BF1007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  <w:r w:rsidRPr="00BF1007">
              <w:rPr>
                <w:b/>
                <w:color w:val="000000"/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BF1007" w:rsidRDefault="00537C9D" w:rsidP="006D2BB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37C9D" w:rsidRPr="00F061BA" w:rsidRDefault="00537C9D" w:rsidP="006D2BB2">
            <w:pPr>
              <w:jc w:val="center"/>
              <w:rPr>
                <w:b/>
                <w:bCs/>
                <w:szCs w:val="24"/>
              </w:rPr>
            </w:pPr>
          </w:p>
          <w:p w:rsidR="00537C9D" w:rsidRPr="00F061BA" w:rsidRDefault="006D2BB2" w:rsidP="006D2BB2">
            <w:pPr>
              <w:jc w:val="center"/>
              <w:rPr>
                <w:b/>
                <w:bCs/>
                <w:szCs w:val="24"/>
              </w:rPr>
            </w:pPr>
            <w:r w:rsidRPr="00F061BA">
              <w:rPr>
                <w:b/>
                <w:bCs/>
                <w:szCs w:val="24"/>
              </w:rPr>
              <w:t>413 445,5</w:t>
            </w:r>
          </w:p>
        </w:tc>
        <w:tc>
          <w:tcPr>
            <w:tcW w:w="1418" w:type="dxa"/>
            <w:vAlign w:val="bottom"/>
          </w:tcPr>
          <w:p w:rsidR="00537C9D" w:rsidRPr="00F061BA" w:rsidRDefault="00537C9D" w:rsidP="006D2BB2">
            <w:pPr>
              <w:jc w:val="center"/>
              <w:rPr>
                <w:b/>
                <w:bCs/>
                <w:szCs w:val="24"/>
              </w:rPr>
            </w:pPr>
          </w:p>
          <w:p w:rsidR="00537C9D" w:rsidRPr="00F061BA" w:rsidRDefault="006D2BB2" w:rsidP="006D2BB2">
            <w:pPr>
              <w:jc w:val="center"/>
              <w:rPr>
                <w:b/>
                <w:bCs/>
                <w:szCs w:val="24"/>
              </w:rPr>
            </w:pPr>
            <w:r w:rsidRPr="00F061BA">
              <w:rPr>
                <w:b/>
                <w:bCs/>
                <w:szCs w:val="24"/>
              </w:rPr>
              <w:t>413 025,2</w:t>
            </w:r>
          </w:p>
        </w:tc>
        <w:tc>
          <w:tcPr>
            <w:tcW w:w="850" w:type="dxa"/>
            <w:vAlign w:val="bottom"/>
          </w:tcPr>
          <w:p w:rsidR="00537C9D" w:rsidRPr="00F061BA" w:rsidRDefault="00537C9D" w:rsidP="006D2BB2">
            <w:pPr>
              <w:jc w:val="center"/>
              <w:rPr>
                <w:b/>
                <w:szCs w:val="24"/>
              </w:rPr>
            </w:pPr>
          </w:p>
          <w:p w:rsidR="006D2BB2" w:rsidRPr="00F061BA" w:rsidRDefault="006D2BB2" w:rsidP="006D2BB2">
            <w:pPr>
              <w:jc w:val="center"/>
              <w:rPr>
                <w:b/>
                <w:szCs w:val="24"/>
              </w:rPr>
            </w:pPr>
          </w:p>
          <w:p w:rsidR="00537C9D" w:rsidRPr="00F061BA" w:rsidRDefault="006D2BB2" w:rsidP="004E2CEB">
            <w:pPr>
              <w:jc w:val="center"/>
              <w:rPr>
                <w:b/>
                <w:szCs w:val="24"/>
              </w:rPr>
            </w:pPr>
            <w:r w:rsidRPr="00F061BA">
              <w:rPr>
                <w:b/>
                <w:szCs w:val="24"/>
              </w:rPr>
              <w:t>99,9</w:t>
            </w:r>
          </w:p>
        </w:tc>
      </w:tr>
      <w:tr w:rsidR="00537C9D" w:rsidRPr="00F4756E" w:rsidTr="004E2CEB">
        <w:trPr>
          <w:trHeight w:val="837"/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1.08.07150.01.1000.110</w:t>
            </w:r>
          </w:p>
        </w:tc>
        <w:tc>
          <w:tcPr>
            <w:tcW w:w="1417" w:type="dxa"/>
            <w:vAlign w:val="bottom"/>
          </w:tcPr>
          <w:p w:rsidR="00537C9D" w:rsidRPr="00E97D55" w:rsidRDefault="006D2BB2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  <w:tc>
          <w:tcPr>
            <w:tcW w:w="1418" w:type="dxa"/>
            <w:vAlign w:val="bottom"/>
          </w:tcPr>
          <w:p w:rsidR="00537C9D" w:rsidRPr="00E97D55" w:rsidRDefault="006D2BB2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40,0</w:t>
            </w:r>
          </w:p>
        </w:tc>
        <w:tc>
          <w:tcPr>
            <w:tcW w:w="850" w:type="dxa"/>
            <w:vAlign w:val="bottom"/>
          </w:tcPr>
          <w:p w:rsidR="00537C9D" w:rsidRPr="00E97D55" w:rsidRDefault="006D2BB2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37C9D">
              <w:rPr>
                <w:szCs w:val="24"/>
              </w:rPr>
              <w:t>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1.16.01074.01.0051.140</w:t>
            </w:r>
          </w:p>
        </w:tc>
        <w:tc>
          <w:tcPr>
            <w:tcW w:w="1417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418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850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37C9D">
              <w:rPr>
                <w:szCs w:val="24"/>
              </w:rPr>
              <w:t>0,0</w:t>
            </w:r>
          </w:p>
        </w:tc>
      </w:tr>
      <w:tr w:rsidR="00537C9D" w:rsidRPr="00BF1007" w:rsidTr="004E2CEB">
        <w:trPr>
          <w:jc w:val="center"/>
        </w:trPr>
        <w:tc>
          <w:tcPr>
            <w:tcW w:w="3521" w:type="dxa"/>
            <w:shd w:val="clear" w:color="auto" w:fill="auto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E97D55">
              <w:rPr>
                <w:szCs w:val="24"/>
              </w:rPr>
              <w:t>неперечислением</w:t>
            </w:r>
            <w:proofErr w:type="spellEnd"/>
            <w:r w:rsidRPr="00E97D55">
              <w:rPr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</w:t>
            </w:r>
            <w:r w:rsidRPr="00E97D55">
              <w:rPr>
                <w:szCs w:val="24"/>
              </w:rPr>
              <w:lastRenderedPageBreak/>
              <w:t>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001</w:t>
            </w:r>
          </w:p>
        </w:tc>
        <w:tc>
          <w:tcPr>
            <w:tcW w:w="2528" w:type="dxa"/>
            <w:shd w:val="clear" w:color="auto" w:fill="auto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1.16.01157.01.0051.140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37C9D">
              <w:rPr>
                <w:szCs w:val="24"/>
              </w:rPr>
              <w:t>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shd w:val="clear" w:color="auto" w:fill="auto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shd w:val="clear" w:color="auto" w:fill="auto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1.16.07090.05.0000.140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13,1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93,6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Дотации бюджетам муниципальных районов на выравнивание бюджетной обеспеченности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2.02.15001.05.0220.150</w:t>
            </w:r>
          </w:p>
        </w:tc>
        <w:tc>
          <w:tcPr>
            <w:tcW w:w="1417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211 566,0</w:t>
            </w:r>
          </w:p>
        </w:tc>
        <w:tc>
          <w:tcPr>
            <w:tcW w:w="1418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211 566,0</w:t>
            </w:r>
          </w:p>
        </w:tc>
        <w:tc>
          <w:tcPr>
            <w:tcW w:w="850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Дотации бюджетам муниципальных районов на поддержку мер по обеспечению сбалансированности бюджетов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bookmarkStart w:id="1" w:name="RANGE!B19"/>
            <w:r w:rsidRPr="00E97D55">
              <w:rPr>
                <w:szCs w:val="24"/>
              </w:rPr>
              <w:t>001</w:t>
            </w:r>
            <w:bookmarkEnd w:id="1"/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2.02.15002.05.0220.150</w:t>
            </w:r>
          </w:p>
        </w:tc>
        <w:tc>
          <w:tcPr>
            <w:tcW w:w="1417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50 833,5</w:t>
            </w:r>
          </w:p>
        </w:tc>
        <w:tc>
          <w:tcPr>
            <w:tcW w:w="1418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50 833,5</w:t>
            </w:r>
          </w:p>
        </w:tc>
        <w:tc>
          <w:tcPr>
            <w:tcW w:w="850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Дотации муниципальным районам на поддержку мер по обеспечению сбалансированности бюджетов муниципальных районов в части средств на реализацию общественно значимых проектов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2.02.15002.05.0225.150</w:t>
            </w:r>
          </w:p>
        </w:tc>
        <w:tc>
          <w:tcPr>
            <w:tcW w:w="1417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 xml:space="preserve">25 </w:t>
            </w:r>
            <w:r w:rsidR="0044453E">
              <w:rPr>
                <w:szCs w:val="24"/>
              </w:rPr>
              <w:t>000,0</w:t>
            </w:r>
          </w:p>
        </w:tc>
        <w:tc>
          <w:tcPr>
            <w:tcW w:w="1418" w:type="dxa"/>
            <w:vAlign w:val="bottom"/>
          </w:tcPr>
          <w:p w:rsidR="0044453E" w:rsidRPr="00E97D55" w:rsidRDefault="0044453E" w:rsidP="0044453E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25 000,0</w:t>
            </w:r>
          </w:p>
        </w:tc>
        <w:tc>
          <w:tcPr>
            <w:tcW w:w="850" w:type="dxa"/>
            <w:vAlign w:val="bottom"/>
          </w:tcPr>
          <w:p w:rsidR="00537C9D" w:rsidRPr="00E97D55" w:rsidRDefault="0044453E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37C9D" w:rsidRPr="00E97D55">
              <w:rPr>
                <w:szCs w:val="24"/>
              </w:rPr>
              <w:t>0,0</w:t>
            </w:r>
          </w:p>
        </w:tc>
      </w:tr>
      <w:tr w:rsidR="0082145C" w:rsidRPr="00F4756E" w:rsidTr="004E2CEB">
        <w:trPr>
          <w:trHeight w:val="290"/>
          <w:jc w:val="center"/>
        </w:trPr>
        <w:tc>
          <w:tcPr>
            <w:tcW w:w="3521" w:type="dxa"/>
            <w:vAlign w:val="center"/>
          </w:tcPr>
          <w:p w:rsidR="0082145C" w:rsidRPr="0082145C" w:rsidRDefault="0082145C">
            <w:pPr>
              <w:outlineLvl w:val="0"/>
              <w:rPr>
                <w:szCs w:val="24"/>
              </w:rPr>
            </w:pPr>
            <w:r w:rsidRPr="0082145C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 в рамках ОЦП "Ипотечное жилищное кредитование населения Нижегородской области" на 2009-2020гг</w:t>
            </w:r>
          </w:p>
        </w:tc>
        <w:tc>
          <w:tcPr>
            <w:tcW w:w="992" w:type="dxa"/>
            <w:vAlign w:val="bottom"/>
          </w:tcPr>
          <w:p w:rsidR="0082145C" w:rsidRPr="00E97D55" w:rsidRDefault="0082145C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82145C" w:rsidRPr="00E97D55" w:rsidRDefault="0082145C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2.02.29999.05.0220.150</w:t>
            </w:r>
          </w:p>
        </w:tc>
        <w:tc>
          <w:tcPr>
            <w:tcW w:w="1417" w:type="dxa"/>
            <w:vAlign w:val="bottom"/>
          </w:tcPr>
          <w:p w:rsidR="0082145C" w:rsidRPr="00E97D55" w:rsidRDefault="0082145C" w:rsidP="0044453E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90,6</w:t>
            </w:r>
          </w:p>
        </w:tc>
        <w:tc>
          <w:tcPr>
            <w:tcW w:w="1418" w:type="dxa"/>
            <w:vAlign w:val="bottom"/>
          </w:tcPr>
          <w:p w:rsidR="0082145C" w:rsidRPr="00E97D55" w:rsidRDefault="0082145C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83,3</w:t>
            </w:r>
          </w:p>
        </w:tc>
        <w:tc>
          <w:tcPr>
            <w:tcW w:w="850" w:type="dxa"/>
            <w:vAlign w:val="bottom"/>
          </w:tcPr>
          <w:p w:rsidR="0082145C" w:rsidRPr="00E97D55" w:rsidRDefault="0082145C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91,9</w:t>
            </w:r>
          </w:p>
        </w:tc>
      </w:tr>
      <w:tr w:rsidR="0082145C" w:rsidRPr="00F4756E" w:rsidTr="004E2CEB">
        <w:trPr>
          <w:trHeight w:val="1780"/>
          <w:jc w:val="center"/>
        </w:trPr>
        <w:tc>
          <w:tcPr>
            <w:tcW w:w="3521" w:type="dxa"/>
            <w:vAlign w:val="center"/>
          </w:tcPr>
          <w:p w:rsidR="0082145C" w:rsidRPr="0082145C" w:rsidRDefault="0082145C">
            <w:pPr>
              <w:outlineLvl w:val="0"/>
              <w:rPr>
                <w:szCs w:val="24"/>
              </w:rPr>
            </w:pPr>
            <w:r w:rsidRPr="0082145C">
              <w:rPr>
                <w:szCs w:val="24"/>
              </w:rPr>
              <w:lastRenderedPageBreak/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992" w:type="dxa"/>
            <w:vAlign w:val="bottom"/>
          </w:tcPr>
          <w:p w:rsidR="0082145C" w:rsidRPr="00E97D55" w:rsidRDefault="0082145C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82145C" w:rsidRPr="00E97D55" w:rsidRDefault="0082145C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2.02.29999.05.0220.150</w:t>
            </w:r>
          </w:p>
        </w:tc>
        <w:tc>
          <w:tcPr>
            <w:tcW w:w="1417" w:type="dxa"/>
            <w:vAlign w:val="bottom"/>
          </w:tcPr>
          <w:p w:rsidR="0082145C" w:rsidRPr="0082145C" w:rsidRDefault="0082145C" w:rsidP="0082145C">
            <w:pPr>
              <w:jc w:val="center"/>
              <w:outlineLvl w:val="0"/>
              <w:rPr>
                <w:szCs w:val="24"/>
              </w:rPr>
            </w:pPr>
            <w:r w:rsidRPr="0082145C">
              <w:rPr>
                <w:szCs w:val="24"/>
              </w:rPr>
              <w:t>70 955,6</w:t>
            </w:r>
          </w:p>
        </w:tc>
        <w:tc>
          <w:tcPr>
            <w:tcW w:w="1418" w:type="dxa"/>
            <w:vAlign w:val="bottom"/>
          </w:tcPr>
          <w:p w:rsidR="0082145C" w:rsidRPr="0082145C" w:rsidRDefault="0082145C" w:rsidP="0082145C">
            <w:pPr>
              <w:jc w:val="center"/>
              <w:outlineLvl w:val="0"/>
              <w:rPr>
                <w:szCs w:val="24"/>
              </w:rPr>
            </w:pPr>
            <w:r w:rsidRPr="0082145C">
              <w:rPr>
                <w:szCs w:val="24"/>
              </w:rPr>
              <w:t>70 955,6</w:t>
            </w:r>
          </w:p>
        </w:tc>
        <w:tc>
          <w:tcPr>
            <w:tcW w:w="850" w:type="dxa"/>
            <w:vAlign w:val="bottom"/>
          </w:tcPr>
          <w:p w:rsidR="0082145C" w:rsidRDefault="0082145C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537C9D" w:rsidRPr="00E97D55" w:rsidRDefault="00135F64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40 882,4</w:t>
            </w:r>
          </w:p>
        </w:tc>
        <w:tc>
          <w:tcPr>
            <w:tcW w:w="1418" w:type="dxa"/>
            <w:vAlign w:val="bottom"/>
          </w:tcPr>
          <w:p w:rsidR="00537C9D" w:rsidRPr="00E97D55" w:rsidRDefault="00135F64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40 882,4</w:t>
            </w:r>
          </w:p>
        </w:tc>
        <w:tc>
          <w:tcPr>
            <w:tcW w:w="850" w:type="dxa"/>
            <w:vAlign w:val="bottom"/>
          </w:tcPr>
          <w:p w:rsidR="00537C9D" w:rsidRPr="00E97D55" w:rsidRDefault="00135F64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2.02.35118.05.0110.150</w:t>
            </w:r>
          </w:p>
        </w:tc>
        <w:tc>
          <w:tcPr>
            <w:tcW w:w="1417" w:type="dxa"/>
            <w:vAlign w:val="bottom"/>
          </w:tcPr>
          <w:p w:rsidR="00537C9D" w:rsidRPr="00E97D55" w:rsidRDefault="00A76CB1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1 083,3</w:t>
            </w:r>
          </w:p>
        </w:tc>
        <w:tc>
          <w:tcPr>
            <w:tcW w:w="1418" w:type="dxa"/>
            <w:vAlign w:val="bottom"/>
          </w:tcPr>
          <w:p w:rsidR="00537C9D" w:rsidRPr="00E97D55" w:rsidRDefault="00A76CB1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1 083,3</w:t>
            </w:r>
          </w:p>
        </w:tc>
        <w:tc>
          <w:tcPr>
            <w:tcW w:w="850" w:type="dxa"/>
            <w:vAlign w:val="bottom"/>
          </w:tcPr>
          <w:p w:rsidR="00537C9D" w:rsidRPr="00E97D55" w:rsidRDefault="00A76CB1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2.02.40014.05.0000.150</w:t>
            </w:r>
          </w:p>
        </w:tc>
        <w:tc>
          <w:tcPr>
            <w:tcW w:w="1417" w:type="dxa"/>
            <w:vAlign w:val="bottom"/>
          </w:tcPr>
          <w:p w:rsidR="00537C9D" w:rsidRPr="00E97D55" w:rsidRDefault="00537C9D" w:rsidP="00C37609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11</w:t>
            </w:r>
            <w:r w:rsidR="00C37609">
              <w:rPr>
                <w:szCs w:val="24"/>
              </w:rPr>
              <w:t> 660,5</w:t>
            </w:r>
          </w:p>
        </w:tc>
        <w:tc>
          <w:tcPr>
            <w:tcW w:w="1418" w:type="dxa"/>
            <w:vAlign w:val="bottom"/>
          </w:tcPr>
          <w:p w:rsidR="00537C9D" w:rsidRPr="00E97D55" w:rsidRDefault="00C37609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11 248,4</w:t>
            </w:r>
          </w:p>
        </w:tc>
        <w:tc>
          <w:tcPr>
            <w:tcW w:w="850" w:type="dxa"/>
            <w:vAlign w:val="bottom"/>
          </w:tcPr>
          <w:p w:rsidR="00537C9D" w:rsidRPr="00E97D55" w:rsidRDefault="00C65A7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96,5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2.02.45160.05.0220.150</w:t>
            </w:r>
          </w:p>
        </w:tc>
        <w:tc>
          <w:tcPr>
            <w:tcW w:w="1417" w:type="dxa"/>
            <w:vAlign w:val="bottom"/>
          </w:tcPr>
          <w:p w:rsidR="00537C9D" w:rsidRPr="00E97D55" w:rsidRDefault="00CC467F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875,3</w:t>
            </w:r>
          </w:p>
        </w:tc>
        <w:tc>
          <w:tcPr>
            <w:tcW w:w="1418" w:type="dxa"/>
            <w:vAlign w:val="bottom"/>
          </w:tcPr>
          <w:p w:rsidR="00537C9D" w:rsidRPr="00E97D55" w:rsidRDefault="00CC467F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875,3</w:t>
            </w:r>
          </w:p>
        </w:tc>
        <w:tc>
          <w:tcPr>
            <w:tcW w:w="850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2.02.49999.05.0000.150</w:t>
            </w:r>
          </w:p>
        </w:tc>
        <w:tc>
          <w:tcPr>
            <w:tcW w:w="1417" w:type="dxa"/>
            <w:vAlign w:val="bottom"/>
          </w:tcPr>
          <w:p w:rsidR="00537C9D" w:rsidRPr="00E97D55" w:rsidRDefault="00CC467F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556,6</w:t>
            </w:r>
          </w:p>
        </w:tc>
        <w:tc>
          <w:tcPr>
            <w:tcW w:w="1418" w:type="dxa"/>
            <w:vAlign w:val="bottom"/>
          </w:tcPr>
          <w:p w:rsidR="00537C9D" w:rsidRPr="00E97D55" w:rsidRDefault="00CC467F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556,6</w:t>
            </w:r>
          </w:p>
        </w:tc>
        <w:tc>
          <w:tcPr>
            <w:tcW w:w="850" w:type="dxa"/>
            <w:vAlign w:val="bottom"/>
          </w:tcPr>
          <w:p w:rsidR="00537C9D" w:rsidRPr="00E97D55" w:rsidRDefault="00CC467F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37C9D">
              <w:rPr>
                <w:szCs w:val="24"/>
              </w:rPr>
              <w:t>0,0</w:t>
            </w:r>
          </w:p>
        </w:tc>
      </w:tr>
      <w:tr w:rsidR="00537C9D" w:rsidRPr="00AC6426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2.18.45160.05.0000.150</w:t>
            </w:r>
          </w:p>
        </w:tc>
        <w:tc>
          <w:tcPr>
            <w:tcW w:w="1417" w:type="dxa"/>
            <w:vAlign w:val="bottom"/>
          </w:tcPr>
          <w:p w:rsidR="00537C9D" w:rsidRPr="00E97D55" w:rsidRDefault="00B80F40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1418" w:type="dxa"/>
            <w:vAlign w:val="bottom"/>
          </w:tcPr>
          <w:p w:rsidR="00537C9D" w:rsidRPr="00E97D55" w:rsidRDefault="00B80F40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101,6</w:t>
            </w:r>
          </w:p>
        </w:tc>
        <w:tc>
          <w:tcPr>
            <w:tcW w:w="850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 xml:space="preserve">Возврат остатков иных межбюджетных трансфертов, передаваемых для компенсации </w:t>
            </w:r>
            <w:r w:rsidRPr="00E97D55">
              <w:rPr>
                <w:szCs w:val="24"/>
              </w:rPr>
              <w:lastRenderedPageBreak/>
              <w:t>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lastRenderedPageBreak/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2.19.45160.05.0220.150</w:t>
            </w:r>
          </w:p>
        </w:tc>
        <w:tc>
          <w:tcPr>
            <w:tcW w:w="1417" w:type="dxa"/>
            <w:vAlign w:val="bottom"/>
          </w:tcPr>
          <w:p w:rsidR="00537C9D" w:rsidRPr="00E97D55" w:rsidRDefault="00B80F40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-101,6</w:t>
            </w:r>
          </w:p>
        </w:tc>
        <w:tc>
          <w:tcPr>
            <w:tcW w:w="1418" w:type="dxa"/>
            <w:vAlign w:val="bottom"/>
          </w:tcPr>
          <w:p w:rsidR="00537C9D" w:rsidRPr="00E97D55" w:rsidRDefault="00B80F40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-101,6</w:t>
            </w:r>
          </w:p>
        </w:tc>
        <w:tc>
          <w:tcPr>
            <w:tcW w:w="850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  <w:vAlign w:val="center"/>
          </w:tcPr>
          <w:p w:rsidR="00537C9D" w:rsidRPr="00E97D55" w:rsidRDefault="00537C9D" w:rsidP="006D2BB2">
            <w:pPr>
              <w:outlineLvl w:val="0"/>
              <w:rPr>
                <w:szCs w:val="24"/>
              </w:rPr>
            </w:pPr>
            <w:r w:rsidRPr="001543D0">
              <w:rPr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001</w:t>
            </w:r>
          </w:p>
        </w:tc>
        <w:tc>
          <w:tcPr>
            <w:tcW w:w="2528" w:type="dxa"/>
            <w:vAlign w:val="bottom"/>
          </w:tcPr>
          <w:p w:rsidR="00537C9D" w:rsidRPr="00E97D55" w:rsidRDefault="00537C9D" w:rsidP="004E2CEB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2 19 60010 05 0000 150</w:t>
            </w:r>
          </w:p>
        </w:tc>
        <w:tc>
          <w:tcPr>
            <w:tcW w:w="1417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-142,3</w:t>
            </w:r>
          </w:p>
        </w:tc>
        <w:tc>
          <w:tcPr>
            <w:tcW w:w="1418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-142,3</w:t>
            </w:r>
          </w:p>
        </w:tc>
        <w:tc>
          <w:tcPr>
            <w:tcW w:w="850" w:type="dxa"/>
            <w:vAlign w:val="bottom"/>
          </w:tcPr>
          <w:p w:rsidR="00537C9D" w:rsidRPr="00E97D55" w:rsidRDefault="00537C9D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37C9D" w:rsidRPr="00F4756E" w:rsidTr="004E2CEB">
        <w:trPr>
          <w:jc w:val="center"/>
        </w:trPr>
        <w:tc>
          <w:tcPr>
            <w:tcW w:w="3521" w:type="dxa"/>
          </w:tcPr>
          <w:p w:rsidR="00537C9D" w:rsidRPr="00F061BA" w:rsidRDefault="00537C9D" w:rsidP="006D2BB2">
            <w:pPr>
              <w:rPr>
                <w:b/>
                <w:color w:val="000000"/>
                <w:szCs w:val="24"/>
              </w:rPr>
            </w:pPr>
            <w:r w:rsidRPr="00F061BA">
              <w:rPr>
                <w:b/>
                <w:color w:val="000000"/>
                <w:szCs w:val="24"/>
              </w:rPr>
              <w:t>Департамент Росприроднадзора по Приволжскому федеральному округу</w:t>
            </w:r>
          </w:p>
        </w:tc>
        <w:tc>
          <w:tcPr>
            <w:tcW w:w="992" w:type="dxa"/>
            <w:vAlign w:val="bottom"/>
          </w:tcPr>
          <w:p w:rsidR="00537C9D" w:rsidRPr="00F061BA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  <w:r w:rsidRPr="00F061BA">
              <w:rPr>
                <w:b/>
                <w:color w:val="000000"/>
                <w:szCs w:val="24"/>
              </w:rPr>
              <w:t>048</w:t>
            </w:r>
          </w:p>
        </w:tc>
        <w:tc>
          <w:tcPr>
            <w:tcW w:w="2528" w:type="dxa"/>
            <w:vAlign w:val="bottom"/>
          </w:tcPr>
          <w:p w:rsidR="00537C9D" w:rsidRPr="00F061BA" w:rsidRDefault="00537C9D" w:rsidP="004E2CEB">
            <w:pPr>
              <w:ind w:left="-108" w:right="-131"/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37C9D" w:rsidRPr="00F061BA" w:rsidRDefault="00D2182A" w:rsidP="006D2BB2">
            <w:pPr>
              <w:jc w:val="center"/>
              <w:rPr>
                <w:b/>
                <w:bCs/>
                <w:szCs w:val="24"/>
              </w:rPr>
            </w:pPr>
            <w:r w:rsidRPr="00F061BA">
              <w:rPr>
                <w:b/>
                <w:bCs/>
                <w:szCs w:val="24"/>
              </w:rPr>
              <w:t>28 691,4</w:t>
            </w:r>
          </w:p>
        </w:tc>
        <w:tc>
          <w:tcPr>
            <w:tcW w:w="1418" w:type="dxa"/>
            <w:vAlign w:val="bottom"/>
          </w:tcPr>
          <w:p w:rsidR="00537C9D" w:rsidRPr="00F061BA" w:rsidRDefault="00D2182A" w:rsidP="006D2BB2">
            <w:pPr>
              <w:jc w:val="center"/>
              <w:rPr>
                <w:b/>
                <w:bCs/>
                <w:szCs w:val="24"/>
              </w:rPr>
            </w:pPr>
            <w:r w:rsidRPr="00F061BA">
              <w:rPr>
                <w:b/>
                <w:bCs/>
                <w:szCs w:val="24"/>
              </w:rPr>
              <w:t>28 697,</w:t>
            </w:r>
            <w:r w:rsidR="002F6DF1" w:rsidRPr="00F061BA">
              <w:rPr>
                <w:b/>
                <w:bCs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537C9D" w:rsidRPr="00B431B7" w:rsidRDefault="00D2182A" w:rsidP="006D2BB2">
            <w:pPr>
              <w:jc w:val="center"/>
              <w:rPr>
                <w:b/>
                <w:bCs/>
                <w:szCs w:val="24"/>
              </w:rPr>
            </w:pPr>
            <w:r w:rsidRPr="00F061BA">
              <w:rPr>
                <w:b/>
                <w:bCs/>
                <w:szCs w:val="24"/>
              </w:rPr>
              <w:t>100,0</w:t>
            </w:r>
          </w:p>
        </w:tc>
      </w:tr>
      <w:tr w:rsidR="00537C9D" w:rsidRPr="00B431B7" w:rsidTr="004E2CEB">
        <w:trPr>
          <w:jc w:val="center"/>
        </w:trPr>
        <w:tc>
          <w:tcPr>
            <w:tcW w:w="3521" w:type="dxa"/>
          </w:tcPr>
          <w:p w:rsidR="00537C9D" w:rsidRPr="00A76968" w:rsidRDefault="00537C9D" w:rsidP="006D2BB2">
            <w:r w:rsidRPr="00A76968"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537C9D" w:rsidRPr="00A76968" w:rsidRDefault="00537C9D" w:rsidP="006D2BB2">
            <w:pPr>
              <w:jc w:val="center"/>
            </w:pPr>
            <w:r w:rsidRPr="00A76968">
              <w:t>048</w:t>
            </w:r>
          </w:p>
        </w:tc>
        <w:tc>
          <w:tcPr>
            <w:tcW w:w="2528" w:type="dxa"/>
            <w:vAlign w:val="bottom"/>
          </w:tcPr>
          <w:p w:rsidR="00537C9D" w:rsidRPr="00A76968" w:rsidRDefault="00537C9D" w:rsidP="004E2CEB">
            <w:pPr>
              <w:ind w:left="-108" w:right="-131"/>
              <w:jc w:val="center"/>
            </w:pPr>
            <w:r w:rsidRPr="00A76968">
              <w:t>1.12.01010.01.2100.120</w:t>
            </w:r>
          </w:p>
        </w:tc>
        <w:tc>
          <w:tcPr>
            <w:tcW w:w="1417" w:type="dxa"/>
            <w:vAlign w:val="bottom"/>
          </w:tcPr>
          <w:p w:rsidR="00537C9D" w:rsidRPr="00A76968" w:rsidRDefault="00A76968" w:rsidP="00025270">
            <w:pPr>
              <w:jc w:val="center"/>
            </w:pPr>
            <w:r w:rsidRPr="00A76968">
              <w:t>0,0</w:t>
            </w:r>
          </w:p>
        </w:tc>
        <w:tc>
          <w:tcPr>
            <w:tcW w:w="1418" w:type="dxa"/>
            <w:vAlign w:val="bottom"/>
          </w:tcPr>
          <w:p w:rsidR="00537C9D" w:rsidRPr="00A76968" w:rsidRDefault="00A76968" w:rsidP="00025270">
            <w:pPr>
              <w:jc w:val="center"/>
            </w:pPr>
            <w:r w:rsidRPr="00A76968">
              <w:t>0,1</w:t>
            </w:r>
          </w:p>
        </w:tc>
        <w:tc>
          <w:tcPr>
            <w:tcW w:w="850" w:type="dxa"/>
            <w:vAlign w:val="bottom"/>
          </w:tcPr>
          <w:p w:rsidR="00537C9D" w:rsidRPr="005A2F23" w:rsidRDefault="00537C9D" w:rsidP="00025270">
            <w:pPr>
              <w:jc w:val="center"/>
            </w:pPr>
            <w:r>
              <w:t>0,0</w:t>
            </w:r>
          </w:p>
        </w:tc>
      </w:tr>
      <w:tr w:rsidR="00537C9D" w:rsidRPr="00B431B7" w:rsidTr="004E2CEB">
        <w:trPr>
          <w:jc w:val="center"/>
        </w:trPr>
        <w:tc>
          <w:tcPr>
            <w:tcW w:w="3521" w:type="dxa"/>
          </w:tcPr>
          <w:p w:rsidR="00537C9D" w:rsidRPr="00A76968" w:rsidRDefault="00537C9D" w:rsidP="006D2BB2">
            <w:r w:rsidRPr="00A76968"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vAlign w:val="bottom"/>
          </w:tcPr>
          <w:p w:rsidR="00537C9D" w:rsidRPr="00A76968" w:rsidRDefault="00537C9D" w:rsidP="00CC109F">
            <w:pPr>
              <w:jc w:val="center"/>
            </w:pPr>
            <w:r w:rsidRPr="00A76968">
              <w:t>048</w:t>
            </w:r>
          </w:p>
        </w:tc>
        <w:tc>
          <w:tcPr>
            <w:tcW w:w="2528" w:type="dxa"/>
            <w:vAlign w:val="bottom"/>
          </w:tcPr>
          <w:p w:rsidR="00537C9D" w:rsidRPr="00A76968" w:rsidRDefault="00537C9D" w:rsidP="0054439C">
            <w:pPr>
              <w:ind w:left="-108" w:right="-131"/>
              <w:jc w:val="center"/>
            </w:pPr>
            <w:r w:rsidRPr="00A76968">
              <w:t>1.12.01010.01.6000.120</w:t>
            </w:r>
          </w:p>
        </w:tc>
        <w:tc>
          <w:tcPr>
            <w:tcW w:w="1417" w:type="dxa"/>
            <w:vAlign w:val="bottom"/>
          </w:tcPr>
          <w:p w:rsidR="00537C9D" w:rsidRPr="00A76968" w:rsidRDefault="00A76968" w:rsidP="00025270">
            <w:pPr>
              <w:jc w:val="center"/>
            </w:pPr>
            <w:r>
              <w:t>707,7</w:t>
            </w:r>
          </w:p>
        </w:tc>
        <w:tc>
          <w:tcPr>
            <w:tcW w:w="1418" w:type="dxa"/>
            <w:vAlign w:val="bottom"/>
          </w:tcPr>
          <w:p w:rsidR="00537C9D" w:rsidRPr="00A76968" w:rsidRDefault="00A76968" w:rsidP="00025270">
            <w:pPr>
              <w:jc w:val="center"/>
            </w:pPr>
            <w:r>
              <w:t>708,5</w:t>
            </w:r>
          </w:p>
        </w:tc>
        <w:tc>
          <w:tcPr>
            <w:tcW w:w="850" w:type="dxa"/>
            <w:vAlign w:val="bottom"/>
          </w:tcPr>
          <w:p w:rsidR="00537C9D" w:rsidRPr="005A2F23" w:rsidRDefault="00A76968" w:rsidP="00025270">
            <w:pPr>
              <w:jc w:val="center"/>
            </w:pPr>
            <w:r>
              <w:t>100,1</w:t>
            </w:r>
          </w:p>
        </w:tc>
      </w:tr>
      <w:tr w:rsidR="00FF3440" w:rsidRPr="00B431B7" w:rsidTr="004E2CEB">
        <w:trPr>
          <w:jc w:val="center"/>
        </w:trPr>
        <w:tc>
          <w:tcPr>
            <w:tcW w:w="3521" w:type="dxa"/>
          </w:tcPr>
          <w:p w:rsidR="00FF3440" w:rsidRPr="00A76968" w:rsidRDefault="00FF3440" w:rsidP="006D2BB2">
            <w:r w:rsidRPr="00FF3440">
              <w:t>Плата за сбросы загрязняющих веществ в водные объекты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FF3440" w:rsidRPr="00FF3440" w:rsidRDefault="00FF3440" w:rsidP="000A1CBE">
            <w:pPr>
              <w:jc w:val="center"/>
            </w:pPr>
            <w:r w:rsidRPr="00FF3440">
              <w:t>048</w:t>
            </w:r>
          </w:p>
        </w:tc>
        <w:tc>
          <w:tcPr>
            <w:tcW w:w="2528" w:type="dxa"/>
            <w:vAlign w:val="bottom"/>
          </w:tcPr>
          <w:p w:rsidR="00FF3440" w:rsidRPr="00FF3440" w:rsidRDefault="00FF3440" w:rsidP="0054439C">
            <w:pPr>
              <w:ind w:left="-108" w:right="-131"/>
              <w:jc w:val="center"/>
            </w:pPr>
            <w:r>
              <w:t>1.12.01030.01.21</w:t>
            </w:r>
            <w:r w:rsidRPr="00FF3440">
              <w:t>00.120</w:t>
            </w:r>
          </w:p>
        </w:tc>
        <w:tc>
          <w:tcPr>
            <w:tcW w:w="1417" w:type="dxa"/>
            <w:vAlign w:val="bottom"/>
          </w:tcPr>
          <w:p w:rsidR="00FF3440" w:rsidRDefault="00FF3440" w:rsidP="00025270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FF3440" w:rsidRDefault="00FF3440" w:rsidP="00025270">
            <w:pPr>
              <w:jc w:val="center"/>
            </w:pPr>
            <w:r>
              <w:t>0,6</w:t>
            </w:r>
          </w:p>
        </w:tc>
        <w:tc>
          <w:tcPr>
            <w:tcW w:w="850" w:type="dxa"/>
            <w:vAlign w:val="bottom"/>
          </w:tcPr>
          <w:p w:rsidR="00FF3440" w:rsidRDefault="006109C4" w:rsidP="00025270">
            <w:pPr>
              <w:jc w:val="center"/>
            </w:pPr>
            <w:r>
              <w:t>0,0</w:t>
            </w:r>
          </w:p>
        </w:tc>
      </w:tr>
      <w:tr w:rsidR="00537C9D" w:rsidRPr="00B431B7" w:rsidTr="004E2CEB">
        <w:trPr>
          <w:jc w:val="center"/>
        </w:trPr>
        <w:tc>
          <w:tcPr>
            <w:tcW w:w="3521" w:type="dxa"/>
          </w:tcPr>
          <w:p w:rsidR="00537C9D" w:rsidRPr="00FF3440" w:rsidRDefault="00537C9D" w:rsidP="006D2BB2">
            <w:r w:rsidRPr="00FF3440"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vAlign w:val="bottom"/>
          </w:tcPr>
          <w:p w:rsidR="00537C9D" w:rsidRPr="00FF3440" w:rsidRDefault="00537C9D" w:rsidP="006D2BB2">
            <w:pPr>
              <w:jc w:val="center"/>
            </w:pPr>
            <w:r w:rsidRPr="00FF3440">
              <w:t>048</w:t>
            </w:r>
          </w:p>
        </w:tc>
        <w:tc>
          <w:tcPr>
            <w:tcW w:w="2528" w:type="dxa"/>
            <w:vAlign w:val="bottom"/>
          </w:tcPr>
          <w:p w:rsidR="00537C9D" w:rsidRPr="00FF3440" w:rsidRDefault="00537C9D" w:rsidP="0054439C">
            <w:pPr>
              <w:ind w:left="-108" w:right="-131"/>
              <w:jc w:val="center"/>
            </w:pPr>
            <w:r w:rsidRPr="00FF3440">
              <w:t>1.12.01030.01.6000.120</w:t>
            </w:r>
          </w:p>
        </w:tc>
        <w:tc>
          <w:tcPr>
            <w:tcW w:w="1417" w:type="dxa"/>
            <w:vAlign w:val="bottom"/>
          </w:tcPr>
          <w:p w:rsidR="00537C9D" w:rsidRPr="00FF3440" w:rsidRDefault="00FF3440" w:rsidP="00025270">
            <w:pPr>
              <w:jc w:val="center"/>
            </w:pPr>
            <w:r>
              <w:t>4 168,0</w:t>
            </w:r>
          </w:p>
        </w:tc>
        <w:tc>
          <w:tcPr>
            <w:tcW w:w="1418" w:type="dxa"/>
            <w:vAlign w:val="bottom"/>
          </w:tcPr>
          <w:p w:rsidR="00537C9D" w:rsidRPr="00FF3440" w:rsidRDefault="00D46720" w:rsidP="00025270">
            <w:pPr>
              <w:jc w:val="center"/>
            </w:pPr>
            <w:r>
              <w:t>4 206,8</w:t>
            </w:r>
          </w:p>
        </w:tc>
        <w:tc>
          <w:tcPr>
            <w:tcW w:w="850" w:type="dxa"/>
            <w:vAlign w:val="bottom"/>
          </w:tcPr>
          <w:p w:rsidR="00537C9D" w:rsidRPr="005A2F23" w:rsidRDefault="005E162C" w:rsidP="00025270">
            <w:pPr>
              <w:jc w:val="center"/>
            </w:pPr>
            <w:r>
              <w:t>100,9</w:t>
            </w:r>
          </w:p>
        </w:tc>
      </w:tr>
      <w:tr w:rsidR="00537C9D" w:rsidRPr="00B431B7" w:rsidTr="0054439C">
        <w:trPr>
          <w:jc w:val="center"/>
        </w:trPr>
        <w:tc>
          <w:tcPr>
            <w:tcW w:w="3521" w:type="dxa"/>
          </w:tcPr>
          <w:p w:rsidR="00537C9D" w:rsidRPr="00A76968" w:rsidRDefault="00537C9D" w:rsidP="006D2BB2">
            <w:r w:rsidRPr="00A76968"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vAlign w:val="bottom"/>
          </w:tcPr>
          <w:p w:rsidR="00537C9D" w:rsidRPr="00A76968" w:rsidRDefault="00537C9D" w:rsidP="006D2BB2">
            <w:pPr>
              <w:jc w:val="center"/>
            </w:pPr>
            <w:r w:rsidRPr="00A76968">
              <w:t>048</w:t>
            </w:r>
          </w:p>
        </w:tc>
        <w:tc>
          <w:tcPr>
            <w:tcW w:w="2528" w:type="dxa"/>
            <w:vAlign w:val="bottom"/>
          </w:tcPr>
          <w:p w:rsidR="00537C9D" w:rsidRPr="005E162C" w:rsidRDefault="00537C9D" w:rsidP="0054439C">
            <w:pPr>
              <w:ind w:left="-108" w:right="-131"/>
              <w:jc w:val="center"/>
            </w:pPr>
            <w:r w:rsidRPr="005E162C">
              <w:t>1.12.01041.01.6000.120</w:t>
            </w:r>
          </w:p>
        </w:tc>
        <w:tc>
          <w:tcPr>
            <w:tcW w:w="1417" w:type="dxa"/>
            <w:vAlign w:val="bottom"/>
          </w:tcPr>
          <w:p w:rsidR="00537C9D" w:rsidRPr="005E162C" w:rsidRDefault="005E162C" w:rsidP="00025270">
            <w:pPr>
              <w:jc w:val="center"/>
            </w:pPr>
            <w:r>
              <w:t>22 894,3</w:t>
            </w:r>
          </w:p>
        </w:tc>
        <w:tc>
          <w:tcPr>
            <w:tcW w:w="1418" w:type="dxa"/>
            <w:vAlign w:val="bottom"/>
          </w:tcPr>
          <w:p w:rsidR="00537C9D" w:rsidRPr="005E162C" w:rsidRDefault="005E162C" w:rsidP="00025270">
            <w:pPr>
              <w:jc w:val="center"/>
            </w:pPr>
            <w:r>
              <w:t>22 859,8</w:t>
            </w:r>
          </w:p>
        </w:tc>
        <w:tc>
          <w:tcPr>
            <w:tcW w:w="850" w:type="dxa"/>
            <w:vAlign w:val="bottom"/>
          </w:tcPr>
          <w:p w:rsidR="00537C9D" w:rsidRPr="005A2F23" w:rsidRDefault="005E162C" w:rsidP="00025270">
            <w:pPr>
              <w:jc w:val="center"/>
            </w:pPr>
            <w:r>
              <w:t>99,8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A76968" w:rsidRDefault="00537C9D" w:rsidP="006D2BB2">
            <w:r w:rsidRPr="00A76968">
              <w:t xml:space="preserve"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</w:t>
            </w:r>
            <w:r w:rsidRPr="00A76968">
              <w:lastRenderedPageBreak/>
              <w:t>Российской Федерации)</w:t>
            </w:r>
          </w:p>
        </w:tc>
        <w:tc>
          <w:tcPr>
            <w:tcW w:w="992" w:type="dxa"/>
            <w:vAlign w:val="bottom"/>
          </w:tcPr>
          <w:p w:rsidR="00537C9D" w:rsidRPr="00A76968" w:rsidRDefault="00537C9D" w:rsidP="006D2BB2">
            <w:pPr>
              <w:jc w:val="center"/>
            </w:pPr>
            <w:r w:rsidRPr="00A76968">
              <w:lastRenderedPageBreak/>
              <w:t>048</w:t>
            </w:r>
          </w:p>
        </w:tc>
        <w:tc>
          <w:tcPr>
            <w:tcW w:w="2528" w:type="dxa"/>
            <w:vAlign w:val="bottom"/>
          </w:tcPr>
          <w:p w:rsidR="00537C9D" w:rsidRPr="005E162C" w:rsidRDefault="00537C9D" w:rsidP="0054439C">
            <w:pPr>
              <w:ind w:left="-108" w:right="-131"/>
              <w:jc w:val="center"/>
            </w:pPr>
          </w:p>
          <w:p w:rsidR="00537C9D" w:rsidRPr="005E162C" w:rsidRDefault="00537C9D" w:rsidP="0054439C">
            <w:pPr>
              <w:ind w:left="-108" w:right="-131"/>
              <w:jc w:val="center"/>
            </w:pPr>
          </w:p>
          <w:p w:rsidR="00537C9D" w:rsidRPr="005E162C" w:rsidRDefault="00537C9D" w:rsidP="0054439C">
            <w:pPr>
              <w:ind w:left="-108" w:right="-131"/>
              <w:jc w:val="center"/>
            </w:pPr>
          </w:p>
          <w:p w:rsidR="00537C9D" w:rsidRPr="005E162C" w:rsidRDefault="00537C9D" w:rsidP="0054439C">
            <w:pPr>
              <w:ind w:left="-108" w:right="-131"/>
              <w:jc w:val="center"/>
            </w:pPr>
            <w:r w:rsidRPr="005E162C">
              <w:t>1.12.01042.01.6000.120</w:t>
            </w:r>
          </w:p>
        </w:tc>
        <w:tc>
          <w:tcPr>
            <w:tcW w:w="1417" w:type="dxa"/>
            <w:vAlign w:val="bottom"/>
          </w:tcPr>
          <w:p w:rsidR="00537C9D" w:rsidRPr="005E162C" w:rsidRDefault="005E162C" w:rsidP="006D2BB2">
            <w:pPr>
              <w:jc w:val="center"/>
            </w:pPr>
            <w:r>
              <w:t>0,4</w:t>
            </w:r>
          </w:p>
        </w:tc>
        <w:tc>
          <w:tcPr>
            <w:tcW w:w="1418" w:type="dxa"/>
            <w:vAlign w:val="bottom"/>
          </w:tcPr>
          <w:p w:rsidR="00537C9D" w:rsidRPr="005E162C" w:rsidRDefault="005E162C" w:rsidP="006D2BB2">
            <w:pPr>
              <w:jc w:val="center"/>
            </w:pPr>
            <w:r>
              <w:t>0,3</w:t>
            </w:r>
          </w:p>
        </w:tc>
        <w:tc>
          <w:tcPr>
            <w:tcW w:w="850" w:type="dxa"/>
            <w:vAlign w:val="bottom"/>
          </w:tcPr>
          <w:p w:rsidR="00537C9D" w:rsidRPr="005A2F23" w:rsidRDefault="005E162C" w:rsidP="006D2BB2">
            <w:pPr>
              <w:jc w:val="center"/>
            </w:pPr>
            <w:r>
              <w:t>75</w:t>
            </w:r>
            <w:r w:rsidR="00537C9D" w:rsidRPr="005A2F23">
              <w:t>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A76968" w:rsidRDefault="00537C9D" w:rsidP="006D2BB2">
            <w:r w:rsidRPr="00A76968"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C55350" w:rsidRDefault="00C55350" w:rsidP="006D2BB2">
            <w:pPr>
              <w:jc w:val="center"/>
            </w:pPr>
          </w:p>
          <w:p w:rsidR="00537C9D" w:rsidRPr="00A76968" w:rsidRDefault="00537C9D" w:rsidP="006D2BB2">
            <w:pPr>
              <w:jc w:val="center"/>
            </w:pPr>
            <w:r w:rsidRPr="00A76968">
              <w:t>048</w:t>
            </w:r>
          </w:p>
        </w:tc>
        <w:tc>
          <w:tcPr>
            <w:tcW w:w="2528" w:type="dxa"/>
            <w:vAlign w:val="bottom"/>
          </w:tcPr>
          <w:p w:rsidR="00537C9D" w:rsidRPr="005E162C" w:rsidRDefault="00537C9D" w:rsidP="0054439C">
            <w:pPr>
              <w:ind w:left="-108" w:right="-131"/>
              <w:jc w:val="center"/>
            </w:pPr>
          </w:p>
          <w:p w:rsidR="00537C9D" w:rsidRPr="005E162C" w:rsidRDefault="00537C9D" w:rsidP="0054439C">
            <w:pPr>
              <w:ind w:left="-108" w:right="-131"/>
              <w:jc w:val="center"/>
            </w:pPr>
          </w:p>
          <w:p w:rsidR="00537C9D" w:rsidRPr="005E162C" w:rsidRDefault="00537C9D" w:rsidP="0054439C">
            <w:pPr>
              <w:ind w:left="-108" w:right="-131"/>
              <w:jc w:val="center"/>
            </w:pPr>
          </w:p>
          <w:p w:rsidR="00537C9D" w:rsidRPr="005E162C" w:rsidRDefault="00537C9D" w:rsidP="0054439C">
            <w:pPr>
              <w:ind w:left="-108" w:right="-131"/>
              <w:jc w:val="center"/>
            </w:pPr>
          </w:p>
          <w:p w:rsidR="00C55350" w:rsidRDefault="00C55350" w:rsidP="0054439C">
            <w:pPr>
              <w:ind w:left="-108" w:right="-131"/>
              <w:jc w:val="center"/>
            </w:pPr>
          </w:p>
          <w:p w:rsidR="00537C9D" w:rsidRPr="005E162C" w:rsidRDefault="00537C9D" w:rsidP="0054439C">
            <w:pPr>
              <w:ind w:left="-108" w:right="-131"/>
              <w:jc w:val="center"/>
            </w:pPr>
            <w:r w:rsidRPr="005E162C">
              <w:t>1.16.10123.01.0051.140</w:t>
            </w:r>
          </w:p>
        </w:tc>
        <w:tc>
          <w:tcPr>
            <w:tcW w:w="1417" w:type="dxa"/>
            <w:vAlign w:val="bottom"/>
          </w:tcPr>
          <w:p w:rsidR="00C55350" w:rsidRDefault="00C55350" w:rsidP="006D2BB2">
            <w:pPr>
              <w:jc w:val="center"/>
            </w:pPr>
          </w:p>
          <w:p w:rsidR="00537C9D" w:rsidRPr="005E162C" w:rsidRDefault="005E162C" w:rsidP="006D2BB2">
            <w:pPr>
              <w:jc w:val="center"/>
            </w:pPr>
            <w:r>
              <w:t>921,0</w:t>
            </w:r>
          </w:p>
        </w:tc>
        <w:tc>
          <w:tcPr>
            <w:tcW w:w="1418" w:type="dxa"/>
            <w:vAlign w:val="bottom"/>
          </w:tcPr>
          <w:p w:rsidR="00C55350" w:rsidRDefault="00C55350" w:rsidP="006D2BB2">
            <w:pPr>
              <w:jc w:val="center"/>
            </w:pPr>
          </w:p>
          <w:p w:rsidR="00B55D24" w:rsidRPr="005E162C" w:rsidRDefault="005E162C" w:rsidP="00B55D24">
            <w:pPr>
              <w:jc w:val="center"/>
            </w:pPr>
            <w:r>
              <w:t>92</w:t>
            </w:r>
            <w:r w:rsidR="00B55D24">
              <w:t>1,0</w:t>
            </w:r>
          </w:p>
        </w:tc>
        <w:tc>
          <w:tcPr>
            <w:tcW w:w="850" w:type="dxa"/>
            <w:vAlign w:val="bottom"/>
          </w:tcPr>
          <w:p w:rsidR="00C55350" w:rsidRDefault="00C55350" w:rsidP="006D2BB2">
            <w:pPr>
              <w:jc w:val="center"/>
            </w:pPr>
          </w:p>
          <w:p w:rsidR="00537C9D" w:rsidRDefault="005E162C" w:rsidP="006D2BB2">
            <w:pPr>
              <w:jc w:val="center"/>
            </w:pPr>
            <w:r>
              <w:t>10</w:t>
            </w:r>
            <w:r w:rsidR="00537C9D">
              <w:t>0,0</w:t>
            </w:r>
          </w:p>
        </w:tc>
      </w:tr>
      <w:tr w:rsidR="000A1CBE" w:rsidRPr="00F4756E" w:rsidTr="0054439C">
        <w:trPr>
          <w:trHeight w:val="790"/>
          <w:jc w:val="center"/>
        </w:trPr>
        <w:tc>
          <w:tcPr>
            <w:tcW w:w="3521" w:type="dxa"/>
          </w:tcPr>
          <w:p w:rsidR="000A1CBE" w:rsidRPr="00F061BA" w:rsidRDefault="000A1CBE" w:rsidP="006D2BB2">
            <w:pPr>
              <w:rPr>
                <w:b/>
                <w:bCs/>
                <w:szCs w:val="24"/>
              </w:rPr>
            </w:pPr>
            <w:r w:rsidRPr="00F061BA">
              <w:rPr>
                <w:b/>
                <w:bCs/>
              </w:rPr>
              <w:t>Министерство здравоохранения Российской Федерации</w:t>
            </w:r>
          </w:p>
        </w:tc>
        <w:tc>
          <w:tcPr>
            <w:tcW w:w="992" w:type="dxa"/>
            <w:vAlign w:val="bottom"/>
          </w:tcPr>
          <w:p w:rsidR="000A1CBE" w:rsidRPr="00F061BA" w:rsidRDefault="000A1CBE" w:rsidP="006D2BB2">
            <w:pPr>
              <w:jc w:val="center"/>
              <w:rPr>
                <w:b/>
              </w:rPr>
            </w:pPr>
            <w:r w:rsidRPr="00F061BA">
              <w:rPr>
                <w:b/>
              </w:rPr>
              <w:t>056</w:t>
            </w:r>
          </w:p>
        </w:tc>
        <w:tc>
          <w:tcPr>
            <w:tcW w:w="2528" w:type="dxa"/>
            <w:vAlign w:val="bottom"/>
          </w:tcPr>
          <w:p w:rsidR="000A1CBE" w:rsidRPr="00F061BA" w:rsidRDefault="000A1CBE" w:rsidP="0054439C">
            <w:pPr>
              <w:ind w:left="-108" w:right="-131"/>
              <w:jc w:val="center"/>
              <w:rPr>
                <w:b/>
              </w:rPr>
            </w:pPr>
          </w:p>
        </w:tc>
        <w:tc>
          <w:tcPr>
            <w:tcW w:w="1417" w:type="dxa"/>
            <w:vAlign w:val="bottom"/>
          </w:tcPr>
          <w:p w:rsidR="000A1CBE" w:rsidRPr="00F061BA" w:rsidRDefault="000A1CBE" w:rsidP="006D2BB2">
            <w:pPr>
              <w:jc w:val="center"/>
              <w:rPr>
                <w:b/>
              </w:rPr>
            </w:pPr>
            <w:r w:rsidRPr="00F061BA">
              <w:rPr>
                <w:b/>
              </w:rPr>
              <w:t>144,0</w:t>
            </w:r>
          </w:p>
        </w:tc>
        <w:tc>
          <w:tcPr>
            <w:tcW w:w="1418" w:type="dxa"/>
            <w:vAlign w:val="bottom"/>
          </w:tcPr>
          <w:p w:rsidR="000A1CBE" w:rsidRPr="00F061BA" w:rsidRDefault="000A1CBE" w:rsidP="006D2BB2">
            <w:pPr>
              <w:jc w:val="center"/>
              <w:rPr>
                <w:b/>
              </w:rPr>
            </w:pPr>
            <w:r w:rsidRPr="00F061BA">
              <w:rPr>
                <w:b/>
              </w:rPr>
              <w:t>144,0</w:t>
            </w:r>
          </w:p>
        </w:tc>
        <w:tc>
          <w:tcPr>
            <w:tcW w:w="850" w:type="dxa"/>
            <w:vAlign w:val="bottom"/>
          </w:tcPr>
          <w:p w:rsidR="000A1CBE" w:rsidRPr="000A1CBE" w:rsidRDefault="000A1CBE" w:rsidP="006D2BB2">
            <w:pPr>
              <w:jc w:val="center"/>
              <w:rPr>
                <w:b/>
              </w:rPr>
            </w:pPr>
            <w:r w:rsidRPr="00F061BA">
              <w:rPr>
                <w:b/>
              </w:rPr>
              <w:t>100,0</w:t>
            </w:r>
          </w:p>
        </w:tc>
      </w:tr>
      <w:tr w:rsidR="000A1CBE" w:rsidRPr="00F4756E" w:rsidTr="0054439C">
        <w:trPr>
          <w:jc w:val="center"/>
        </w:trPr>
        <w:tc>
          <w:tcPr>
            <w:tcW w:w="3521" w:type="dxa"/>
          </w:tcPr>
          <w:p w:rsidR="000A1CBE" w:rsidRPr="000A1CBE" w:rsidRDefault="000A1CBE" w:rsidP="000A1CBE">
            <w:pPr>
              <w:outlineLvl w:val="0"/>
              <w:rPr>
                <w:szCs w:val="24"/>
              </w:rPr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992" w:type="dxa"/>
            <w:vAlign w:val="bottom"/>
          </w:tcPr>
          <w:p w:rsidR="000A1CBE" w:rsidRPr="00A76968" w:rsidRDefault="000A1CBE" w:rsidP="006D2BB2">
            <w:pPr>
              <w:jc w:val="center"/>
            </w:pPr>
            <w:r>
              <w:t>056</w:t>
            </w:r>
          </w:p>
        </w:tc>
        <w:tc>
          <w:tcPr>
            <w:tcW w:w="2528" w:type="dxa"/>
            <w:vAlign w:val="bottom"/>
          </w:tcPr>
          <w:p w:rsidR="000A1CBE" w:rsidRDefault="000A1CBE" w:rsidP="0054439C">
            <w:pPr>
              <w:ind w:left="-108" w:right="-131"/>
              <w:jc w:val="center"/>
              <w:outlineLvl w:val="0"/>
            </w:pPr>
          </w:p>
          <w:p w:rsidR="000A1CBE" w:rsidRDefault="000A1CBE" w:rsidP="0054439C">
            <w:pPr>
              <w:ind w:left="-108" w:right="-131"/>
              <w:jc w:val="center"/>
              <w:outlineLvl w:val="0"/>
            </w:pPr>
          </w:p>
          <w:p w:rsidR="000A1CBE" w:rsidRDefault="000A1CBE" w:rsidP="0054439C">
            <w:pPr>
              <w:ind w:left="-108" w:right="-131"/>
              <w:jc w:val="center"/>
              <w:outlineLvl w:val="0"/>
            </w:pPr>
          </w:p>
          <w:p w:rsidR="000A1CBE" w:rsidRDefault="000A1CBE" w:rsidP="0054439C">
            <w:pPr>
              <w:ind w:left="-108" w:right="-131"/>
              <w:jc w:val="center"/>
              <w:outlineLvl w:val="0"/>
            </w:pPr>
          </w:p>
          <w:p w:rsidR="000A1CBE" w:rsidRDefault="000A1CBE" w:rsidP="0054439C">
            <w:pPr>
              <w:ind w:left="-108" w:right="-131"/>
              <w:jc w:val="center"/>
              <w:outlineLvl w:val="0"/>
            </w:pPr>
          </w:p>
          <w:p w:rsidR="000A1CBE" w:rsidRDefault="000A1CBE" w:rsidP="0054439C">
            <w:pPr>
              <w:ind w:left="-108" w:right="-131"/>
              <w:jc w:val="center"/>
              <w:outlineLvl w:val="0"/>
            </w:pPr>
          </w:p>
          <w:p w:rsidR="000A1CBE" w:rsidRDefault="000A1CBE" w:rsidP="0054439C">
            <w:pPr>
              <w:ind w:left="-108" w:right="-131"/>
              <w:jc w:val="center"/>
              <w:outlineLvl w:val="0"/>
            </w:pPr>
          </w:p>
          <w:p w:rsidR="000A1CBE" w:rsidRPr="0054439C" w:rsidRDefault="000A1CBE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t>1.16.11050.01.0000.140</w:t>
            </w:r>
          </w:p>
        </w:tc>
        <w:tc>
          <w:tcPr>
            <w:tcW w:w="1417" w:type="dxa"/>
            <w:vAlign w:val="bottom"/>
          </w:tcPr>
          <w:p w:rsidR="000A1CBE" w:rsidRDefault="000A1CBE" w:rsidP="006D2BB2">
            <w:pPr>
              <w:jc w:val="center"/>
            </w:pPr>
            <w:r>
              <w:t>144,0</w:t>
            </w:r>
          </w:p>
        </w:tc>
        <w:tc>
          <w:tcPr>
            <w:tcW w:w="1418" w:type="dxa"/>
            <w:vAlign w:val="bottom"/>
          </w:tcPr>
          <w:p w:rsidR="000A1CBE" w:rsidRDefault="000A1CBE" w:rsidP="006D2BB2">
            <w:pPr>
              <w:jc w:val="center"/>
            </w:pPr>
            <w:r>
              <w:t>144,0</w:t>
            </w:r>
          </w:p>
        </w:tc>
        <w:tc>
          <w:tcPr>
            <w:tcW w:w="850" w:type="dxa"/>
            <w:vAlign w:val="bottom"/>
          </w:tcPr>
          <w:p w:rsidR="000A1CBE" w:rsidRDefault="000A1CBE" w:rsidP="006D2BB2">
            <w:pPr>
              <w:jc w:val="center"/>
            </w:pPr>
          </w:p>
          <w:p w:rsidR="000A1CBE" w:rsidRDefault="0054439C" w:rsidP="0054439C">
            <w:pPr>
              <w:jc w:val="center"/>
            </w:pPr>
            <w:r>
              <w:t>100,0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0A1CBE" w:rsidRDefault="00537C9D" w:rsidP="006D2BB2">
            <w:pPr>
              <w:rPr>
                <w:b/>
                <w:color w:val="000000"/>
                <w:szCs w:val="24"/>
              </w:rPr>
            </w:pPr>
            <w:r w:rsidRPr="000A1CBE">
              <w:rPr>
                <w:b/>
                <w:szCs w:val="24"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992" w:type="dxa"/>
            <w:vAlign w:val="bottom"/>
          </w:tcPr>
          <w:p w:rsidR="00537C9D" w:rsidRPr="000A1CBE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  <w:r w:rsidRPr="000A1CBE">
              <w:rPr>
                <w:b/>
                <w:color w:val="000000"/>
                <w:szCs w:val="24"/>
              </w:rPr>
              <w:t>057</w:t>
            </w:r>
          </w:p>
        </w:tc>
        <w:tc>
          <w:tcPr>
            <w:tcW w:w="2528" w:type="dxa"/>
            <w:vAlign w:val="bottom"/>
          </w:tcPr>
          <w:p w:rsidR="00537C9D" w:rsidRPr="000A1CBE" w:rsidRDefault="00537C9D" w:rsidP="006D2BB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37C9D" w:rsidRPr="000A1CBE" w:rsidRDefault="000A1CBE" w:rsidP="006D2BB2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29 133,</w:t>
            </w:r>
            <w:r w:rsidRPr="00992154">
              <w:rPr>
                <w:b/>
                <w:szCs w:val="24"/>
              </w:rPr>
              <w:t>4</w:t>
            </w:r>
          </w:p>
        </w:tc>
        <w:tc>
          <w:tcPr>
            <w:tcW w:w="1418" w:type="dxa"/>
            <w:vAlign w:val="bottom"/>
          </w:tcPr>
          <w:p w:rsidR="00537C9D" w:rsidRPr="000A1CBE" w:rsidRDefault="000A1CBE" w:rsidP="006D2BB2">
            <w:pPr>
              <w:jc w:val="center"/>
              <w:outlineLvl w:val="0"/>
              <w:rPr>
                <w:b/>
                <w:szCs w:val="24"/>
              </w:rPr>
            </w:pPr>
            <w:r w:rsidRPr="00F061BA">
              <w:rPr>
                <w:b/>
                <w:szCs w:val="24"/>
              </w:rPr>
              <w:t>28 352,</w:t>
            </w:r>
            <w:r w:rsidR="00581407" w:rsidRPr="00F061BA">
              <w:rPr>
                <w:b/>
                <w:szCs w:val="24"/>
              </w:rPr>
              <w:t>7</w:t>
            </w:r>
          </w:p>
        </w:tc>
        <w:tc>
          <w:tcPr>
            <w:tcW w:w="850" w:type="dxa"/>
            <w:vAlign w:val="bottom"/>
          </w:tcPr>
          <w:p w:rsidR="00537C9D" w:rsidRPr="000A1CBE" w:rsidRDefault="000A1CBE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97,3</w:t>
            </w:r>
          </w:p>
        </w:tc>
      </w:tr>
      <w:tr w:rsidR="00537C9D" w:rsidRPr="00871C3B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537C9D" w:rsidRPr="00871C3B" w:rsidRDefault="00537C9D" w:rsidP="0054439C">
            <w:pPr>
              <w:ind w:left="-108" w:right="-131"/>
              <w:jc w:val="center"/>
            </w:pPr>
            <w:r w:rsidRPr="00871C3B">
              <w:t>1.13.02995.05.0000.130</w:t>
            </w:r>
          </w:p>
        </w:tc>
        <w:tc>
          <w:tcPr>
            <w:tcW w:w="1417" w:type="dxa"/>
            <w:vAlign w:val="bottom"/>
          </w:tcPr>
          <w:p w:rsidR="00537C9D" w:rsidRPr="00871C3B" w:rsidRDefault="00871C3B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537C9D" w:rsidRPr="00871C3B" w:rsidRDefault="00871C3B" w:rsidP="006D2BB2">
            <w:pPr>
              <w:jc w:val="center"/>
            </w:pPr>
            <w:r>
              <w:t>35,0</w:t>
            </w:r>
          </w:p>
        </w:tc>
        <w:tc>
          <w:tcPr>
            <w:tcW w:w="850" w:type="dxa"/>
            <w:vAlign w:val="bottom"/>
          </w:tcPr>
          <w:p w:rsidR="00537C9D" w:rsidRPr="00871C3B" w:rsidRDefault="00537C9D" w:rsidP="006D2BB2">
            <w:pPr>
              <w:jc w:val="center"/>
            </w:pPr>
            <w:r w:rsidRPr="00871C3B">
              <w:t>0,0</w:t>
            </w:r>
          </w:p>
        </w:tc>
      </w:tr>
      <w:tr w:rsidR="00537C9D" w:rsidRPr="00871C3B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6F42F9" w:rsidRDefault="006F42F9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  <w:r w:rsidRPr="00871C3B">
              <w:t>1.16.10100.05.0000.140</w:t>
            </w:r>
          </w:p>
        </w:tc>
        <w:tc>
          <w:tcPr>
            <w:tcW w:w="1417" w:type="dxa"/>
            <w:vAlign w:val="bottom"/>
          </w:tcPr>
          <w:p w:rsidR="006F42F9" w:rsidRDefault="006F42F9" w:rsidP="00871C3B">
            <w:pPr>
              <w:jc w:val="center"/>
            </w:pPr>
          </w:p>
          <w:p w:rsidR="00537C9D" w:rsidRPr="00871C3B" w:rsidRDefault="00871C3B" w:rsidP="00871C3B">
            <w:pPr>
              <w:jc w:val="center"/>
            </w:pPr>
            <w:r>
              <w:t>55,2</w:t>
            </w:r>
          </w:p>
        </w:tc>
        <w:tc>
          <w:tcPr>
            <w:tcW w:w="1418" w:type="dxa"/>
            <w:vAlign w:val="bottom"/>
          </w:tcPr>
          <w:p w:rsidR="006F42F9" w:rsidRDefault="006F42F9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>
              <w:t>55,2</w:t>
            </w:r>
          </w:p>
        </w:tc>
        <w:tc>
          <w:tcPr>
            <w:tcW w:w="850" w:type="dxa"/>
            <w:vAlign w:val="bottom"/>
          </w:tcPr>
          <w:p w:rsidR="006F42F9" w:rsidRDefault="006F42F9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>
              <w:t>10</w:t>
            </w:r>
            <w:r w:rsidR="00537C9D" w:rsidRPr="00871C3B">
              <w:t>0,0</w:t>
            </w:r>
          </w:p>
        </w:tc>
      </w:tr>
      <w:tr w:rsidR="00537C9D" w:rsidRPr="003C291F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t xml:space="preserve">Субсидии бюджетам муниципальных районов на </w:t>
            </w:r>
            <w:proofErr w:type="spellStart"/>
            <w:r w:rsidRPr="00871C3B">
              <w:t>софинансирование</w:t>
            </w:r>
            <w:proofErr w:type="spellEnd"/>
            <w:r w:rsidRPr="00871C3B"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</w:t>
            </w:r>
            <w:r w:rsidRPr="00871C3B">
              <w:lastRenderedPageBreak/>
              <w:t>искусств по видам искусств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871C3B" w:rsidRDefault="00871C3B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2D5B8A" w:rsidRDefault="002D5B8A" w:rsidP="0054439C">
            <w:pPr>
              <w:ind w:left="-108" w:right="-131"/>
              <w:jc w:val="center"/>
            </w:pPr>
          </w:p>
          <w:p w:rsidR="002D5B8A" w:rsidRDefault="002D5B8A" w:rsidP="0054439C">
            <w:pPr>
              <w:ind w:left="-108" w:right="-131"/>
              <w:jc w:val="center"/>
            </w:pPr>
          </w:p>
          <w:p w:rsidR="002D5B8A" w:rsidRDefault="002D5B8A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  <w:r w:rsidRPr="00871C3B">
              <w:t>2.02.25306.05.0110.150</w:t>
            </w:r>
          </w:p>
        </w:tc>
        <w:tc>
          <w:tcPr>
            <w:tcW w:w="1417" w:type="dxa"/>
            <w:vAlign w:val="bottom"/>
          </w:tcPr>
          <w:p w:rsidR="002D5B8A" w:rsidRDefault="002D5B8A" w:rsidP="006D2BB2">
            <w:pPr>
              <w:jc w:val="center"/>
            </w:pPr>
          </w:p>
          <w:p w:rsidR="002D5B8A" w:rsidRDefault="002D5B8A" w:rsidP="006D2BB2">
            <w:pPr>
              <w:jc w:val="center"/>
            </w:pPr>
          </w:p>
          <w:p w:rsidR="002D5B8A" w:rsidRDefault="002D5B8A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>
              <w:t>130,</w:t>
            </w:r>
            <w:r w:rsidR="00537C9D" w:rsidRPr="00871C3B">
              <w:t>4</w:t>
            </w:r>
          </w:p>
        </w:tc>
        <w:tc>
          <w:tcPr>
            <w:tcW w:w="1418" w:type="dxa"/>
            <w:vAlign w:val="bottom"/>
          </w:tcPr>
          <w:p w:rsidR="002D5B8A" w:rsidRDefault="002D5B8A" w:rsidP="006D2BB2">
            <w:pPr>
              <w:jc w:val="center"/>
            </w:pPr>
          </w:p>
          <w:p w:rsidR="002D5B8A" w:rsidRDefault="002D5B8A" w:rsidP="006D2BB2">
            <w:pPr>
              <w:jc w:val="center"/>
            </w:pPr>
          </w:p>
          <w:p w:rsidR="002D5B8A" w:rsidRDefault="002D5B8A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>
              <w:t>130,4</w:t>
            </w:r>
          </w:p>
        </w:tc>
        <w:tc>
          <w:tcPr>
            <w:tcW w:w="850" w:type="dxa"/>
            <w:vAlign w:val="bottom"/>
          </w:tcPr>
          <w:p w:rsidR="002D5B8A" w:rsidRDefault="002D5B8A" w:rsidP="006D2BB2">
            <w:pPr>
              <w:jc w:val="center"/>
            </w:pPr>
          </w:p>
          <w:p w:rsidR="002D5B8A" w:rsidRDefault="002D5B8A" w:rsidP="006D2BB2">
            <w:pPr>
              <w:jc w:val="center"/>
            </w:pPr>
          </w:p>
          <w:p w:rsidR="002D5B8A" w:rsidRDefault="002D5B8A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  <w:r w:rsidRPr="00871C3B">
              <w:t>100,0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lastRenderedPageBreak/>
              <w:t xml:space="preserve">Субсидии бюджетам муниципальных районов на </w:t>
            </w:r>
            <w:proofErr w:type="spellStart"/>
            <w:r w:rsidRPr="00871C3B">
              <w:t>софинансирование</w:t>
            </w:r>
            <w:proofErr w:type="spellEnd"/>
            <w:r w:rsidRPr="00871C3B"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537C9D" w:rsidRPr="00871C3B" w:rsidRDefault="00537C9D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  <w:r w:rsidRPr="00871C3B">
              <w:t>2.02.25306.05.0220.150</w:t>
            </w:r>
          </w:p>
        </w:tc>
        <w:tc>
          <w:tcPr>
            <w:tcW w:w="1417" w:type="dxa"/>
            <w:vAlign w:val="bottom"/>
          </w:tcPr>
          <w:p w:rsidR="00871C3B" w:rsidRDefault="00871C3B" w:rsidP="006D2BB2">
            <w:pPr>
              <w:jc w:val="center"/>
            </w:pPr>
          </w:p>
          <w:p w:rsidR="00537C9D" w:rsidRPr="00871C3B" w:rsidRDefault="00133803" w:rsidP="00133803">
            <w:r>
              <w:t xml:space="preserve">      </w:t>
            </w:r>
            <w:r w:rsidR="00871C3B" w:rsidRPr="00871C3B">
              <w:t>35,9</w:t>
            </w:r>
          </w:p>
        </w:tc>
        <w:tc>
          <w:tcPr>
            <w:tcW w:w="1418" w:type="dxa"/>
            <w:vAlign w:val="bottom"/>
          </w:tcPr>
          <w:p w:rsidR="00871C3B" w:rsidRDefault="00871C3B" w:rsidP="006D2BB2">
            <w:pPr>
              <w:jc w:val="center"/>
            </w:pPr>
          </w:p>
          <w:p w:rsidR="00537C9D" w:rsidRPr="00871C3B" w:rsidRDefault="00871C3B" w:rsidP="00133803">
            <w:pPr>
              <w:jc w:val="center"/>
            </w:pPr>
            <w:r w:rsidRPr="00871C3B">
              <w:t>35,9</w:t>
            </w:r>
          </w:p>
        </w:tc>
        <w:tc>
          <w:tcPr>
            <w:tcW w:w="850" w:type="dxa"/>
            <w:vAlign w:val="bottom"/>
          </w:tcPr>
          <w:p w:rsidR="00871C3B" w:rsidRDefault="00871C3B" w:rsidP="006D2BB2">
            <w:pPr>
              <w:jc w:val="center"/>
            </w:pPr>
          </w:p>
          <w:p w:rsidR="00537C9D" w:rsidRPr="00D82028" w:rsidRDefault="00537C9D" w:rsidP="00133803">
            <w:r w:rsidRPr="00D82028">
              <w:t>100,0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6D2BB2"/>
          <w:p w:rsidR="00537C9D" w:rsidRPr="00871C3B" w:rsidRDefault="00537C9D" w:rsidP="00005360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537C9D" w:rsidRPr="00871C3B" w:rsidRDefault="00537C9D" w:rsidP="0054439C">
            <w:pPr>
              <w:ind w:left="-108" w:right="-131"/>
              <w:jc w:val="center"/>
            </w:pPr>
          </w:p>
          <w:p w:rsidR="00581407" w:rsidRDefault="00581407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  <w:r w:rsidRPr="00871C3B">
              <w:t>2.02.25467.05.0110.150</w:t>
            </w:r>
          </w:p>
        </w:tc>
        <w:tc>
          <w:tcPr>
            <w:tcW w:w="1417" w:type="dxa"/>
            <w:vAlign w:val="bottom"/>
          </w:tcPr>
          <w:p w:rsidR="00581407" w:rsidRDefault="00581407" w:rsidP="006D2BB2">
            <w:pPr>
              <w:jc w:val="center"/>
            </w:pPr>
          </w:p>
          <w:p w:rsidR="00581407" w:rsidRDefault="00581407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 w:rsidRPr="00871C3B">
              <w:t>311,1</w:t>
            </w:r>
          </w:p>
        </w:tc>
        <w:tc>
          <w:tcPr>
            <w:tcW w:w="1418" w:type="dxa"/>
            <w:vAlign w:val="bottom"/>
          </w:tcPr>
          <w:p w:rsidR="00581407" w:rsidRDefault="00581407" w:rsidP="006D2BB2">
            <w:pPr>
              <w:jc w:val="center"/>
            </w:pPr>
          </w:p>
          <w:p w:rsidR="00581407" w:rsidRDefault="00581407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 w:rsidRPr="00871C3B">
              <w:t>311,1</w:t>
            </w:r>
          </w:p>
        </w:tc>
        <w:tc>
          <w:tcPr>
            <w:tcW w:w="850" w:type="dxa"/>
            <w:vAlign w:val="bottom"/>
          </w:tcPr>
          <w:p w:rsidR="00581407" w:rsidRDefault="00581407" w:rsidP="006D2BB2">
            <w:pPr>
              <w:jc w:val="center"/>
            </w:pPr>
          </w:p>
          <w:p w:rsidR="00581407" w:rsidRDefault="00581407" w:rsidP="006D2BB2">
            <w:pPr>
              <w:jc w:val="center"/>
            </w:pPr>
          </w:p>
          <w:p w:rsidR="00537C9D" w:rsidRPr="00D82028" w:rsidRDefault="00537C9D" w:rsidP="006D2BB2">
            <w:pPr>
              <w:jc w:val="center"/>
            </w:pPr>
            <w:r w:rsidRPr="00D82028">
              <w:t>100,0</w:t>
            </w:r>
          </w:p>
        </w:tc>
      </w:tr>
      <w:tr w:rsidR="00537C9D" w:rsidRPr="005F2C56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</w:p>
          <w:p w:rsidR="00537C9D" w:rsidRPr="00871C3B" w:rsidRDefault="00537C9D" w:rsidP="00871C3B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581407" w:rsidRDefault="00581407" w:rsidP="0054439C">
            <w:pPr>
              <w:ind w:left="-108" w:right="-131"/>
              <w:jc w:val="center"/>
            </w:pPr>
          </w:p>
          <w:p w:rsidR="00537C9D" w:rsidRPr="00871C3B" w:rsidRDefault="00537C9D" w:rsidP="0054439C">
            <w:pPr>
              <w:ind w:left="-108" w:right="-131"/>
              <w:jc w:val="center"/>
            </w:pPr>
            <w:r w:rsidRPr="00871C3B">
              <w:t>2.02.25467.05.0220.150</w:t>
            </w:r>
          </w:p>
        </w:tc>
        <w:tc>
          <w:tcPr>
            <w:tcW w:w="1417" w:type="dxa"/>
            <w:vAlign w:val="bottom"/>
          </w:tcPr>
          <w:p w:rsidR="00581407" w:rsidRDefault="00581407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>
              <w:t>109,3</w:t>
            </w:r>
          </w:p>
        </w:tc>
        <w:tc>
          <w:tcPr>
            <w:tcW w:w="1418" w:type="dxa"/>
            <w:vAlign w:val="bottom"/>
          </w:tcPr>
          <w:p w:rsidR="00581407" w:rsidRDefault="00581407" w:rsidP="006D2BB2">
            <w:pPr>
              <w:jc w:val="center"/>
            </w:pPr>
          </w:p>
          <w:p w:rsidR="00537C9D" w:rsidRPr="00871C3B" w:rsidRDefault="00871C3B" w:rsidP="006D2BB2">
            <w:pPr>
              <w:jc w:val="center"/>
            </w:pPr>
            <w:r>
              <w:t>109,3</w:t>
            </w:r>
          </w:p>
        </w:tc>
        <w:tc>
          <w:tcPr>
            <w:tcW w:w="850" w:type="dxa"/>
            <w:vAlign w:val="bottom"/>
          </w:tcPr>
          <w:p w:rsidR="00581407" w:rsidRDefault="00581407" w:rsidP="006D2BB2">
            <w:pPr>
              <w:jc w:val="center"/>
            </w:pPr>
          </w:p>
          <w:p w:rsidR="00537C9D" w:rsidRPr="00D82028" w:rsidRDefault="00537C9D" w:rsidP="006D2BB2">
            <w:pPr>
              <w:jc w:val="center"/>
            </w:pPr>
            <w:r w:rsidRPr="00D82028">
              <w:t>100,0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t>Субсидия бюджетам муниципальных районов на поддержку отрасли культуры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537C9D" w:rsidRPr="00871C3B" w:rsidRDefault="00537C9D" w:rsidP="0054439C">
            <w:pPr>
              <w:ind w:left="-108" w:right="-131"/>
              <w:jc w:val="center"/>
            </w:pPr>
            <w:r w:rsidRPr="00871C3B">
              <w:t>2.02.25519.05.0110.150</w:t>
            </w:r>
          </w:p>
        </w:tc>
        <w:tc>
          <w:tcPr>
            <w:tcW w:w="1417" w:type="dxa"/>
            <w:vAlign w:val="bottom"/>
          </w:tcPr>
          <w:p w:rsidR="00537C9D" w:rsidRPr="00871C3B" w:rsidRDefault="00871C3B" w:rsidP="006D2BB2">
            <w:pPr>
              <w:jc w:val="center"/>
            </w:pPr>
            <w:r>
              <w:t>2 495,7</w:t>
            </w:r>
          </w:p>
        </w:tc>
        <w:tc>
          <w:tcPr>
            <w:tcW w:w="1418" w:type="dxa"/>
            <w:vAlign w:val="bottom"/>
          </w:tcPr>
          <w:p w:rsidR="00537C9D" w:rsidRPr="00871C3B" w:rsidRDefault="00871C3B" w:rsidP="006D2BB2">
            <w:pPr>
              <w:jc w:val="center"/>
            </w:pPr>
            <w:r>
              <w:t>0,0</w:t>
            </w:r>
          </w:p>
        </w:tc>
        <w:tc>
          <w:tcPr>
            <w:tcW w:w="850" w:type="dxa"/>
            <w:vAlign w:val="bottom"/>
          </w:tcPr>
          <w:p w:rsidR="00537C9D" w:rsidRPr="00D82028" w:rsidRDefault="00537C9D" w:rsidP="006D2BB2">
            <w:pPr>
              <w:jc w:val="center"/>
            </w:pPr>
            <w:r w:rsidRPr="00D82028">
              <w:t>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871C3B" w:rsidRDefault="00537C9D" w:rsidP="006D2BB2">
            <w:r w:rsidRPr="00871C3B">
              <w:t>Субсидия бюджетам муниципальных районов на поддержку отрасли культуры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871C3B" w:rsidRDefault="00537C9D" w:rsidP="006D2BB2">
            <w:pPr>
              <w:jc w:val="center"/>
            </w:pPr>
            <w:r w:rsidRPr="00871C3B">
              <w:t>057</w:t>
            </w:r>
          </w:p>
        </w:tc>
        <w:tc>
          <w:tcPr>
            <w:tcW w:w="2528" w:type="dxa"/>
            <w:vAlign w:val="bottom"/>
          </w:tcPr>
          <w:p w:rsidR="00537C9D" w:rsidRPr="00871C3B" w:rsidRDefault="00537C9D" w:rsidP="0054439C">
            <w:pPr>
              <w:ind w:left="-108" w:right="-131" w:firstLine="108"/>
            </w:pPr>
            <w:r w:rsidRPr="00871C3B">
              <w:t>2.02.25519.05.0220.150</w:t>
            </w:r>
          </w:p>
        </w:tc>
        <w:tc>
          <w:tcPr>
            <w:tcW w:w="1417" w:type="dxa"/>
            <w:vAlign w:val="bottom"/>
          </w:tcPr>
          <w:p w:rsidR="00537C9D" w:rsidRPr="00871C3B" w:rsidRDefault="00871C3B" w:rsidP="006D2BB2">
            <w:pPr>
              <w:jc w:val="center"/>
            </w:pPr>
            <w:r>
              <w:t>228,</w:t>
            </w:r>
            <w:r w:rsidR="00992154">
              <w:t>8</w:t>
            </w:r>
          </w:p>
        </w:tc>
        <w:tc>
          <w:tcPr>
            <w:tcW w:w="1418" w:type="dxa"/>
            <w:vAlign w:val="bottom"/>
          </w:tcPr>
          <w:p w:rsidR="00537C9D" w:rsidRPr="00871C3B" w:rsidRDefault="00871C3B" w:rsidP="006D2BB2">
            <w:pPr>
              <w:jc w:val="center"/>
            </w:pPr>
            <w:r>
              <w:t>2 724</w:t>
            </w:r>
            <w:r w:rsidRPr="00621927">
              <w:t>,5</w:t>
            </w:r>
          </w:p>
        </w:tc>
        <w:tc>
          <w:tcPr>
            <w:tcW w:w="850" w:type="dxa"/>
            <w:vAlign w:val="bottom"/>
          </w:tcPr>
          <w:p w:rsidR="00537C9D" w:rsidRPr="00D82028" w:rsidRDefault="00871C3B" w:rsidP="006D2BB2">
            <w:pPr>
              <w:jc w:val="center"/>
            </w:pPr>
            <w:r>
              <w:t>в 11,9 раза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7711CC" w:rsidRPr="007711CC" w:rsidRDefault="00537C9D" w:rsidP="006D2BB2">
            <w:r w:rsidRPr="007711CC">
              <w:t>Прочие субсидии бюджетам муниципальных районов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7711CC" w:rsidRDefault="00537C9D" w:rsidP="006D2BB2">
            <w:pPr>
              <w:jc w:val="center"/>
            </w:pPr>
            <w:r w:rsidRPr="007711CC">
              <w:t>057</w:t>
            </w:r>
          </w:p>
        </w:tc>
        <w:tc>
          <w:tcPr>
            <w:tcW w:w="2528" w:type="dxa"/>
            <w:vAlign w:val="bottom"/>
          </w:tcPr>
          <w:p w:rsidR="00537C9D" w:rsidRPr="007711CC" w:rsidRDefault="00537C9D" w:rsidP="0054439C">
            <w:pPr>
              <w:ind w:left="-108" w:right="-131" w:firstLine="108"/>
            </w:pPr>
            <w:r w:rsidRPr="007711CC">
              <w:t>2.02.29999.05.0220.150</w:t>
            </w:r>
          </w:p>
        </w:tc>
        <w:tc>
          <w:tcPr>
            <w:tcW w:w="1417" w:type="dxa"/>
            <w:vAlign w:val="bottom"/>
          </w:tcPr>
          <w:p w:rsidR="00537C9D" w:rsidRPr="007711CC" w:rsidRDefault="00537C9D" w:rsidP="007711CC">
            <w:pPr>
              <w:jc w:val="center"/>
            </w:pPr>
            <w:r w:rsidRPr="007711CC">
              <w:t>13</w:t>
            </w:r>
            <w:r w:rsidR="007711CC">
              <w:t> 278,6</w:t>
            </w:r>
          </w:p>
        </w:tc>
        <w:tc>
          <w:tcPr>
            <w:tcW w:w="1418" w:type="dxa"/>
            <w:vAlign w:val="bottom"/>
          </w:tcPr>
          <w:p w:rsidR="00537C9D" w:rsidRPr="007711CC" w:rsidRDefault="007711CC" w:rsidP="006D2BB2">
            <w:pPr>
              <w:jc w:val="center"/>
            </w:pPr>
            <w:r>
              <w:t>12 518,2</w:t>
            </w:r>
          </w:p>
        </w:tc>
        <w:tc>
          <w:tcPr>
            <w:tcW w:w="850" w:type="dxa"/>
            <w:vAlign w:val="bottom"/>
          </w:tcPr>
          <w:p w:rsidR="00537C9D" w:rsidRPr="00D82028" w:rsidRDefault="007711CC" w:rsidP="006D2BB2">
            <w:pPr>
              <w:jc w:val="center"/>
            </w:pPr>
            <w:r>
              <w:t>94,3</w:t>
            </w:r>
          </w:p>
        </w:tc>
      </w:tr>
      <w:tr w:rsidR="007711CC" w:rsidRPr="00F4756E" w:rsidTr="0054439C">
        <w:trPr>
          <w:jc w:val="center"/>
        </w:trPr>
        <w:tc>
          <w:tcPr>
            <w:tcW w:w="3521" w:type="dxa"/>
          </w:tcPr>
          <w:p w:rsidR="007711CC" w:rsidRPr="007711CC" w:rsidRDefault="007711CC" w:rsidP="007711CC">
            <w:pPr>
              <w:outlineLvl w:val="0"/>
              <w:rPr>
                <w:szCs w:val="24"/>
              </w:rPr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bottom"/>
          </w:tcPr>
          <w:p w:rsidR="007711CC" w:rsidRDefault="007711CC" w:rsidP="006D2BB2">
            <w:pPr>
              <w:jc w:val="center"/>
            </w:pPr>
          </w:p>
          <w:p w:rsidR="007711CC" w:rsidRDefault="007711CC" w:rsidP="006D2BB2">
            <w:pPr>
              <w:jc w:val="center"/>
            </w:pPr>
          </w:p>
          <w:p w:rsidR="007711CC" w:rsidRDefault="007711CC" w:rsidP="006D2BB2">
            <w:pPr>
              <w:jc w:val="center"/>
            </w:pPr>
          </w:p>
          <w:p w:rsidR="007711CC" w:rsidRDefault="007711CC" w:rsidP="006D2BB2">
            <w:pPr>
              <w:jc w:val="center"/>
            </w:pPr>
          </w:p>
          <w:p w:rsidR="007711CC" w:rsidRPr="007711CC" w:rsidRDefault="007711CC" w:rsidP="006D2BB2">
            <w:pPr>
              <w:jc w:val="center"/>
            </w:pPr>
            <w:r>
              <w:t>057</w:t>
            </w:r>
          </w:p>
        </w:tc>
        <w:tc>
          <w:tcPr>
            <w:tcW w:w="2528" w:type="dxa"/>
            <w:vAlign w:val="bottom"/>
          </w:tcPr>
          <w:p w:rsidR="007711CC" w:rsidRDefault="007711CC" w:rsidP="0054439C">
            <w:pPr>
              <w:ind w:left="-108" w:right="-131" w:firstLine="108"/>
              <w:outlineLvl w:val="0"/>
            </w:pPr>
          </w:p>
          <w:p w:rsidR="007711CC" w:rsidRDefault="007711CC" w:rsidP="0054439C">
            <w:pPr>
              <w:ind w:left="-108" w:right="-131" w:firstLine="108"/>
              <w:outlineLvl w:val="0"/>
            </w:pPr>
          </w:p>
          <w:p w:rsidR="007711CC" w:rsidRDefault="007711CC" w:rsidP="0054439C">
            <w:pPr>
              <w:ind w:left="-108" w:right="-131" w:firstLine="108"/>
              <w:outlineLvl w:val="0"/>
            </w:pPr>
          </w:p>
          <w:p w:rsidR="007711CC" w:rsidRDefault="007711CC" w:rsidP="0054439C">
            <w:pPr>
              <w:ind w:left="-108" w:right="-131" w:firstLine="108"/>
              <w:outlineLvl w:val="0"/>
            </w:pPr>
          </w:p>
          <w:p w:rsidR="007711CC" w:rsidRPr="0054439C" w:rsidRDefault="007711CC" w:rsidP="0054439C">
            <w:pPr>
              <w:ind w:left="-108" w:right="-131" w:firstLine="108"/>
              <w:outlineLvl w:val="0"/>
              <w:rPr>
                <w:szCs w:val="24"/>
              </w:rPr>
            </w:pPr>
            <w:r>
              <w:t>2.02.40014.05.0000.150</w:t>
            </w:r>
          </w:p>
        </w:tc>
        <w:tc>
          <w:tcPr>
            <w:tcW w:w="1417" w:type="dxa"/>
            <w:vAlign w:val="bottom"/>
          </w:tcPr>
          <w:p w:rsidR="007711CC" w:rsidRPr="007711CC" w:rsidRDefault="007711CC" w:rsidP="007711CC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7711CC" w:rsidRDefault="007711CC" w:rsidP="006D2BB2">
            <w:pPr>
              <w:jc w:val="center"/>
            </w:pPr>
            <w:r>
              <w:t>869,9</w:t>
            </w:r>
          </w:p>
        </w:tc>
        <w:tc>
          <w:tcPr>
            <w:tcW w:w="850" w:type="dxa"/>
            <w:vAlign w:val="bottom"/>
          </w:tcPr>
          <w:p w:rsidR="007711CC" w:rsidRDefault="006109C4" w:rsidP="006D2BB2">
            <w:pPr>
              <w:jc w:val="center"/>
            </w:pPr>
            <w:r>
              <w:t>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7711CC" w:rsidRDefault="00537C9D" w:rsidP="006D2BB2">
            <w:r w:rsidRPr="007711CC">
              <w:t xml:space="preserve">Межбюджетные трансферты, передаваемые бюджетам муниципальных районов для </w:t>
            </w:r>
            <w:r w:rsidRPr="007711CC">
              <w:lastRenderedPageBreak/>
              <w:t>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7711CC" w:rsidRDefault="00537C9D" w:rsidP="006D2BB2">
            <w:pPr>
              <w:jc w:val="center"/>
            </w:pPr>
            <w:r w:rsidRPr="007711CC">
              <w:lastRenderedPageBreak/>
              <w:t>057</w:t>
            </w:r>
          </w:p>
        </w:tc>
        <w:tc>
          <w:tcPr>
            <w:tcW w:w="2528" w:type="dxa"/>
            <w:vAlign w:val="bottom"/>
          </w:tcPr>
          <w:p w:rsidR="00537C9D" w:rsidRPr="007711CC" w:rsidRDefault="00537C9D" w:rsidP="0054439C">
            <w:pPr>
              <w:ind w:left="-108" w:right="-131"/>
              <w:jc w:val="center"/>
            </w:pPr>
            <w:r w:rsidRPr="007711CC">
              <w:t>2.02.45160.05.0220.150</w:t>
            </w:r>
          </w:p>
        </w:tc>
        <w:tc>
          <w:tcPr>
            <w:tcW w:w="1417" w:type="dxa"/>
            <w:vAlign w:val="bottom"/>
          </w:tcPr>
          <w:p w:rsidR="00537C9D" w:rsidRPr="007711CC" w:rsidRDefault="007711CC" w:rsidP="006D2BB2">
            <w:pPr>
              <w:jc w:val="center"/>
            </w:pPr>
            <w:r>
              <w:t>590,</w:t>
            </w:r>
            <w:r w:rsidR="00992154">
              <w:t>9</w:t>
            </w:r>
          </w:p>
        </w:tc>
        <w:tc>
          <w:tcPr>
            <w:tcW w:w="1418" w:type="dxa"/>
            <w:vAlign w:val="bottom"/>
          </w:tcPr>
          <w:p w:rsidR="00537C9D" w:rsidRPr="007711CC" w:rsidRDefault="007711CC" w:rsidP="006D2BB2">
            <w:pPr>
              <w:jc w:val="center"/>
            </w:pPr>
            <w:r>
              <w:t>590,8</w:t>
            </w:r>
          </w:p>
        </w:tc>
        <w:tc>
          <w:tcPr>
            <w:tcW w:w="850" w:type="dxa"/>
            <w:vAlign w:val="bottom"/>
          </w:tcPr>
          <w:p w:rsidR="00537C9D" w:rsidRPr="00D82028" w:rsidRDefault="00537C9D" w:rsidP="006D2BB2">
            <w:pPr>
              <w:jc w:val="center"/>
            </w:pPr>
            <w:r w:rsidRPr="00D82028">
              <w:t>100,0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</w:tcPr>
          <w:p w:rsidR="00537C9D" w:rsidRPr="007711CC" w:rsidRDefault="00537C9D" w:rsidP="006D2BB2">
            <w:r w:rsidRPr="007711CC"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  <w:vAlign w:val="bottom"/>
          </w:tcPr>
          <w:p w:rsidR="00537C9D" w:rsidRPr="007711CC" w:rsidRDefault="00537C9D" w:rsidP="006D2BB2">
            <w:pPr>
              <w:jc w:val="center"/>
            </w:pPr>
            <w:r w:rsidRPr="007711CC">
              <w:t>057</w:t>
            </w:r>
          </w:p>
        </w:tc>
        <w:tc>
          <w:tcPr>
            <w:tcW w:w="2528" w:type="dxa"/>
            <w:vAlign w:val="bottom"/>
          </w:tcPr>
          <w:p w:rsidR="00537C9D" w:rsidRPr="007711CC" w:rsidRDefault="00537C9D" w:rsidP="0054439C">
            <w:pPr>
              <w:ind w:left="-108" w:right="-131"/>
              <w:jc w:val="center"/>
            </w:pPr>
            <w:r w:rsidRPr="007711CC">
              <w:t>2.02.49999.05.0000.150</w:t>
            </w:r>
          </w:p>
        </w:tc>
        <w:tc>
          <w:tcPr>
            <w:tcW w:w="1417" w:type="dxa"/>
            <w:vAlign w:val="bottom"/>
          </w:tcPr>
          <w:p w:rsidR="00537C9D" w:rsidRPr="007711CC" w:rsidRDefault="007711CC" w:rsidP="006D2BB2">
            <w:pPr>
              <w:jc w:val="center"/>
            </w:pPr>
            <w:r>
              <w:t>11 897,5</w:t>
            </w:r>
          </w:p>
        </w:tc>
        <w:tc>
          <w:tcPr>
            <w:tcW w:w="1418" w:type="dxa"/>
            <w:vAlign w:val="bottom"/>
          </w:tcPr>
          <w:p w:rsidR="00537C9D" w:rsidRPr="007711CC" w:rsidRDefault="007711CC" w:rsidP="006D2BB2">
            <w:pPr>
              <w:jc w:val="center"/>
            </w:pPr>
            <w:r>
              <w:t>10 972,4</w:t>
            </w:r>
          </w:p>
        </w:tc>
        <w:tc>
          <w:tcPr>
            <w:tcW w:w="850" w:type="dxa"/>
            <w:vAlign w:val="bottom"/>
          </w:tcPr>
          <w:p w:rsidR="00537C9D" w:rsidRDefault="007711CC" w:rsidP="006D2BB2">
            <w:pPr>
              <w:jc w:val="center"/>
            </w:pPr>
            <w:r>
              <w:t>92,2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  <w:vAlign w:val="center"/>
          </w:tcPr>
          <w:p w:rsidR="00537C9D" w:rsidRPr="007711CC" w:rsidRDefault="00537C9D" w:rsidP="0054439C">
            <w:pPr>
              <w:rPr>
                <w:szCs w:val="24"/>
              </w:rPr>
            </w:pPr>
            <w:r w:rsidRPr="007711CC">
              <w:rPr>
                <w:b/>
                <w:color w:val="000000"/>
                <w:szCs w:val="24"/>
              </w:rPr>
              <w:t>Управление образования и социально-правовой защиты детства администрации Бала</w:t>
            </w:r>
            <w:r w:rsidR="0068671E">
              <w:rPr>
                <w:b/>
                <w:color w:val="000000"/>
                <w:szCs w:val="24"/>
              </w:rPr>
              <w:t>хнинского муниципального района</w:t>
            </w:r>
            <w:bookmarkStart w:id="2" w:name="_GoBack"/>
            <w:bookmarkEnd w:id="2"/>
          </w:p>
        </w:tc>
        <w:tc>
          <w:tcPr>
            <w:tcW w:w="992" w:type="dxa"/>
            <w:vAlign w:val="bottom"/>
          </w:tcPr>
          <w:p w:rsidR="00537C9D" w:rsidRPr="007711CC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  <w:r w:rsidRPr="007711CC">
              <w:rPr>
                <w:b/>
                <w:color w:val="000000"/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7711CC" w:rsidRDefault="00537C9D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37C9D" w:rsidRPr="007711CC" w:rsidRDefault="007711CC" w:rsidP="006D2BB2">
            <w:pPr>
              <w:jc w:val="center"/>
              <w:outlineLvl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752 320,</w:t>
            </w:r>
            <w:r w:rsidRPr="006A5D49">
              <w:rPr>
                <w:b/>
                <w:szCs w:val="24"/>
              </w:rPr>
              <w:t>5</w:t>
            </w:r>
          </w:p>
        </w:tc>
        <w:tc>
          <w:tcPr>
            <w:tcW w:w="1418" w:type="dxa"/>
            <w:vAlign w:val="bottom"/>
          </w:tcPr>
          <w:p w:rsidR="00537C9D" w:rsidRPr="007711CC" w:rsidRDefault="007711CC" w:rsidP="006C079A">
            <w:pPr>
              <w:jc w:val="center"/>
              <w:outlineLvl w:val="0"/>
              <w:rPr>
                <w:b/>
                <w:szCs w:val="24"/>
              </w:rPr>
            </w:pPr>
            <w:r w:rsidRPr="00767827">
              <w:rPr>
                <w:b/>
                <w:szCs w:val="24"/>
              </w:rPr>
              <w:t>748</w:t>
            </w:r>
            <w:r w:rsidR="006C079A">
              <w:rPr>
                <w:b/>
                <w:szCs w:val="24"/>
              </w:rPr>
              <w:t> </w:t>
            </w:r>
            <w:r w:rsidR="006C079A" w:rsidRPr="00E32E31">
              <w:rPr>
                <w:b/>
                <w:szCs w:val="24"/>
              </w:rPr>
              <w:t>419,9</w:t>
            </w:r>
          </w:p>
        </w:tc>
        <w:tc>
          <w:tcPr>
            <w:tcW w:w="850" w:type="dxa"/>
            <w:vAlign w:val="bottom"/>
          </w:tcPr>
          <w:p w:rsidR="00537C9D" w:rsidRPr="00466BF0" w:rsidRDefault="007711CC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99,5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537C9D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1.13.02995.05.0400.130</w:t>
            </w:r>
          </w:p>
        </w:tc>
        <w:tc>
          <w:tcPr>
            <w:tcW w:w="1417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3 718,8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3 518,8</w:t>
            </w:r>
          </w:p>
        </w:tc>
        <w:tc>
          <w:tcPr>
            <w:tcW w:w="850" w:type="dxa"/>
            <w:vAlign w:val="bottom"/>
          </w:tcPr>
          <w:p w:rsidR="00537C9D" w:rsidRPr="00E97D55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94,6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4E32D8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2.02.25027.05.011</w:t>
            </w:r>
            <w:r w:rsidR="00537C9D" w:rsidRPr="004E32D8">
              <w:rPr>
                <w:szCs w:val="24"/>
              </w:rPr>
              <w:t>0.150</w:t>
            </w:r>
          </w:p>
        </w:tc>
        <w:tc>
          <w:tcPr>
            <w:tcW w:w="1417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548,1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493,8</w:t>
            </w:r>
          </w:p>
        </w:tc>
        <w:tc>
          <w:tcPr>
            <w:tcW w:w="850" w:type="dxa"/>
            <w:vAlign w:val="bottom"/>
          </w:tcPr>
          <w:p w:rsidR="00537C9D" w:rsidRPr="00E97D55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90,1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537C9D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2.02.25027.05.0220.150</w:t>
            </w:r>
          </w:p>
        </w:tc>
        <w:tc>
          <w:tcPr>
            <w:tcW w:w="1417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192,6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246,9</w:t>
            </w:r>
          </w:p>
        </w:tc>
        <w:tc>
          <w:tcPr>
            <w:tcW w:w="850" w:type="dxa"/>
            <w:vAlign w:val="bottom"/>
          </w:tcPr>
          <w:p w:rsidR="00537C9D" w:rsidRPr="00E97D55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128,2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537C9D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2.02.25097.05.0110.150</w:t>
            </w:r>
          </w:p>
        </w:tc>
        <w:tc>
          <w:tcPr>
            <w:tcW w:w="1417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740,0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740,0</w:t>
            </w:r>
          </w:p>
        </w:tc>
        <w:tc>
          <w:tcPr>
            <w:tcW w:w="850" w:type="dxa"/>
            <w:vAlign w:val="bottom"/>
          </w:tcPr>
          <w:p w:rsidR="00537C9D" w:rsidRPr="00E97D55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537C9D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2.02.25097.05.0220.150</w:t>
            </w:r>
          </w:p>
        </w:tc>
        <w:tc>
          <w:tcPr>
            <w:tcW w:w="1417" w:type="dxa"/>
            <w:vAlign w:val="bottom"/>
          </w:tcPr>
          <w:p w:rsidR="00537C9D" w:rsidRPr="004E32D8" w:rsidRDefault="00525ABA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260,0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525ABA">
              <w:rPr>
                <w:szCs w:val="24"/>
              </w:rPr>
              <w:t>0,0</w:t>
            </w:r>
          </w:p>
        </w:tc>
        <w:tc>
          <w:tcPr>
            <w:tcW w:w="850" w:type="dxa"/>
            <w:vAlign w:val="bottom"/>
          </w:tcPr>
          <w:p w:rsidR="00537C9D" w:rsidRPr="00E97D55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537C9D" w:rsidRPr="00E97D55">
              <w:rPr>
                <w:szCs w:val="24"/>
              </w:rPr>
              <w:t>0,0</w:t>
            </w:r>
          </w:p>
        </w:tc>
      </w:tr>
      <w:tr w:rsidR="00537C9D" w:rsidRPr="00F4756E" w:rsidTr="0054439C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 xml:space="preserve">Субсидии бюджетам муниципальных районов на организацию бесплатного </w:t>
            </w:r>
            <w:r w:rsidRPr="004E32D8">
              <w:rPr>
                <w:szCs w:val="24"/>
              </w:rPr>
              <w:lastRenderedPageBreak/>
              <w:t>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lastRenderedPageBreak/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537C9D" w:rsidP="0054439C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2.02.25304.05.0110.150</w:t>
            </w:r>
          </w:p>
        </w:tc>
        <w:tc>
          <w:tcPr>
            <w:tcW w:w="1417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11 114,2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13 066,6</w:t>
            </w:r>
          </w:p>
        </w:tc>
        <w:tc>
          <w:tcPr>
            <w:tcW w:w="850" w:type="dxa"/>
            <w:vAlign w:val="bottom"/>
          </w:tcPr>
          <w:p w:rsidR="00537C9D" w:rsidRPr="00E97D55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117,6</w:t>
            </w:r>
          </w:p>
        </w:tc>
      </w:tr>
      <w:tr w:rsidR="00537C9D" w:rsidRPr="00F4756E" w:rsidTr="006C3758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lastRenderedPageBreak/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537C9D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2.02.25304.05.0220.150</w:t>
            </w:r>
          </w:p>
        </w:tc>
        <w:tc>
          <w:tcPr>
            <w:tcW w:w="1417" w:type="dxa"/>
            <w:vAlign w:val="bottom"/>
          </w:tcPr>
          <w:p w:rsidR="00537C9D" w:rsidRPr="004E32D8" w:rsidRDefault="00525ABA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3 904,7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1 952,4</w:t>
            </w:r>
          </w:p>
        </w:tc>
        <w:tc>
          <w:tcPr>
            <w:tcW w:w="850" w:type="dxa"/>
            <w:vAlign w:val="bottom"/>
          </w:tcPr>
          <w:p w:rsidR="00537C9D" w:rsidRPr="00E97D55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537C9D" w:rsidRPr="00E97D55">
              <w:rPr>
                <w:szCs w:val="24"/>
              </w:rPr>
              <w:t>0,0</w:t>
            </w:r>
          </w:p>
        </w:tc>
      </w:tr>
      <w:tr w:rsidR="00537C9D" w:rsidRPr="00F4756E" w:rsidTr="006C3758">
        <w:trPr>
          <w:jc w:val="center"/>
        </w:trPr>
        <w:tc>
          <w:tcPr>
            <w:tcW w:w="3521" w:type="dxa"/>
            <w:vAlign w:val="center"/>
          </w:tcPr>
          <w:p w:rsidR="00537C9D" w:rsidRPr="004E32D8" w:rsidRDefault="00537C9D" w:rsidP="006D2BB2">
            <w:pPr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Прочие субсидии бюджетам муниципальных районов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537C9D" w:rsidRPr="004E32D8" w:rsidRDefault="00537C9D" w:rsidP="006D2BB2">
            <w:pPr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537C9D" w:rsidRPr="004E32D8" w:rsidRDefault="00537C9D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E32D8">
              <w:rPr>
                <w:szCs w:val="24"/>
              </w:rPr>
              <w:t>2.02.29999.05.0220.150</w:t>
            </w:r>
          </w:p>
        </w:tc>
        <w:tc>
          <w:tcPr>
            <w:tcW w:w="1417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28 311,</w:t>
            </w:r>
            <w:r w:rsidR="006A5D49">
              <w:rPr>
                <w:szCs w:val="24"/>
              </w:rPr>
              <w:t>5</w:t>
            </w:r>
          </w:p>
        </w:tc>
        <w:tc>
          <w:tcPr>
            <w:tcW w:w="1418" w:type="dxa"/>
            <w:vAlign w:val="bottom"/>
          </w:tcPr>
          <w:p w:rsidR="00537C9D" w:rsidRPr="004E32D8" w:rsidRDefault="004E32D8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767827">
              <w:rPr>
                <w:szCs w:val="24"/>
              </w:rPr>
              <w:t> </w:t>
            </w:r>
            <w:r>
              <w:rPr>
                <w:szCs w:val="24"/>
              </w:rPr>
              <w:t>61</w:t>
            </w:r>
            <w:r w:rsidR="00767827">
              <w:rPr>
                <w:szCs w:val="24"/>
              </w:rPr>
              <w:t>0,</w:t>
            </w:r>
            <w:r w:rsidR="00C34ABB">
              <w:rPr>
                <w:szCs w:val="24"/>
              </w:rPr>
              <w:t>8</w:t>
            </w:r>
          </w:p>
        </w:tc>
        <w:tc>
          <w:tcPr>
            <w:tcW w:w="850" w:type="dxa"/>
            <w:vAlign w:val="bottom"/>
          </w:tcPr>
          <w:p w:rsidR="00537C9D" w:rsidRPr="00E97D55" w:rsidRDefault="00DA12C1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86,9</w:t>
            </w:r>
          </w:p>
        </w:tc>
      </w:tr>
      <w:tr w:rsidR="008549CC" w:rsidRPr="00F4756E" w:rsidTr="006C3758">
        <w:trPr>
          <w:jc w:val="center"/>
        </w:trPr>
        <w:tc>
          <w:tcPr>
            <w:tcW w:w="3521" w:type="dxa"/>
            <w:vAlign w:val="center"/>
          </w:tcPr>
          <w:p w:rsidR="008549CC" w:rsidRPr="00A51005" w:rsidRDefault="008549CC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6D2BB2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266 917,8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266 917,8</w:t>
            </w:r>
          </w:p>
        </w:tc>
        <w:tc>
          <w:tcPr>
            <w:tcW w:w="850" w:type="dxa"/>
            <w:vAlign w:val="bottom"/>
          </w:tcPr>
          <w:p w:rsidR="008549CC" w:rsidRPr="00E97D55" w:rsidRDefault="008549CC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49CC" w:rsidRPr="00F4756E" w:rsidTr="006C3758">
        <w:trPr>
          <w:jc w:val="center"/>
        </w:trPr>
        <w:tc>
          <w:tcPr>
            <w:tcW w:w="3521" w:type="dxa"/>
            <w:vAlign w:val="center"/>
          </w:tcPr>
          <w:p w:rsidR="008549CC" w:rsidRPr="00A51005" w:rsidRDefault="008549CC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BA6C99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1 541,1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1 541,1</w:t>
            </w:r>
          </w:p>
        </w:tc>
        <w:tc>
          <w:tcPr>
            <w:tcW w:w="850" w:type="dxa"/>
            <w:vAlign w:val="bottom"/>
          </w:tcPr>
          <w:p w:rsidR="008549CC" w:rsidRDefault="00B53077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49CC" w:rsidRPr="00F4756E" w:rsidTr="006C3758">
        <w:trPr>
          <w:jc w:val="center"/>
        </w:trPr>
        <w:tc>
          <w:tcPr>
            <w:tcW w:w="3521" w:type="dxa"/>
            <w:vAlign w:val="center"/>
          </w:tcPr>
          <w:p w:rsidR="008549CC" w:rsidRPr="00A51005" w:rsidRDefault="008549CC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BA6C99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2 320,6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2 320,6</w:t>
            </w:r>
          </w:p>
        </w:tc>
        <w:tc>
          <w:tcPr>
            <w:tcW w:w="850" w:type="dxa"/>
            <w:vAlign w:val="bottom"/>
          </w:tcPr>
          <w:p w:rsidR="008549CC" w:rsidRDefault="00B53077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49CC" w:rsidRPr="00F4756E" w:rsidTr="006C3758">
        <w:trPr>
          <w:jc w:val="center"/>
        </w:trPr>
        <w:tc>
          <w:tcPr>
            <w:tcW w:w="3521" w:type="dxa"/>
            <w:vAlign w:val="center"/>
          </w:tcPr>
          <w:p w:rsidR="008549CC" w:rsidRPr="00A51005" w:rsidRDefault="008549CC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BA6C99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399 582,9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399 582,9</w:t>
            </w:r>
          </w:p>
        </w:tc>
        <w:tc>
          <w:tcPr>
            <w:tcW w:w="850" w:type="dxa"/>
            <w:vAlign w:val="bottom"/>
          </w:tcPr>
          <w:p w:rsidR="008549CC" w:rsidRDefault="00B53077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49CC" w:rsidRPr="00F4756E" w:rsidTr="006C3758">
        <w:trPr>
          <w:jc w:val="center"/>
        </w:trPr>
        <w:tc>
          <w:tcPr>
            <w:tcW w:w="3521" w:type="dxa"/>
            <w:vAlign w:val="center"/>
          </w:tcPr>
          <w:p w:rsidR="008549CC" w:rsidRPr="00A51005" w:rsidRDefault="008549CC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t xml:space="preserve">Субвенции на осуществление выплат на возмещение части расходов по приобретению путевок в детские санатории, санаторно-оздоровительные </w:t>
            </w:r>
            <w:r w:rsidRPr="00A51005">
              <w:rPr>
                <w:szCs w:val="24"/>
              </w:rPr>
              <w:lastRenderedPageBreak/>
              <w:t>центры (лагеря) круглогодичного действия, расположенные на территории Российской Федерации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BA6C99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lastRenderedPageBreak/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201,7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201,7</w:t>
            </w:r>
          </w:p>
        </w:tc>
        <w:tc>
          <w:tcPr>
            <w:tcW w:w="850" w:type="dxa"/>
            <w:vAlign w:val="bottom"/>
          </w:tcPr>
          <w:p w:rsidR="008549CC" w:rsidRDefault="00B53077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49CC" w:rsidRPr="00F4756E" w:rsidTr="006C3758">
        <w:trPr>
          <w:jc w:val="center"/>
        </w:trPr>
        <w:tc>
          <w:tcPr>
            <w:tcW w:w="3521" w:type="dxa"/>
            <w:vAlign w:val="center"/>
          </w:tcPr>
          <w:p w:rsidR="008549CC" w:rsidRPr="00A51005" w:rsidRDefault="008549CC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lastRenderedPageBreak/>
              <w:t>Субвенция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6C3758">
              <w:rPr>
                <w:szCs w:val="24"/>
              </w:rPr>
              <w:t xml:space="preserve"> </w:t>
            </w:r>
            <w:r w:rsidRPr="00A51005">
              <w:rPr>
                <w:szCs w:val="24"/>
              </w:rPr>
              <w:t>оставшимися без попечения родителей,</w:t>
            </w:r>
            <w:r w:rsidR="006C3758">
              <w:rPr>
                <w:szCs w:val="24"/>
              </w:rPr>
              <w:t xml:space="preserve"> </w:t>
            </w:r>
            <w:r w:rsidRPr="00A51005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BA6C99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2 024,4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2 024,4</w:t>
            </w:r>
          </w:p>
        </w:tc>
        <w:tc>
          <w:tcPr>
            <w:tcW w:w="850" w:type="dxa"/>
            <w:vAlign w:val="bottom"/>
          </w:tcPr>
          <w:p w:rsidR="008549CC" w:rsidRDefault="00B53077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49CC" w:rsidRPr="00F4756E" w:rsidTr="006C3758">
        <w:trPr>
          <w:jc w:val="center"/>
        </w:trPr>
        <w:tc>
          <w:tcPr>
            <w:tcW w:w="3521" w:type="dxa"/>
            <w:vAlign w:val="center"/>
          </w:tcPr>
          <w:p w:rsidR="008549CC" w:rsidRPr="00A51005" w:rsidRDefault="008549CC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t>Субвенция областного бюджета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BA6C99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3 329,0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3 329,0</w:t>
            </w:r>
          </w:p>
        </w:tc>
        <w:tc>
          <w:tcPr>
            <w:tcW w:w="850" w:type="dxa"/>
            <w:vAlign w:val="bottom"/>
          </w:tcPr>
          <w:p w:rsidR="008549CC" w:rsidRDefault="00B53077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8549CC" w:rsidRPr="00F4756E" w:rsidTr="005C194B">
        <w:trPr>
          <w:trHeight w:val="2914"/>
          <w:jc w:val="center"/>
        </w:trPr>
        <w:tc>
          <w:tcPr>
            <w:tcW w:w="3521" w:type="dxa"/>
            <w:vAlign w:val="center"/>
          </w:tcPr>
          <w:p w:rsidR="008549CC" w:rsidRPr="00A51005" w:rsidRDefault="008549CC" w:rsidP="00A340A2">
            <w:pPr>
              <w:outlineLvl w:val="0"/>
              <w:rPr>
                <w:szCs w:val="24"/>
              </w:rPr>
            </w:pPr>
            <w:r w:rsidRPr="00A51005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</w:t>
            </w:r>
            <w:r w:rsidR="00A340A2">
              <w:rPr>
                <w:szCs w:val="24"/>
              </w:rPr>
              <w:t>с</w:t>
            </w:r>
            <w:r w:rsidRPr="00A51005">
              <w:rPr>
                <w:szCs w:val="24"/>
              </w:rPr>
              <w:t>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2" w:type="dxa"/>
            <w:vAlign w:val="bottom"/>
          </w:tcPr>
          <w:p w:rsidR="008549CC" w:rsidRPr="00DC2BF6" w:rsidRDefault="008549CC" w:rsidP="00BA6C99">
            <w:pPr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8549CC" w:rsidRPr="00DC2BF6" w:rsidRDefault="008549CC" w:rsidP="006C3758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DC2BF6">
              <w:rPr>
                <w:szCs w:val="24"/>
              </w:rPr>
              <w:t>2.02.30024.05.0220.150</w:t>
            </w:r>
          </w:p>
        </w:tc>
        <w:tc>
          <w:tcPr>
            <w:tcW w:w="1417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993,7</w:t>
            </w:r>
          </w:p>
        </w:tc>
        <w:tc>
          <w:tcPr>
            <w:tcW w:w="1418" w:type="dxa"/>
            <w:vAlign w:val="bottom"/>
          </w:tcPr>
          <w:p w:rsidR="008549CC" w:rsidRPr="008549CC" w:rsidRDefault="008549CC" w:rsidP="008549CC">
            <w:pPr>
              <w:jc w:val="center"/>
              <w:outlineLvl w:val="0"/>
              <w:rPr>
                <w:szCs w:val="24"/>
              </w:rPr>
            </w:pPr>
            <w:r w:rsidRPr="008549CC">
              <w:rPr>
                <w:szCs w:val="24"/>
              </w:rPr>
              <w:t>993,7</w:t>
            </w:r>
          </w:p>
        </w:tc>
        <w:tc>
          <w:tcPr>
            <w:tcW w:w="850" w:type="dxa"/>
            <w:vAlign w:val="bottom"/>
          </w:tcPr>
          <w:p w:rsidR="008549CC" w:rsidRDefault="00B53077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51005" w:rsidRPr="00F4756E" w:rsidTr="00A340A2">
        <w:trPr>
          <w:jc w:val="center"/>
        </w:trPr>
        <w:tc>
          <w:tcPr>
            <w:tcW w:w="3521" w:type="dxa"/>
            <w:vAlign w:val="center"/>
          </w:tcPr>
          <w:p w:rsidR="00A51005" w:rsidRPr="00AA37DE" w:rsidRDefault="00A51005" w:rsidP="006D2BB2">
            <w:pPr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A51005" w:rsidRPr="00AA37DE" w:rsidRDefault="00A51005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2.02.30029.05.0220.150</w:t>
            </w:r>
          </w:p>
        </w:tc>
        <w:tc>
          <w:tcPr>
            <w:tcW w:w="1417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13 214,8</w:t>
            </w:r>
          </w:p>
        </w:tc>
        <w:tc>
          <w:tcPr>
            <w:tcW w:w="1418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13 214,8</w:t>
            </w:r>
          </w:p>
        </w:tc>
        <w:tc>
          <w:tcPr>
            <w:tcW w:w="850" w:type="dxa"/>
            <w:vAlign w:val="bottom"/>
          </w:tcPr>
          <w:p w:rsidR="00A51005" w:rsidRPr="00E97D55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51005" w:rsidRPr="00F4756E" w:rsidTr="00A340A2">
        <w:trPr>
          <w:jc w:val="center"/>
        </w:trPr>
        <w:tc>
          <w:tcPr>
            <w:tcW w:w="3521" w:type="dxa"/>
            <w:vAlign w:val="center"/>
          </w:tcPr>
          <w:p w:rsidR="00A51005" w:rsidRPr="00AA37DE" w:rsidRDefault="00A51005" w:rsidP="006D2BB2">
            <w:pPr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lastRenderedPageBreak/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2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A51005" w:rsidRPr="00AA37DE" w:rsidRDefault="00A51005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2.02.35303.05.0110.150</w:t>
            </w:r>
          </w:p>
        </w:tc>
        <w:tc>
          <w:tcPr>
            <w:tcW w:w="1417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9 035,9</w:t>
            </w:r>
          </w:p>
        </w:tc>
        <w:tc>
          <w:tcPr>
            <w:tcW w:w="1418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9 035,9</w:t>
            </w:r>
          </w:p>
        </w:tc>
        <w:tc>
          <w:tcPr>
            <w:tcW w:w="850" w:type="dxa"/>
            <w:vAlign w:val="bottom"/>
          </w:tcPr>
          <w:p w:rsidR="00A51005" w:rsidRPr="00E97D55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51005" w:rsidRPr="00F4756E" w:rsidTr="00A340A2">
        <w:trPr>
          <w:jc w:val="center"/>
        </w:trPr>
        <w:tc>
          <w:tcPr>
            <w:tcW w:w="3521" w:type="dxa"/>
            <w:vAlign w:val="center"/>
          </w:tcPr>
          <w:p w:rsidR="00A51005" w:rsidRPr="00AA37DE" w:rsidRDefault="00A51005" w:rsidP="006D2BB2">
            <w:pPr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A51005" w:rsidRPr="00AA37DE" w:rsidRDefault="00A51005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AA37DE">
              <w:rPr>
                <w:szCs w:val="24"/>
              </w:rPr>
              <w:t>2.02.45160.05.0220.150</w:t>
            </w:r>
          </w:p>
        </w:tc>
        <w:tc>
          <w:tcPr>
            <w:tcW w:w="1417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8 742,3</w:t>
            </w:r>
          </w:p>
        </w:tc>
        <w:tc>
          <w:tcPr>
            <w:tcW w:w="1418" w:type="dxa"/>
            <w:vAlign w:val="bottom"/>
          </w:tcPr>
          <w:p w:rsidR="00A51005" w:rsidRPr="00AA37D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8 742,3</w:t>
            </w:r>
          </w:p>
        </w:tc>
        <w:tc>
          <w:tcPr>
            <w:tcW w:w="850" w:type="dxa"/>
            <w:vAlign w:val="bottom"/>
          </w:tcPr>
          <w:p w:rsidR="00A51005" w:rsidRPr="00E97D55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51005" w:rsidRPr="00F4756E" w:rsidTr="00A340A2">
        <w:trPr>
          <w:jc w:val="center"/>
        </w:trPr>
        <w:tc>
          <w:tcPr>
            <w:tcW w:w="3521" w:type="dxa"/>
            <w:vAlign w:val="center"/>
          </w:tcPr>
          <w:p w:rsidR="00A51005" w:rsidRPr="004D6ACE" w:rsidRDefault="00A51005" w:rsidP="006D2BB2">
            <w:pPr>
              <w:outlineLvl w:val="0"/>
              <w:rPr>
                <w:szCs w:val="24"/>
              </w:rPr>
            </w:pPr>
            <w:r w:rsidRPr="004D6ACE">
              <w:rPr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vAlign w:val="bottom"/>
          </w:tcPr>
          <w:p w:rsidR="00A51005" w:rsidRPr="004D6ACE" w:rsidRDefault="00A51005" w:rsidP="006D2BB2">
            <w:pPr>
              <w:jc w:val="center"/>
              <w:outlineLvl w:val="0"/>
              <w:rPr>
                <w:szCs w:val="24"/>
              </w:rPr>
            </w:pPr>
            <w:r w:rsidRPr="004D6ACE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A51005" w:rsidRPr="004D6ACE" w:rsidRDefault="00A51005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D6ACE">
              <w:rPr>
                <w:szCs w:val="24"/>
              </w:rPr>
              <w:t>2.18.05010.05.0000.150</w:t>
            </w:r>
          </w:p>
        </w:tc>
        <w:tc>
          <w:tcPr>
            <w:tcW w:w="1417" w:type="dxa"/>
            <w:vAlign w:val="bottom"/>
          </w:tcPr>
          <w:p w:rsidR="00A51005" w:rsidRPr="004D6AC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  <w:tc>
          <w:tcPr>
            <w:tcW w:w="1418" w:type="dxa"/>
            <w:vAlign w:val="bottom"/>
          </w:tcPr>
          <w:p w:rsidR="00A51005" w:rsidRPr="004D6AC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  <w:tc>
          <w:tcPr>
            <w:tcW w:w="850" w:type="dxa"/>
            <w:vAlign w:val="bottom"/>
          </w:tcPr>
          <w:p w:rsidR="00A51005" w:rsidRPr="00E97D55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51005" w:rsidRPr="00F4756E" w:rsidTr="00A340A2">
        <w:trPr>
          <w:jc w:val="center"/>
        </w:trPr>
        <w:tc>
          <w:tcPr>
            <w:tcW w:w="3521" w:type="dxa"/>
            <w:vAlign w:val="center"/>
          </w:tcPr>
          <w:p w:rsidR="00A51005" w:rsidRPr="004D6ACE" w:rsidRDefault="00A51005" w:rsidP="006D2BB2">
            <w:pPr>
              <w:outlineLvl w:val="0"/>
              <w:rPr>
                <w:szCs w:val="24"/>
              </w:rPr>
            </w:pPr>
            <w:r w:rsidRPr="004D6ACE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A51005" w:rsidRPr="004D6ACE" w:rsidRDefault="00A51005" w:rsidP="006D2BB2">
            <w:pPr>
              <w:jc w:val="center"/>
              <w:outlineLvl w:val="0"/>
              <w:rPr>
                <w:szCs w:val="24"/>
              </w:rPr>
            </w:pPr>
            <w:r w:rsidRPr="004D6ACE">
              <w:rPr>
                <w:szCs w:val="24"/>
              </w:rPr>
              <w:t>074</w:t>
            </w:r>
          </w:p>
        </w:tc>
        <w:tc>
          <w:tcPr>
            <w:tcW w:w="2528" w:type="dxa"/>
            <w:vAlign w:val="bottom"/>
          </w:tcPr>
          <w:p w:rsidR="00A51005" w:rsidRPr="004D6ACE" w:rsidRDefault="00A51005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D6ACE">
              <w:rPr>
                <w:szCs w:val="24"/>
              </w:rPr>
              <w:t>2.19.60010.05.0000.150</w:t>
            </w:r>
          </w:p>
        </w:tc>
        <w:tc>
          <w:tcPr>
            <w:tcW w:w="1417" w:type="dxa"/>
            <w:vAlign w:val="bottom"/>
          </w:tcPr>
          <w:p w:rsidR="00A51005" w:rsidRPr="004D6AC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-4 373,</w:t>
            </w:r>
            <w:r w:rsidR="006A5D49">
              <w:rPr>
                <w:szCs w:val="24"/>
              </w:rPr>
              <w:t>8</w:t>
            </w:r>
          </w:p>
        </w:tc>
        <w:tc>
          <w:tcPr>
            <w:tcW w:w="1418" w:type="dxa"/>
            <w:vAlign w:val="bottom"/>
          </w:tcPr>
          <w:p w:rsidR="00A51005" w:rsidRPr="004D6AC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-4 373,</w:t>
            </w:r>
            <w:r w:rsidR="006C079A">
              <w:rPr>
                <w:szCs w:val="24"/>
              </w:rPr>
              <w:t>8</w:t>
            </w:r>
          </w:p>
        </w:tc>
        <w:tc>
          <w:tcPr>
            <w:tcW w:w="850" w:type="dxa"/>
            <w:vAlign w:val="bottom"/>
          </w:tcPr>
          <w:p w:rsidR="00A51005" w:rsidRPr="00E97D55" w:rsidRDefault="00A51005" w:rsidP="006D2BB2">
            <w:pPr>
              <w:jc w:val="center"/>
              <w:outlineLvl w:val="0"/>
              <w:rPr>
                <w:szCs w:val="24"/>
              </w:rPr>
            </w:pPr>
            <w:r w:rsidRPr="00E97D55">
              <w:rPr>
                <w:szCs w:val="24"/>
              </w:rPr>
              <w:t>100,0</w:t>
            </w:r>
          </w:p>
        </w:tc>
      </w:tr>
      <w:tr w:rsidR="00A51005" w:rsidRPr="002E62B1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95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2E62B1" w:rsidRDefault="00A51005" w:rsidP="006D2BB2">
            <w:pPr>
              <w:rPr>
                <w:b/>
                <w:szCs w:val="24"/>
              </w:rPr>
            </w:pPr>
            <w:r w:rsidRPr="002E62B1">
              <w:rPr>
                <w:b/>
                <w:szCs w:val="24"/>
              </w:rPr>
              <w:t>Управление сельского хозяйства и продовольственных ресурсов администрации Балахнинского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2E62B1" w:rsidRDefault="00A51005" w:rsidP="006D2BB2">
            <w:pPr>
              <w:jc w:val="center"/>
              <w:rPr>
                <w:b/>
                <w:iCs/>
                <w:szCs w:val="24"/>
              </w:rPr>
            </w:pPr>
            <w:r w:rsidRPr="002E62B1">
              <w:rPr>
                <w:b/>
                <w:iCs/>
                <w:szCs w:val="24"/>
              </w:rPr>
              <w:t>082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2E62B1" w:rsidRDefault="00A51005" w:rsidP="00A340A2">
            <w:pPr>
              <w:ind w:left="-108" w:right="-131"/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2E62B1" w:rsidRDefault="00A51005" w:rsidP="006D2B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13 849,</w:t>
            </w:r>
            <w:r w:rsidRPr="00A006FC">
              <w:rPr>
                <w:b/>
                <w:bCs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2E62B1" w:rsidRDefault="00A51005" w:rsidP="006D2B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13 847,</w:t>
            </w:r>
            <w:r w:rsidR="00F6773F" w:rsidRPr="005617AB">
              <w:rPr>
                <w:b/>
                <w:bCs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2E62B1" w:rsidRDefault="00A51005" w:rsidP="006D2BB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DA18EC" w:rsidRDefault="00A51005" w:rsidP="006D2BB2">
            <w:r w:rsidRPr="00DA18EC">
              <w:t>Субвенции бюджетам муниципальных районов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DA18EC" w:rsidRDefault="00A51005" w:rsidP="006D2BB2">
            <w:pPr>
              <w:jc w:val="center"/>
            </w:pPr>
            <w:r w:rsidRPr="00DA18EC">
              <w:t>082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A18EC" w:rsidRDefault="00A51005" w:rsidP="00A340A2">
            <w:pPr>
              <w:ind w:left="-108" w:right="-131"/>
              <w:jc w:val="center"/>
            </w:pPr>
            <w:r w:rsidRPr="00DA18EC">
              <w:t>2.02.30024.05.0220.150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A18EC" w:rsidRDefault="00A51005" w:rsidP="006D2BB2">
            <w:pPr>
              <w:jc w:val="center"/>
            </w:pPr>
            <w:r>
              <w:t>10 148,</w:t>
            </w:r>
            <w:r w:rsidR="00A006FC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A18EC" w:rsidRDefault="00A51005" w:rsidP="006D2BB2">
            <w:pPr>
              <w:jc w:val="center"/>
            </w:pPr>
            <w:r>
              <w:t>10 148,</w:t>
            </w:r>
            <w:r w:rsidR="00911EC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387460" w:rsidRDefault="00A51005" w:rsidP="006D2BB2">
            <w:pPr>
              <w:jc w:val="center"/>
            </w:pPr>
            <w:r>
              <w:t>100,0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D610CC" w:rsidRDefault="00A51005" w:rsidP="006D2BB2">
            <w:r w:rsidRPr="00D610CC">
              <w:t xml:space="preserve">Субвенции бюджетам муниципальных районов на стимулирование развития приоритетных подотраслей агропромышленного комплекса и развитие малых форм </w:t>
            </w:r>
            <w:r w:rsidRPr="00D610CC">
              <w:lastRenderedPageBreak/>
              <w:t>хозяйствования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D610CC" w:rsidRDefault="00A51005" w:rsidP="006D2BB2">
            <w:pPr>
              <w:jc w:val="center"/>
            </w:pPr>
            <w:r w:rsidRPr="00D610CC">
              <w:lastRenderedPageBreak/>
              <w:t>082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610CC" w:rsidRDefault="00A51005" w:rsidP="00A340A2">
            <w:pPr>
              <w:ind w:left="-108" w:right="-131"/>
              <w:jc w:val="center"/>
            </w:pPr>
            <w:r w:rsidRPr="00D610CC">
              <w:t>2.02.35502.05.0110.150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610CC" w:rsidRDefault="00A51005" w:rsidP="006D2BB2">
            <w:pPr>
              <w:jc w:val="center"/>
            </w:pPr>
            <w:r>
              <w:t>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610CC" w:rsidRDefault="00A51005" w:rsidP="006D2BB2">
            <w:pPr>
              <w:jc w:val="center"/>
            </w:pPr>
            <w:r>
              <w:t>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387460" w:rsidRDefault="00A51005" w:rsidP="006D2BB2">
            <w:pPr>
              <w:jc w:val="center"/>
            </w:pPr>
            <w:r>
              <w:t>97,3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D4304C" w:rsidRDefault="00A51005" w:rsidP="006D2BB2">
            <w:r w:rsidRPr="00D4304C">
              <w:lastRenderedPageBreak/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 за счет средств</w:t>
            </w:r>
            <w:r>
              <w:t xml:space="preserve"> </w:t>
            </w:r>
            <w:r w:rsidRPr="00D4304C">
              <w:t>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D4304C" w:rsidRDefault="00A51005" w:rsidP="006D2BB2">
            <w:pPr>
              <w:jc w:val="center"/>
            </w:pPr>
            <w:r w:rsidRPr="00D4304C">
              <w:t>082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4304C" w:rsidRDefault="00A51005" w:rsidP="00A340A2">
            <w:pPr>
              <w:ind w:left="-108" w:right="-131"/>
              <w:jc w:val="center"/>
            </w:pPr>
            <w:r w:rsidRPr="00D4304C">
              <w:t>2.02.35502.05.0220.150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4304C" w:rsidRDefault="00A51005" w:rsidP="006D2BB2">
            <w:pPr>
              <w:jc w:val="center"/>
            </w:pPr>
            <w: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D4304C" w:rsidRDefault="00A51005" w:rsidP="006D2BB2">
            <w:pPr>
              <w:jc w:val="center"/>
            </w:pPr>
            <w:r>
              <w:t>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D4304C" w:rsidRDefault="00A51005" w:rsidP="006D2BB2">
            <w:pPr>
              <w:jc w:val="center"/>
            </w:pPr>
            <w:r>
              <w:t>97,2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714300" w:rsidRDefault="00A51005" w:rsidP="006D2BB2">
            <w:r w:rsidRPr="00714300"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714300" w:rsidRDefault="00A51005" w:rsidP="006D2BB2">
            <w:pPr>
              <w:jc w:val="center"/>
            </w:pPr>
            <w:r w:rsidRPr="00714300">
              <w:t>082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714300" w:rsidRDefault="00A51005" w:rsidP="00A340A2">
            <w:pPr>
              <w:ind w:left="-108" w:right="-131"/>
              <w:jc w:val="center"/>
            </w:pPr>
            <w:r w:rsidRPr="00714300">
              <w:t>2.02.35508.05.0110.150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714300" w:rsidRDefault="00A51005" w:rsidP="00714300">
            <w:pPr>
              <w:jc w:val="center"/>
            </w:pPr>
            <w:r w:rsidRPr="00714300">
              <w:t>2</w:t>
            </w:r>
            <w:r>
              <w:t> 687,7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714300" w:rsidRDefault="00A51005" w:rsidP="006D2BB2">
            <w:pPr>
              <w:jc w:val="center"/>
            </w:pPr>
            <w:r>
              <w:t>2 687,7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387460" w:rsidRDefault="00A51005" w:rsidP="006D2BB2">
            <w:pPr>
              <w:jc w:val="center"/>
            </w:pPr>
            <w:r>
              <w:t>100,0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5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7B02B6" w:rsidRDefault="00A51005" w:rsidP="006D2BB2">
            <w:r w:rsidRPr="007B02B6"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7B02B6" w:rsidRDefault="00A51005" w:rsidP="006D2BB2">
            <w:pPr>
              <w:jc w:val="center"/>
            </w:pPr>
            <w:r w:rsidRPr="007B02B6">
              <w:t>082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7B02B6" w:rsidRDefault="00A51005" w:rsidP="00A340A2">
            <w:pPr>
              <w:ind w:left="-108" w:right="-131" w:firstLine="108"/>
            </w:pPr>
            <w:r w:rsidRPr="007B02B6">
              <w:t>2.02.35508.05.0220.150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7B02B6" w:rsidRDefault="00A51005" w:rsidP="006D2BB2">
            <w:pPr>
              <w:jc w:val="center"/>
            </w:pPr>
            <w:r w:rsidRPr="007B02B6">
              <w:t>944,4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7B02B6" w:rsidRDefault="00A51005" w:rsidP="006D2BB2">
            <w:pPr>
              <w:jc w:val="center"/>
            </w:pPr>
            <w:r>
              <w:t>944,4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Default="00A51005" w:rsidP="006D2BB2">
            <w:pPr>
              <w:jc w:val="center"/>
            </w:pPr>
            <w:r>
              <w:t>100,0</w:t>
            </w:r>
          </w:p>
        </w:tc>
      </w:tr>
      <w:tr w:rsidR="00A51005" w:rsidRPr="004157A8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1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4157A8" w:rsidRDefault="00A51005" w:rsidP="006D2BB2">
            <w:pPr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Министерство финансов Нижегородской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iCs/>
                <w:szCs w:val="24"/>
              </w:rPr>
            </w:pPr>
            <w:r w:rsidRPr="004157A8">
              <w:rPr>
                <w:b/>
                <w:iCs/>
                <w:szCs w:val="24"/>
              </w:rPr>
              <w:t>093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A340A2">
            <w:pPr>
              <w:ind w:left="-108" w:right="-131" w:firstLine="108"/>
              <w:outlineLvl w:val="0"/>
              <w:rPr>
                <w:b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0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604B0E" w:rsidRDefault="00A51005" w:rsidP="006D2BB2">
            <w:pPr>
              <w:outlineLvl w:val="0"/>
              <w:rPr>
                <w:szCs w:val="24"/>
              </w:rPr>
            </w:pPr>
            <w:r w:rsidRPr="00604B0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604B0E" w:rsidRDefault="00A51005" w:rsidP="006D2BB2">
            <w:pPr>
              <w:jc w:val="center"/>
              <w:rPr>
                <w:iCs/>
                <w:szCs w:val="24"/>
              </w:rPr>
            </w:pPr>
            <w:r w:rsidRPr="00604B0E">
              <w:rPr>
                <w:iCs/>
                <w:szCs w:val="24"/>
              </w:rPr>
              <w:t>093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04B0E" w:rsidRDefault="00A51005" w:rsidP="00A340A2">
            <w:pPr>
              <w:ind w:left="-108" w:right="-131" w:firstLine="108"/>
              <w:outlineLvl w:val="0"/>
              <w:rPr>
                <w:color w:val="000000"/>
                <w:szCs w:val="24"/>
              </w:rPr>
            </w:pPr>
            <w:r w:rsidRPr="00604B0E">
              <w:rPr>
                <w:color w:val="000000"/>
                <w:szCs w:val="24"/>
              </w:rPr>
              <w:t>1 16 10123 01 0000 140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04B0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604B0E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04B0E" w:rsidRDefault="00A51005" w:rsidP="006D2BB2">
            <w:pPr>
              <w:jc w:val="center"/>
              <w:outlineLvl w:val="0"/>
              <w:rPr>
                <w:szCs w:val="24"/>
              </w:rPr>
            </w:pPr>
            <w:r w:rsidRPr="00604B0E">
              <w:rPr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3034F" w:rsidRDefault="00A51005" w:rsidP="006D2BB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C3034F">
              <w:rPr>
                <w:bCs/>
                <w:szCs w:val="24"/>
              </w:rPr>
              <w:t>0,0</w:t>
            </w:r>
          </w:p>
        </w:tc>
      </w:tr>
      <w:tr w:rsidR="00A51005" w:rsidRPr="004157A8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4157A8" w:rsidRDefault="00A51005" w:rsidP="006D2BB2">
            <w:pPr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iCs/>
                <w:szCs w:val="24"/>
              </w:rPr>
            </w:pPr>
            <w:r w:rsidRPr="004157A8">
              <w:rPr>
                <w:b/>
                <w:iCs/>
                <w:szCs w:val="24"/>
              </w:rPr>
              <w:t>141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A340A2">
            <w:pPr>
              <w:ind w:left="-108" w:right="-131" w:firstLine="108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25,</w:t>
            </w:r>
            <w:r w:rsidR="00EB76C6" w:rsidRPr="004157A8">
              <w:rPr>
                <w:b/>
                <w:bCs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4157A8" w:rsidRDefault="00EB76C6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99,6</w:t>
            </w:r>
          </w:p>
        </w:tc>
      </w:tr>
      <w:tr w:rsidR="00A51005" w:rsidRPr="00F4756E" w:rsidTr="00F24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604B0E" w:rsidRDefault="00A51005" w:rsidP="006D2BB2">
            <w:pPr>
              <w:outlineLvl w:val="0"/>
              <w:rPr>
                <w:szCs w:val="24"/>
              </w:rPr>
            </w:pPr>
            <w:r w:rsidRPr="00604B0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604B0E" w:rsidRDefault="00A51005" w:rsidP="006D2BB2">
            <w:pPr>
              <w:jc w:val="center"/>
              <w:rPr>
                <w:iCs/>
                <w:szCs w:val="24"/>
              </w:rPr>
            </w:pPr>
            <w:r w:rsidRPr="00604B0E">
              <w:rPr>
                <w:iCs/>
                <w:szCs w:val="24"/>
              </w:rPr>
              <w:t>141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04B0E" w:rsidRDefault="00A51005" w:rsidP="00A340A2">
            <w:pPr>
              <w:ind w:left="-108" w:right="-131" w:firstLine="108"/>
              <w:outlineLvl w:val="0"/>
              <w:rPr>
                <w:szCs w:val="24"/>
              </w:rPr>
            </w:pPr>
            <w:r w:rsidRPr="00604B0E">
              <w:rPr>
                <w:szCs w:val="24"/>
              </w:rPr>
              <w:t>1 16 10123 01 0051 140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04B0E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04B0E" w:rsidRDefault="00A51005" w:rsidP="006D2BB2">
            <w:pPr>
              <w:jc w:val="center"/>
              <w:outlineLvl w:val="0"/>
              <w:rPr>
                <w:szCs w:val="24"/>
              </w:rPr>
            </w:pPr>
            <w:r w:rsidRPr="00604B0E">
              <w:rPr>
                <w:szCs w:val="24"/>
              </w:rPr>
              <w:t>25,</w:t>
            </w:r>
            <w:r w:rsidR="00EB76C6">
              <w:rPr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B8769B" w:rsidRDefault="00EB76C6" w:rsidP="006D2BB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99,6</w:t>
            </w:r>
          </w:p>
        </w:tc>
      </w:tr>
      <w:tr w:rsidR="00A51005" w:rsidRPr="004157A8" w:rsidTr="00F24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4157A8" w:rsidRDefault="00A51005" w:rsidP="006D2BB2">
            <w:pPr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 xml:space="preserve">Министерство инвестиций, земельных и имущественных </w:t>
            </w:r>
            <w:r w:rsidRPr="004157A8">
              <w:rPr>
                <w:b/>
                <w:bCs/>
                <w:szCs w:val="24"/>
              </w:rPr>
              <w:lastRenderedPageBreak/>
              <w:t>отношений Нижегородской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iCs/>
                <w:szCs w:val="24"/>
              </w:rPr>
            </w:pPr>
            <w:r w:rsidRPr="004157A8">
              <w:rPr>
                <w:b/>
                <w:iCs/>
                <w:szCs w:val="24"/>
              </w:rPr>
              <w:lastRenderedPageBreak/>
              <w:t>143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18 175,9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2 735,</w:t>
            </w:r>
            <w:r w:rsidR="00EB76C6" w:rsidRPr="004157A8">
              <w:rPr>
                <w:b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15,0</w:t>
            </w:r>
          </w:p>
        </w:tc>
      </w:tr>
      <w:tr w:rsidR="00A51005" w:rsidRPr="00F4756E" w:rsidTr="00F24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E616B4" w:rsidRDefault="00A51005" w:rsidP="006D2BB2">
            <w:r w:rsidRPr="00E616B4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E616B4" w:rsidRDefault="00A51005" w:rsidP="006D2BB2">
            <w:pPr>
              <w:jc w:val="center"/>
            </w:pPr>
            <w:r w:rsidRPr="00E616B4">
              <w:t>143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E616B4" w:rsidRDefault="00A51005" w:rsidP="00A340A2">
            <w:pPr>
              <w:ind w:left="-108" w:right="-131"/>
              <w:jc w:val="center"/>
            </w:pPr>
            <w:r w:rsidRPr="00E616B4">
              <w:t>1.11.05013.05.0000.120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E616B4" w:rsidRDefault="00A51005" w:rsidP="006D2BB2">
            <w:pPr>
              <w:jc w:val="center"/>
            </w:pPr>
            <w:r>
              <w:t>68,1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E616B4" w:rsidRDefault="00A51005" w:rsidP="006D2BB2">
            <w:pPr>
              <w:jc w:val="center"/>
            </w:pPr>
            <w:r>
              <w:t>65,</w:t>
            </w:r>
            <w:r w:rsidR="00687CC1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E73433" w:rsidRDefault="00A51005" w:rsidP="006D2BB2">
            <w:pPr>
              <w:jc w:val="center"/>
            </w:pPr>
            <w:r>
              <w:t>96,</w:t>
            </w:r>
            <w:r w:rsidR="00687CC1">
              <w:t>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F5069F" w:rsidRDefault="00A51005" w:rsidP="006D2BB2">
            <w:r w:rsidRPr="00F5069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 w:rsidRPr="00F5069F">
              <w:t>143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A340A2">
            <w:pPr>
              <w:ind w:left="-108" w:right="-131"/>
              <w:jc w:val="center"/>
            </w:pPr>
            <w:r w:rsidRPr="00F5069F">
              <w:t>1.11.05013.13.0000.120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18 107,8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F5069F">
            <w:pPr>
              <w:jc w:val="center"/>
            </w:pPr>
            <w:r w:rsidRPr="00F5069F">
              <w:t>2</w:t>
            </w:r>
            <w:r>
              <w:t> 669,5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E73433" w:rsidRDefault="00A51005" w:rsidP="006D2BB2">
            <w:pPr>
              <w:jc w:val="center"/>
            </w:pPr>
            <w:r>
              <w:t>14,7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F5069F" w:rsidRDefault="00A51005" w:rsidP="006D2BB2">
            <w:r w:rsidRPr="00F5069F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 w:rsidRPr="00F5069F">
              <w:t>143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A340A2">
            <w:pPr>
              <w:ind w:left="-108" w:right="-131"/>
              <w:jc w:val="center"/>
            </w:pPr>
            <w:r w:rsidRPr="00F5069F">
              <w:t>1.11.05313.05.0000.120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 w:rsidRPr="00F5069F"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Default="00A51005" w:rsidP="006D2BB2">
            <w:pPr>
              <w:jc w:val="center"/>
            </w:pPr>
            <w:r w:rsidRPr="00F5069F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4157A8" w:rsidRDefault="00A51005" w:rsidP="006D2BB2">
            <w:pPr>
              <w:outlineLvl w:val="0"/>
              <w:rPr>
                <w:szCs w:val="24"/>
              </w:rPr>
            </w:pPr>
            <w:r w:rsidRPr="004157A8">
              <w:rPr>
                <w:b/>
                <w:bCs/>
              </w:rPr>
              <w:t>Министерство социальной политики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iCs/>
                <w:szCs w:val="24"/>
              </w:rPr>
            </w:pPr>
            <w:r w:rsidRPr="004157A8">
              <w:rPr>
                <w:b/>
                <w:iCs/>
                <w:szCs w:val="24"/>
              </w:rPr>
              <w:t>150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282,0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33,</w:t>
            </w:r>
            <w:r w:rsidR="003F7F1E" w:rsidRPr="004157A8">
              <w:rPr>
                <w:b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B973A0" w:rsidRDefault="00A51005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11,8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F5069F" w:rsidRDefault="00A51005" w:rsidP="006D2BB2">
            <w:r w:rsidRPr="00F5069F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</w:t>
            </w:r>
            <w:r w:rsidRPr="00F5069F">
              <w:lastRenderedPageBreak/>
              <w:t>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 w:rsidRPr="00F5069F">
              <w:lastRenderedPageBreak/>
              <w:t>150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A340A2">
            <w:pPr>
              <w:ind w:left="-108" w:right="-131"/>
              <w:jc w:val="center"/>
            </w:pPr>
            <w:r w:rsidRPr="00F5069F">
              <w:t>1.16.01053.01.0000.140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CF01D8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F5069F" w:rsidRDefault="00A51005" w:rsidP="006D2BB2">
            <w:r w:rsidRPr="00F5069F"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 w:rsidRPr="00F5069F">
              <w:t>150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A340A2">
            <w:pPr>
              <w:ind w:left="-108" w:right="-131"/>
              <w:jc w:val="center"/>
            </w:pPr>
            <w:r w:rsidRPr="00F5069F">
              <w:t>1.16.01053.01.0035.140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>
              <w:t>0,</w:t>
            </w:r>
            <w:r w:rsidRPr="00F5069F">
              <w:t>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F5069F" w:rsidRDefault="00A51005" w:rsidP="006D2BB2">
            <w:r w:rsidRPr="00F5069F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 w:rsidRPr="00F5069F">
              <w:t>150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A340A2">
            <w:pPr>
              <w:ind w:left="-108" w:right="-131"/>
              <w:jc w:val="center"/>
            </w:pPr>
            <w:r w:rsidRPr="00F5069F">
              <w:t>1.16.01063.01.0000.140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F5069F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F5069F" w:rsidRDefault="00A51005" w:rsidP="006D2BB2">
            <w:r w:rsidRPr="005144FC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5144FC" w:rsidRDefault="00A51005" w:rsidP="00F5069F">
            <w:pPr>
              <w:jc w:val="center"/>
            </w:pPr>
            <w:r w:rsidRPr="005144FC">
              <w:t>150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A340A2">
            <w:pPr>
              <w:ind w:left="-108" w:right="-131"/>
              <w:jc w:val="center"/>
            </w:pPr>
            <w:r w:rsidRPr="005144FC">
              <w:t>1.16.01063.01.0101.140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F5069F" w:rsidRDefault="00A51005" w:rsidP="006D2BB2">
            <w:pPr>
              <w:jc w:val="center"/>
            </w:pPr>
            <w: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F5069F" w:rsidRDefault="00A51005" w:rsidP="006D2BB2">
            <w:pPr>
              <w:jc w:val="center"/>
            </w:pPr>
            <w:r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5144FC" w:rsidRDefault="00A51005" w:rsidP="006D2BB2">
            <w:r w:rsidRPr="005144FC">
              <w:t xml:space="preserve">Административные штрафы, </w:t>
            </w:r>
            <w:r w:rsidRPr="005144FC">
              <w:lastRenderedPageBreak/>
              <w:t>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 w:rsidRPr="005144FC">
              <w:lastRenderedPageBreak/>
              <w:t>150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A340A2">
            <w:pPr>
              <w:ind w:left="-108" w:right="-131"/>
              <w:jc w:val="center"/>
            </w:pPr>
            <w:r w:rsidRPr="005144FC">
              <w:t>1.16.01063.01.9000.140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>
              <w:t>1,</w:t>
            </w:r>
            <w:r w:rsidR="0054752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5144FC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5144FC" w:rsidRDefault="00A51005" w:rsidP="006D2BB2">
            <w:r w:rsidRPr="005144FC"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 w:rsidRPr="005144FC">
              <w:t>150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A340A2">
            <w:pPr>
              <w:ind w:left="-108" w:right="-131"/>
              <w:jc w:val="center"/>
            </w:pPr>
            <w:r w:rsidRPr="005144FC">
              <w:t>1.16.01073.01.0000.140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5144FC">
            <w:pPr>
              <w:jc w:val="center"/>
            </w:pPr>
            <w: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5144FC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Default="00A51005" w:rsidP="00BA6C99">
            <w:pPr>
              <w:outlineLvl w:val="0"/>
              <w:rPr>
                <w:szCs w:val="24"/>
              </w:rPr>
            </w:pPr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 w:rsidRPr="005144FC">
              <w:t>150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A340A2">
            <w:pPr>
              <w:ind w:left="-108" w:right="-131"/>
              <w:jc w:val="center"/>
            </w:pPr>
            <w:r>
              <w:t>1.16.01073.01.001</w:t>
            </w:r>
            <w:r w:rsidRPr="005144FC">
              <w:t>7.140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>
              <w:t>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5144FC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Default="00A51005" w:rsidP="00BA6C99">
            <w:pPr>
              <w:outlineLvl w:val="0"/>
              <w:rPr>
                <w:szCs w:val="24"/>
              </w:rPr>
            </w:pPr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5144FC" w:rsidRDefault="00A51005" w:rsidP="006D2BB2">
            <w:pPr>
              <w:jc w:val="center"/>
            </w:pPr>
            <w:r>
              <w:t>150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5144FC" w:rsidRDefault="00A51005" w:rsidP="00A340A2">
            <w:pPr>
              <w:ind w:left="-108" w:right="-131"/>
              <w:jc w:val="center"/>
            </w:pPr>
            <w:r w:rsidRPr="005144FC">
              <w:t>1.16.01073.01.0027.140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Default="00A51005" w:rsidP="006D2BB2">
            <w:pPr>
              <w:jc w:val="center"/>
            </w:pPr>
            <w: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Default="00A51005" w:rsidP="006D2BB2">
            <w:pPr>
              <w:jc w:val="center"/>
            </w:pPr>
            <w: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5144FC" w:rsidRDefault="00A51005" w:rsidP="006D2BB2">
            <w:pPr>
              <w:jc w:val="center"/>
            </w:pPr>
            <w:r>
              <w:t>100,0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6109C4" w:rsidRDefault="00A51005" w:rsidP="006D2BB2">
            <w:r w:rsidRPr="006109C4">
              <w:t xml:space="preserve">Административные штрафы, установленные Главой 19 </w:t>
            </w:r>
            <w:r w:rsidRPr="006109C4">
              <w:lastRenderedPageBreak/>
              <w:t>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lastRenderedPageBreak/>
              <w:t>150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A340A2">
            <w:pPr>
              <w:ind w:left="-108" w:right="-131"/>
              <w:jc w:val="center"/>
            </w:pPr>
            <w:r w:rsidRPr="006109C4">
              <w:t>1.16.01193.01.0000.140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109C4">
            <w:pPr>
              <w:jc w:val="center"/>
            </w:pPr>
            <w:r>
              <w:t>111,5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6109C4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6109C4" w:rsidRDefault="00A51005" w:rsidP="006D2BB2">
            <w:r w:rsidRPr="006109C4"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150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A340A2">
            <w:pPr>
              <w:ind w:left="-108" w:right="-131"/>
              <w:jc w:val="center"/>
            </w:pPr>
            <w:r w:rsidRPr="006109C4">
              <w:t>1.16.01203.01.0000.140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6109C4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6109C4" w:rsidRDefault="00A51005" w:rsidP="006D2BB2">
            <w:r w:rsidRPr="006109C4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150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A340A2">
            <w:pPr>
              <w:ind w:left="-108" w:right="-131"/>
              <w:jc w:val="center"/>
            </w:pPr>
            <w:r w:rsidRPr="006109C4">
              <w:t>1.16.01203.01.0021.140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CF01D8" w:rsidRDefault="00A51005" w:rsidP="006D2BB2">
            <w:pPr>
              <w:jc w:val="center"/>
            </w:pPr>
            <w:r w:rsidRPr="006109C4">
              <w:t>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6109C4" w:rsidRDefault="00A51005" w:rsidP="006D2BB2">
            <w:r w:rsidRPr="006109C4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150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A340A2">
            <w:pPr>
              <w:ind w:left="-108" w:right="-131"/>
              <w:jc w:val="center"/>
            </w:pPr>
            <w:r w:rsidRPr="006109C4">
              <w:t>1.16.01203.01.9000.140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 w:rsidRPr="006109C4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6109C4" w:rsidRDefault="00A51005" w:rsidP="006D2BB2">
            <w:pPr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Default="00A51005" w:rsidP="006D2BB2">
            <w:pPr>
              <w:jc w:val="center"/>
            </w:pPr>
            <w:r w:rsidRPr="006109C4">
              <w:t>0,0</w:t>
            </w:r>
          </w:p>
        </w:tc>
      </w:tr>
      <w:tr w:rsidR="00A51005" w:rsidRPr="004157A8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4157A8" w:rsidRDefault="00A51005" w:rsidP="006D2BB2">
            <w:pPr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Управление Федеральной антимонопольной службы по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iCs/>
                <w:szCs w:val="24"/>
              </w:rPr>
            </w:pPr>
            <w:r w:rsidRPr="004157A8">
              <w:rPr>
                <w:b/>
                <w:iCs/>
                <w:szCs w:val="24"/>
              </w:rPr>
              <w:t>161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A340A2">
            <w:pPr>
              <w:ind w:left="-108" w:right="-131"/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100,0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C91023" w:rsidRDefault="00A51005" w:rsidP="006D2BB2">
            <w:pPr>
              <w:outlineLvl w:val="0"/>
              <w:rPr>
                <w:szCs w:val="24"/>
              </w:rPr>
            </w:pPr>
            <w:r w:rsidRPr="00C91023">
              <w:rPr>
                <w:szCs w:val="24"/>
              </w:rPr>
              <w:t xml:space="preserve">Иные штрафы, неустойки, </w:t>
            </w:r>
            <w:r w:rsidRPr="00C91023">
              <w:rPr>
                <w:szCs w:val="24"/>
              </w:rPr>
              <w:lastRenderedPageBreak/>
              <w:t>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340A2" w:rsidRDefault="00A340A2" w:rsidP="006D2BB2">
            <w:pPr>
              <w:jc w:val="center"/>
              <w:rPr>
                <w:iCs/>
                <w:szCs w:val="24"/>
              </w:rPr>
            </w:pPr>
          </w:p>
          <w:p w:rsidR="00A51005" w:rsidRPr="00C91023" w:rsidRDefault="00A51005" w:rsidP="006D2BB2">
            <w:pPr>
              <w:jc w:val="center"/>
              <w:rPr>
                <w:iCs/>
                <w:szCs w:val="24"/>
              </w:rPr>
            </w:pPr>
            <w:r w:rsidRPr="00C91023">
              <w:rPr>
                <w:iCs/>
                <w:szCs w:val="24"/>
              </w:rPr>
              <w:t>161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340A2" w:rsidRDefault="00A340A2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51005" w:rsidRPr="00C91023" w:rsidRDefault="00A51005" w:rsidP="00A340A2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C91023">
              <w:rPr>
                <w:szCs w:val="24"/>
              </w:rPr>
              <w:t>1 16 07090 05 0000 140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51005" w:rsidRPr="00C91023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szCs w:val="24"/>
              </w:rPr>
            </w:pPr>
          </w:p>
          <w:p w:rsidR="00A51005" w:rsidRPr="00C91023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35</w:t>
            </w:r>
            <w:r w:rsidRPr="00C91023">
              <w:rPr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340A2" w:rsidRDefault="00A340A2" w:rsidP="006D2BB2">
            <w:pPr>
              <w:jc w:val="center"/>
              <w:outlineLvl w:val="0"/>
              <w:rPr>
                <w:bCs/>
                <w:szCs w:val="24"/>
              </w:rPr>
            </w:pPr>
          </w:p>
          <w:p w:rsidR="00A51005" w:rsidRPr="00986BB7" w:rsidRDefault="00A51005" w:rsidP="006D2BB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C91023">
              <w:rPr>
                <w:bCs/>
                <w:szCs w:val="24"/>
              </w:rPr>
              <w:t>0,0</w:t>
            </w:r>
          </w:p>
        </w:tc>
      </w:tr>
      <w:tr w:rsidR="00A51005" w:rsidRPr="004157A8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02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005" w:rsidRPr="004157A8" w:rsidRDefault="00A51005" w:rsidP="006D2BB2">
            <w:pPr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lastRenderedPageBreak/>
              <w:t>Межрайонная ИФНС России № 5 по Нижегородской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182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387 300,4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380 067,</w:t>
            </w:r>
            <w:r w:rsidR="00534DF7" w:rsidRPr="004157A8">
              <w:rPr>
                <w:b/>
                <w:bCs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98,1</w:t>
            </w:r>
          </w:p>
        </w:tc>
      </w:tr>
      <w:tr w:rsidR="00A51005" w:rsidRPr="00F4756E" w:rsidTr="00AA6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3862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A644F4" w:rsidRDefault="00A51005" w:rsidP="006D2BB2">
            <w:r w:rsidRPr="00A644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A644F4" w:rsidRDefault="00A51005" w:rsidP="006D2BB2">
            <w:pPr>
              <w:jc w:val="center"/>
            </w:pPr>
            <w:r w:rsidRPr="00A644F4">
              <w:t>182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A644F4" w:rsidRDefault="00A51005" w:rsidP="00A340A2">
            <w:pPr>
              <w:ind w:left="-108" w:right="-131"/>
              <w:jc w:val="center"/>
            </w:pPr>
            <w:r w:rsidRPr="00A644F4">
              <w:t>1.01.02010.01.1000.110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A644F4" w:rsidRDefault="00A51005" w:rsidP="006D2BB2">
            <w:pPr>
              <w:jc w:val="center"/>
            </w:pPr>
            <w:r>
              <w:t>324 652,7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A644F4" w:rsidRDefault="00A51005" w:rsidP="00B41EAE">
            <w:pPr>
              <w:jc w:val="center"/>
            </w:pPr>
            <w:r>
              <w:t>316 459,7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>
              <w:t>97,5</w:t>
            </w:r>
          </w:p>
        </w:tc>
      </w:tr>
      <w:tr w:rsidR="00A51005" w:rsidRPr="00F4756E" w:rsidTr="00A340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C322E2" w:rsidRDefault="00A51005" w:rsidP="006D2BB2">
            <w:r w:rsidRPr="00C322E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182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A340A2">
            <w:pPr>
              <w:ind w:left="-108" w:right="-131"/>
              <w:jc w:val="center"/>
            </w:pPr>
            <w:r w:rsidRPr="00C322E2">
              <w:t>1.01.02010.01.2100.110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220,1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 w:rsidRPr="00C322E2">
              <w:t>0,0</w:t>
            </w:r>
          </w:p>
        </w:tc>
      </w:tr>
      <w:tr w:rsidR="00A51005" w:rsidRPr="00F4756E" w:rsidTr="00BF2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7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C322E2" w:rsidRDefault="00A51005" w:rsidP="006D2BB2">
            <w:r w:rsidRPr="00C322E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182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A340A2">
            <w:pPr>
              <w:ind w:left="-108" w:right="-131"/>
              <w:jc w:val="center"/>
            </w:pPr>
            <w:r w:rsidRPr="00C322E2">
              <w:t>1.01.02010.01.3000.110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118,2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 w:rsidRPr="00C322E2">
              <w:t>0,0</w:t>
            </w:r>
          </w:p>
        </w:tc>
      </w:tr>
      <w:tr w:rsidR="00A51005" w:rsidRPr="00F4756E" w:rsidTr="00BF2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83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C322E2" w:rsidRDefault="00A51005" w:rsidP="006D2BB2">
            <w:r w:rsidRPr="00C322E2"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182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A340A2">
            <w:pPr>
              <w:ind w:left="-108" w:right="-131"/>
              <w:jc w:val="center"/>
            </w:pPr>
            <w:r w:rsidRPr="00C322E2">
              <w:t>1.01.02010.01.4000.110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 w:rsidRPr="00C322E2">
              <w:t>0,0</w:t>
            </w:r>
          </w:p>
        </w:tc>
      </w:tr>
      <w:tr w:rsidR="00A51005" w:rsidRPr="00F4756E" w:rsidTr="00BF26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hRule="exact" w:val="5342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C322E2" w:rsidRDefault="00A51005" w:rsidP="006D2BB2">
            <w:r w:rsidRPr="00C322E2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182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BF26D5">
            <w:pPr>
              <w:ind w:left="-108" w:right="-131"/>
              <w:jc w:val="center"/>
            </w:pPr>
            <w:r w:rsidRPr="00C322E2">
              <w:t>1.01.02020.01.1000.110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8 473,0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10 169,6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>
              <w:t>120,0</w:t>
            </w:r>
          </w:p>
        </w:tc>
      </w:tr>
      <w:tr w:rsidR="00A51005" w:rsidRPr="00F4756E" w:rsidTr="00AA6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4"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C322E2" w:rsidRDefault="00A51005" w:rsidP="006D2BB2">
            <w:r w:rsidRPr="00C322E2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182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BF26D5">
            <w:pPr>
              <w:ind w:left="-108" w:right="-131"/>
              <w:jc w:val="center"/>
            </w:pPr>
            <w:r w:rsidRPr="00C322E2">
              <w:t>1.01.02020.01.2100.110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 w:rsidRPr="00C322E2">
              <w:t>0,0</w:t>
            </w:r>
          </w:p>
        </w:tc>
      </w:tr>
      <w:tr w:rsidR="00A51005" w:rsidRPr="00F4756E" w:rsidTr="00AA6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4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C322E2" w:rsidRDefault="00A51005" w:rsidP="006D2BB2">
            <w:r w:rsidRPr="00C322E2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C322E2"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lastRenderedPageBreak/>
              <w:t>182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BF26D5">
            <w:pPr>
              <w:ind w:left="-108" w:right="-131"/>
              <w:jc w:val="center"/>
            </w:pPr>
            <w:r w:rsidRPr="00C322E2">
              <w:t>1.01.02020.01.3000.110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 w:rsidRPr="00C322E2">
              <w:t>0,0</w:t>
            </w:r>
          </w:p>
        </w:tc>
      </w:tr>
      <w:tr w:rsidR="00A51005" w:rsidRPr="00F4756E" w:rsidTr="00AA63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005" w:rsidRPr="00C322E2" w:rsidRDefault="00A51005" w:rsidP="006D2BB2">
            <w:r w:rsidRPr="00C322E2"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 w:rsidRPr="00C322E2">
              <w:t>182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BF26D5">
            <w:pPr>
              <w:ind w:left="-108" w:right="-131"/>
              <w:jc w:val="center"/>
            </w:pPr>
            <w:r w:rsidRPr="00C322E2">
              <w:t>1.01.02030.01.1000.110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4 675,6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05" w:rsidRPr="00C322E2" w:rsidRDefault="00A51005" w:rsidP="006D2BB2">
            <w:pPr>
              <w:jc w:val="center"/>
            </w:pPr>
            <w:r>
              <w:t>3 532,0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>
              <w:t>75,5</w:t>
            </w:r>
          </w:p>
        </w:tc>
      </w:tr>
      <w:tr w:rsidR="00A51005" w:rsidRPr="00F4756E" w:rsidTr="00BF26D5">
        <w:trPr>
          <w:jc w:val="center"/>
        </w:trPr>
        <w:tc>
          <w:tcPr>
            <w:tcW w:w="3521" w:type="dxa"/>
            <w:tcBorders>
              <w:top w:val="single" w:sz="4" w:space="0" w:color="auto"/>
            </w:tcBorders>
          </w:tcPr>
          <w:p w:rsidR="00A51005" w:rsidRPr="00A26E39" w:rsidRDefault="00A51005" w:rsidP="006D2BB2">
            <w:r w:rsidRPr="00A26E39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182</w:t>
            </w:r>
          </w:p>
        </w:tc>
        <w:tc>
          <w:tcPr>
            <w:tcW w:w="2528" w:type="dxa"/>
            <w:tcBorders>
              <w:top w:val="single" w:sz="4" w:space="0" w:color="auto"/>
            </w:tcBorders>
            <w:vAlign w:val="bottom"/>
          </w:tcPr>
          <w:p w:rsidR="00A51005" w:rsidRPr="00A26E39" w:rsidRDefault="00A51005" w:rsidP="00BF26D5">
            <w:pPr>
              <w:ind w:left="-108" w:right="-131"/>
              <w:jc w:val="center"/>
            </w:pPr>
            <w:r w:rsidRPr="00A26E39">
              <w:t>1.01.02030.01.2100.110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A51005" w:rsidRPr="00A26E39" w:rsidRDefault="00A51005" w:rsidP="006D2BB2">
            <w:pPr>
              <w:jc w:val="center"/>
            </w:pPr>
            <w:r>
              <w:t>14,5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:rsidR="00A51005" w:rsidRPr="006928F4" w:rsidRDefault="00A51005" w:rsidP="006D2BB2">
            <w:pPr>
              <w:jc w:val="center"/>
            </w:pPr>
            <w:r>
              <w:t>0,0</w:t>
            </w:r>
          </w:p>
        </w:tc>
      </w:tr>
      <w:tr w:rsidR="00A51005" w:rsidRPr="00F4756E" w:rsidTr="00BF26D5">
        <w:trPr>
          <w:jc w:val="center"/>
        </w:trPr>
        <w:tc>
          <w:tcPr>
            <w:tcW w:w="3521" w:type="dxa"/>
          </w:tcPr>
          <w:p w:rsidR="00A51005" w:rsidRPr="00A26E39" w:rsidRDefault="00A51005" w:rsidP="006D2BB2">
            <w:r w:rsidRPr="00A26E39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182</w:t>
            </w:r>
          </w:p>
        </w:tc>
        <w:tc>
          <w:tcPr>
            <w:tcW w:w="2528" w:type="dxa"/>
            <w:vAlign w:val="bottom"/>
          </w:tcPr>
          <w:p w:rsidR="00A51005" w:rsidRPr="00A26E39" w:rsidRDefault="00A51005" w:rsidP="00BF26D5">
            <w:pPr>
              <w:ind w:left="-108" w:right="-131"/>
              <w:jc w:val="center"/>
            </w:pPr>
            <w:r w:rsidRPr="00A26E39">
              <w:t>1.01.02030.01.3000.110</w:t>
            </w:r>
          </w:p>
        </w:tc>
        <w:tc>
          <w:tcPr>
            <w:tcW w:w="1417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0,0</w:t>
            </w:r>
          </w:p>
        </w:tc>
        <w:tc>
          <w:tcPr>
            <w:tcW w:w="1418" w:type="dxa"/>
            <w:vAlign w:val="bottom"/>
          </w:tcPr>
          <w:p w:rsidR="00A51005" w:rsidRPr="00A26E39" w:rsidRDefault="00A51005" w:rsidP="006D2BB2">
            <w:pPr>
              <w:jc w:val="center"/>
            </w:pPr>
            <w:r>
              <w:t>13,9</w:t>
            </w:r>
          </w:p>
        </w:tc>
        <w:tc>
          <w:tcPr>
            <w:tcW w:w="850" w:type="dxa"/>
            <w:vAlign w:val="bottom"/>
          </w:tcPr>
          <w:p w:rsidR="00A51005" w:rsidRPr="006928F4" w:rsidRDefault="00A51005" w:rsidP="006D2BB2">
            <w:pPr>
              <w:jc w:val="center"/>
            </w:pPr>
            <w:r>
              <w:t>0,0</w:t>
            </w:r>
          </w:p>
        </w:tc>
      </w:tr>
      <w:tr w:rsidR="00A51005" w:rsidRPr="00F4756E" w:rsidTr="00BF26D5">
        <w:trPr>
          <w:trHeight w:hRule="exact" w:val="4485"/>
          <w:jc w:val="center"/>
        </w:trPr>
        <w:tc>
          <w:tcPr>
            <w:tcW w:w="3521" w:type="dxa"/>
          </w:tcPr>
          <w:p w:rsidR="00A51005" w:rsidRPr="00A26E39" w:rsidRDefault="00A51005" w:rsidP="006D2BB2">
            <w:r w:rsidRPr="00A26E39"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182</w:t>
            </w:r>
          </w:p>
        </w:tc>
        <w:tc>
          <w:tcPr>
            <w:tcW w:w="2528" w:type="dxa"/>
            <w:vAlign w:val="bottom"/>
          </w:tcPr>
          <w:p w:rsidR="00A51005" w:rsidRPr="00A26E39" w:rsidRDefault="00A51005" w:rsidP="00BF26D5">
            <w:pPr>
              <w:ind w:left="-108" w:right="-131"/>
              <w:jc w:val="center"/>
            </w:pPr>
            <w:r w:rsidRPr="00A26E39">
              <w:t>1.01.02040.01.1000.110</w:t>
            </w:r>
          </w:p>
        </w:tc>
        <w:tc>
          <w:tcPr>
            <w:tcW w:w="1417" w:type="dxa"/>
            <w:vAlign w:val="bottom"/>
          </w:tcPr>
          <w:p w:rsidR="00A51005" w:rsidRPr="00A26E39" w:rsidRDefault="00A51005" w:rsidP="006D2BB2">
            <w:pPr>
              <w:jc w:val="center"/>
            </w:pPr>
            <w:r>
              <w:t>1 558,9</w:t>
            </w:r>
          </w:p>
        </w:tc>
        <w:tc>
          <w:tcPr>
            <w:tcW w:w="1418" w:type="dxa"/>
            <w:vAlign w:val="bottom"/>
          </w:tcPr>
          <w:p w:rsidR="00A51005" w:rsidRPr="00A26E39" w:rsidRDefault="00A51005" w:rsidP="006D2BB2">
            <w:pPr>
              <w:jc w:val="center"/>
            </w:pPr>
            <w:r>
              <w:t>1 498,7</w:t>
            </w:r>
          </w:p>
        </w:tc>
        <w:tc>
          <w:tcPr>
            <w:tcW w:w="850" w:type="dxa"/>
            <w:vAlign w:val="bottom"/>
          </w:tcPr>
          <w:p w:rsidR="00A51005" w:rsidRPr="006928F4" w:rsidRDefault="00A51005" w:rsidP="006D2BB2">
            <w:pPr>
              <w:jc w:val="center"/>
            </w:pPr>
            <w:r>
              <w:t>96,1</w:t>
            </w:r>
          </w:p>
        </w:tc>
      </w:tr>
      <w:tr w:rsidR="00A51005" w:rsidRPr="00F4756E" w:rsidTr="00BF26D5">
        <w:trPr>
          <w:trHeight w:hRule="exact" w:val="2268"/>
          <w:jc w:val="center"/>
        </w:trPr>
        <w:tc>
          <w:tcPr>
            <w:tcW w:w="3521" w:type="dxa"/>
          </w:tcPr>
          <w:p w:rsidR="00A51005" w:rsidRPr="00A26E39" w:rsidRDefault="00A51005" w:rsidP="006D2BB2">
            <w:r w:rsidRPr="00A26E39"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182</w:t>
            </w:r>
          </w:p>
        </w:tc>
        <w:tc>
          <w:tcPr>
            <w:tcW w:w="2528" w:type="dxa"/>
            <w:vAlign w:val="bottom"/>
          </w:tcPr>
          <w:p w:rsidR="00A51005" w:rsidRPr="00A26E39" w:rsidRDefault="00A51005" w:rsidP="00BF26D5">
            <w:pPr>
              <w:ind w:left="-108" w:right="-131"/>
              <w:jc w:val="center"/>
            </w:pPr>
            <w:r w:rsidRPr="00A26E39">
              <w:t>1.05.01011.01.1000.110</w:t>
            </w:r>
          </w:p>
        </w:tc>
        <w:tc>
          <w:tcPr>
            <w:tcW w:w="1417" w:type="dxa"/>
            <w:vAlign w:val="bottom"/>
          </w:tcPr>
          <w:p w:rsidR="00A51005" w:rsidRPr="00A26E39" w:rsidRDefault="00A51005" w:rsidP="00A26E39">
            <w:pPr>
              <w:jc w:val="center"/>
            </w:pPr>
            <w:r w:rsidRPr="00A26E39">
              <w:t>14</w:t>
            </w:r>
            <w:r>
              <w:t> 546,4</w:t>
            </w:r>
          </w:p>
        </w:tc>
        <w:tc>
          <w:tcPr>
            <w:tcW w:w="1418" w:type="dxa"/>
            <w:vAlign w:val="bottom"/>
          </w:tcPr>
          <w:p w:rsidR="00A51005" w:rsidRPr="00A26E39" w:rsidRDefault="00A51005" w:rsidP="006D2BB2">
            <w:pPr>
              <w:jc w:val="center"/>
            </w:pPr>
            <w:r>
              <w:t>12 214,2</w:t>
            </w:r>
          </w:p>
        </w:tc>
        <w:tc>
          <w:tcPr>
            <w:tcW w:w="850" w:type="dxa"/>
            <w:vAlign w:val="bottom"/>
          </w:tcPr>
          <w:p w:rsidR="00A51005" w:rsidRPr="006928F4" w:rsidRDefault="00A51005" w:rsidP="006D2BB2">
            <w:pPr>
              <w:jc w:val="center"/>
            </w:pPr>
            <w:r>
              <w:t>84,0</w:t>
            </w:r>
          </w:p>
        </w:tc>
      </w:tr>
      <w:tr w:rsidR="00A51005" w:rsidRPr="00F4756E" w:rsidTr="00BF26D5">
        <w:trPr>
          <w:trHeight w:hRule="exact" w:val="1444"/>
          <w:jc w:val="center"/>
        </w:trPr>
        <w:tc>
          <w:tcPr>
            <w:tcW w:w="3521" w:type="dxa"/>
          </w:tcPr>
          <w:p w:rsidR="00A51005" w:rsidRPr="00A26E39" w:rsidRDefault="00A51005" w:rsidP="006D2BB2">
            <w:r w:rsidRPr="00A26E39"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182</w:t>
            </w:r>
          </w:p>
        </w:tc>
        <w:tc>
          <w:tcPr>
            <w:tcW w:w="2528" w:type="dxa"/>
            <w:vAlign w:val="bottom"/>
          </w:tcPr>
          <w:p w:rsidR="00A51005" w:rsidRPr="00A26E39" w:rsidRDefault="00A51005" w:rsidP="00BF26D5">
            <w:pPr>
              <w:ind w:left="-108" w:right="-131"/>
              <w:jc w:val="center"/>
            </w:pPr>
            <w:r w:rsidRPr="00A26E39">
              <w:t>1.05.01011.01.2100.110</w:t>
            </w:r>
          </w:p>
        </w:tc>
        <w:tc>
          <w:tcPr>
            <w:tcW w:w="1417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0,0</w:t>
            </w:r>
          </w:p>
        </w:tc>
        <w:tc>
          <w:tcPr>
            <w:tcW w:w="1418" w:type="dxa"/>
            <w:vAlign w:val="bottom"/>
          </w:tcPr>
          <w:p w:rsidR="00A51005" w:rsidRPr="00A26E39" w:rsidRDefault="00A51005" w:rsidP="006D2BB2">
            <w:pPr>
              <w:jc w:val="center"/>
            </w:pPr>
            <w:r>
              <w:t>92,0</w:t>
            </w:r>
          </w:p>
        </w:tc>
        <w:tc>
          <w:tcPr>
            <w:tcW w:w="850" w:type="dxa"/>
            <w:vAlign w:val="bottom"/>
          </w:tcPr>
          <w:p w:rsidR="00A51005" w:rsidRPr="006928F4" w:rsidRDefault="00A51005" w:rsidP="006D2BB2">
            <w:pPr>
              <w:jc w:val="center"/>
            </w:pPr>
            <w:r w:rsidRPr="00A26E39">
              <w:t>0,0</w:t>
            </w:r>
          </w:p>
        </w:tc>
      </w:tr>
      <w:tr w:rsidR="00A51005" w:rsidRPr="00F4756E" w:rsidTr="00BF26D5">
        <w:trPr>
          <w:trHeight w:hRule="exact" w:val="1691"/>
          <w:jc w:val="center"/>
        </w:trPr>
        <w:tc>
          <w:tcPr>
            <w:tcW w:w="3521" w:type="dxa"/>
          </w:tcPr>
          <w:p w:rsidR="00A51005" w:rsidRPr="00A26E39" w:rsidRDefault="00A51005" w:rsidP="006D2BB2">
            <w:r w:rsidRPr="00A26E39">
              <w:t>Налог, взимаемый с налогоплательщиков, выбравших в качестве объекта налогообложения доходы (проценты по соответствующему платежу)</w:t>
            </w:r>
          </w:p>
        </w:tc>
        <w:tc>
          <w:tcPr>
            <w:tcW w:w="992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182</w:t>
            </w:r>
          </w:p>
        </w:tc>
        <w:tc>
          <w:tcPr>
            <w:tcW w:w="2528" w:type="dxa"/>
            <w:vAlign w:val="bottom"/>
          </w:tcPr>
          <w:p w:rsidR="00A51005" w:rsidRPr="00A26E39" w:rsidRDefault="00A51005" w:rsidP="00BF26D5">
            <w:pPr>
              <w:ind w:left="-108" w:right="-131"/>
              <w:jc w:val="center"/>
            </w:pPr>
            <w:r w:rsidRPr="00A26E39">
              <w:t>1.05.01011.01.2200.110</w:t>
            </w:r>
          </w:p>
        </w:tc>
        <w:tc>
          <w:tcPr>
            <w:tcW w:w="1417" w:type="dxa"/>
            <w:vAlign w:val="bottom"/>
          </w:tcPr>
          <w:p w:rsidR="00A51005" w:rsidRPr="00A26E39" w:rsidRDefault="00A51005" w:rsidP="006D2BB2">
            <w:pPr>
              <w:jc w:val="center"/>
            </w:pPr>
            <w:r w:rsidRPr="00A26E39">
              <w:t>0,0</w:t>
            </w:r>
          </w:p>
        </w:tc>
        <w:tc>
          <w:tcPr>
            <w:tcW w:w="1418" w:type="dxa"/>
            <w:vAlign w:val="bottom"/>
          </w:tcPr>
          <w:p w:rsidR="00A51005" w:rsidRPr="00A26E39" w:rsidRDefault="00A51005" w:rsidP="00A26E39">
            <w:pPr>
              <w:jc w:val="center"/>
            </w:pPr>
            <w:r w:rsidRPr="00A26E39">
              <w:t>-</w:t>
            </w:r>
            <w:r>
              <w:t>0,6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A26E39">
              <w:t>0,0</w:t>
            </w:r>
          </w:p>
        </w:tc>
      </w:tr>
      <w:tr w:rsidR="00A51005" w:rsidRPr="00F4756E" w:rsidTr="00BF26D5">
        <w:trPr>
          <w:trHeight w:hRule="exact" w:val="2519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1.05.01011.01.3000.110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19,6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1444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1.05.01011.01.4000.110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-0,1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3878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1.05.01021.01.1000.110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2 061,3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4 374,3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>
              <w:t>212,2</w:t>
            </w:r>
          </w:p>
        </w:tc>
      </w:tr>
      <w:tr w:rsidR="00A51005" w:rsidRPr="00F4756E" w:rsidTr="00BF26D5">
        <w:trPr>
          <w:trHeight w:hRule="exact" w:val="3006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1.05.01021.01.2100.110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72,7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3976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1.05.01021.01.3000.110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7,6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2802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Минимальный налог, зачисляемый в бюджеты субъектов Российской Федерации (за налоговые периоды, истекшие до 1 января 2016 года) (сумма,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F87A21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>
              <w:t>1.05.01050.01.10</w:t>
            </w:r>
            <w:r w:rsidRPr="00F87A21">
              <w:t>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F87A21">
            <w:pPr>
              <w:jc w:val="center"/>
            </w:pPr>
            <w:r>
              <w:t>0,</w:t>
            </w:r>
            <w:r w:rsidRPr="00F87A21">
              <w:t>0</w:t>
            </w:r>
          </w:p>
        </w:tc>
        <w:tc>
          <w:tcPr>
            <w:tcW w:w="1418" w:type="dxa"/>
            <w:vAlign w:val="bottom"/>
          </w:tcPr>
          <w:p w:rsidR="00A51005" w:rsidRPr="00F87A21" w:rsidRDefault="00B45DA9" w:rsidP="00F87A21">
            <w:pPr>
              <w:jc w:val="center"/>
            </w:pPr>
            <w:r>
              <w:t>0,2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F87A21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1982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lastRenderedPageBreak/>
              <w:t>Минимальный налог, зачисляемый в бюджеты субъектов Российской Федерации (за налоговые периоды, истекшие до 1 января 2016 года)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1.05.01050.01.2100.110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</w:t>
            </w:r>
            <w:r w:rsidRPr="00F87A21">
              <w:t>0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0,1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2011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1.05.02010.02.1000.110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F87A21">
            <w:pPr>
              <w:jc w:val="center"/>
            </w:pPr>
            <w:r w:rsidRPr="00F87A21">
              <w:t>19</w:t>
            </w:r>
            <w:r>
              <w:t> 153,8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19 026,4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>
              <w:t>99,3</w:t>
            </w:r>
          </w:p>
        </w:tc>
      </w:tr>
      <w:tr w:rsidR="00A51005" w:rsidRPr="00F4756E" w:rsidTr="00BF26D5">
        <w:trPr>
          <w:trHeight w:hRule="exact" w:val="1124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1.05.02010.02.2100.110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57,0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1990"/>
          <w:jc w:val="center"/>
        </w:trPr>
        <w:tc>
          <w:tcPr>
            <w:tcW w:w="3521" w:type="dxa"/>
          </w:tcPr>
          <w:p w:rsidR="00A51005" w:rsidRPr="00F87A21" w:rsidRDefault="00A51005" w:rsidP="006D2BB2">
            <w:r w:rsidRPr="00F87A21"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vAlign w:val="bottom"/>
          </w:tcPr>
          <w:p w:rsidR="00A51005" w:rsidRPr="00F87A21" w:rsidRDefault="00A51005" w:rsidP="006D2BB2">
            <w:pPr>
              <w:jc w:val="center"/>
            </w:pPr>
            <w:r w:rsidRPr="00F87A21">
              <w:t>182</w:t>
            </w:r>
          </w:p>
        </w:tc>
        <w:tc>
          <w:tcPr>
            <w:tcW w:w="2528" w:type="dxa"/>
            <w:vAlign w:val="bottom"/>
          </w:tcPr>
          <w:p w:rsidR="00A51005" w:rsidRPr="00F87A21" w:rsidRDefault="00A51005" w:rsidP="00BF26D5">
            <w:pPr>
              <w:ind w:left="-108" w:right="-131"/>
              <w:jc w:val="center"/>
            </w:pPr>
            <w:r w:rsidRPr="00F87A21">
              <w:t>1.05.02010.02.3000.110</w:t>
            </w:r>
          </w:p>
        </w:tc>
        <w:tc>
          <w:tcPr>
            <w:tcW w:w="1417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87A21" w:rsidRDefault="00A51005" w:rsidP="006D2BB2">
            <w:pPr>
              <w:jc w:val="center"/>
            </w:pPr>
            <w:r>
              <w:t>67,3</w:t>
            </w:r>
          </w:p>
        </w:tc>
        <w:tc>
          <w:tcPr>
            <w:tcW w:w="850" w:type="dxa"/>
            <w:vAlign w:val="bottom"/>
          </w:tcPr>
          <w:p w:rsidR="00A51005" w:rsidRPr="004C4D93" w:rsidRDefault="00A51005" w:rsidP="006D2BB2">
            <w:pPr>
              <w:jc w:val="center"/>
            </w:pPr>
            <w:r w:rsidRPr="00F87A21">
              <w:t>0,0</w:t>
            </w:r>
          </w:p>
        </w:tc>
      </w:tr>
      <w:tr w:rsidR="00A51005" w:rsidRPr="00F4756E" w:rsidTr="00BF26D5">
        <w:trPr>
          <w:trHeight w:hRule="exact" w:val="1103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1.05.02010.02.4000.110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14,3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0,0</w:t>
            </w:r>
          </w:p>
        </w:tc>
      </w:tr>
      <w:tr w:rsidR="00A51005" w:rsidRPr="00F4756E" w:rsidTr="00BF26D5">
        <w:trPr>
          <w:trHeight w:hRule="exact" w:val="1700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1.05.02020.02.2100.110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4868E1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8,9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0,0</w:t>
            </w:r>
          </w:p>
        </w:tc>
      </w:tr>
      <w:tr w:rsidR="00A51005" w:rsidRPr="00F4756E" w:rsidTr="00BF26D5">
        <w:trPr>
          <w:trHeight w:hRule="exact" w:val="1807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1.05.03010.01.1000.110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4,0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4,0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100,0</w:t>
            </w:r>
          </w:p>
        </w:tc>
      </w:tr>
      <w:tr w:rsidR="00A51005" w:rsidRPr="00F4756E" w:rsidTr="00BF26D5">
        <w:trPr>
          <w:trHeight w:hRule="exact" w:val="2635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1.05.04020.02.1000.110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1 448,9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1 202,9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83,0</w:t>
            </w:r>
          </w:p>
        </w:tc>
      </w:tr>
      <w:tr w:rsidR="00A51005" w:rsidRPr="00F4756E" w:rsidTr="00BF26D5">
        <w:trPr>
          <w:trHeight w:hRule="exact" w:val="1763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lastRenderedPageBreak/>
              <w:t>Налог, взимаемый в связи с применением патентной системы налогообложения, зачисляемый в бюджеты муниципальных районов (пени по соответствующему платежу)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1.05.04020.02.2100.110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0,9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0,0</w:t>
            </w:r>
          </w:p>
        </w:tc>
      </w:tr>
      <w:tr w:rsidR="00A51005" w:rsidRPr="00F4756E" w:rsidTr="00BF26D5">
        <w:trPr>
          <w:trHeight w:hRule="exact" w:val="2860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1.08.03010.01.1000.110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10 717,8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10 850,6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101,2</w:t>
            </w:r>
          </w:p>
        </w:tc>
      </w:tr>
      <w:tr w:rsidR="00A51005" w:rsidRPr="00F4756E" w:rsidTr="00BF26D5">
        <w:trPr>
          <w:trHeight w:hRule="exact" w:val="1988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1.08.03010.01.4000.110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0,0</w:t>
            </w:r>
          </w:p>
        </w:tc>
      </w:tr>
      <w:tr w:rsidR="00A51005" w:rsidRPr="00F4756E" w:rsidTr="00BF26D5">
        <w:trPr>
          <w:trHeight w:hRule="exact" w:val="3145"/>
          <w:jc w:val="center"/>
        </w:trPr>
        <w:tc>
          <w:tcPr>
            <w:tcW w:w="3521" w:type="dxa"/>
            <w:vAlign w:val="center"/>
          </w:tcPr>
          <w:p w:rsidR="00A51005" w:rsidRPr="004868E1" w:rsidRDefault="00A51005" w:rsidP="006D2BB2">
            <w:pPr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182</w:t>
            </w:r>
          </w:p>
        </w:tc>
        <w:tc>
          <w:tcPr>
            <w:tcW w:w="2528" w:type="dxa"/>
            <w:vAlign w:val="bottom"/>
          </w:tcPr>
          <w:p w:rsidR="00A51005" w:rsidRPr="004868E1" w:rsidRDefault="00A51005" w:rsidP="00BF26D5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868E1">
              <w:rPr>
                <w:szCs w:val="24"/>
              </w:rPr>
              <w:t>1.16.10129.01.0000.140</w:t>
            </w:r>
          </w:p>
        </w:tc>
        <w:tc>
          <w:tcPr>
            <w:tcW w:w="1417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8,0</w:t>
            </w:r>
          </w:p>
        </w:tc>
        <w:tc>
          <w:tcPr>
            <w:tcW w:w="1418" w:type="dxa"/>
            <w:vAlign w:val="bottom"/>
          </w:tcPr>
          <w:p w:rsidR="00A51005" w:rsidRPr="004868E1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7,3</w:t>
            </w:r>
          </w:p>
        </w:tc>
        <w:tc>
          <w:tcPr>
            <w:tcW w:w="850" w:type="dxa"/>
            <w:vAlign w:val="bottom"/>
          </w:tcPr>
          <w:p w:rsidR="00A51005" w:rsidRPr="00B326B6" w:rsidRDefault="00A51005" w:rsidP="006D2BB2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91,3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4157A8" w:rsidRDefault="00A51005" w:rsidP="006D2BB2">
            <w:pPr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t>Министерство внутренних дел Российской Федерации</w:t>
            </w:r>
          </w:p>
        </w:tc>
        <w:tc>
          <w:tcPr>
            <w:tcW w:w="992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szCs w:val="24"/>
              </w:rPr>
              <w:t>188</w:t>
            </w:r>
          </w:p>
        </w:tc>
        <w:tc>
          <w:tcPr>
            <w:tcW w:w="2528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2 979,4</w:t>
            </w:r>
          </w:p>
        </w:tc>
        <w:tc>
          <w:tcPr>
            <w:tcW w:w="1418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2 815,</w:t>
            </w:r>
            <w:r w:rsidR="001C69ED" w:rsidRPr="004157A8">
              <w:rPr>
                <w:b/>
                <w:bCs/>
                <w:szCs w:val="24"/>
              </w:rPr>
              <w:t>6</w:t>
            </w:r>
          </w:p>
        </w:tc>
        <w:tc>
          <w:tcPr>
            <w:tcW w:w="850" w:type="dxa"/>
            <w:vAlign w:val="bottom"/>
          </w:tcPr>
          <w:p w:rsidR="00A51005" w:rsidRPr="005B46CE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94,5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7D1E32" w:rsidRDefault="00A51005" w:rsidP="006D2BB2">
            <w:r w:rsidRPr="007D1E32">
              <w:t xml:space="preserve"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выдачу паспорта, удостоверяющего личность гражданина Российской Федерации за пределами территории Российской Федерации (при обращении через многофункциональные </w:t>
            </w:r>
            <w:r w:rsidRPr="007D1E32">
              <w:lastRenderedPageBreak/>
              <w:t>центры)</w:t>
            </w:r>
          </w:p>
        </w:tc>
        <w:tc>
          <w:tcPr>
            <w:tcW w:w="992" w:type="dxa"/>
            <w:vAlign w:val="bottom"/>
          </w:tcPr>
          <w:p w:rsidR="00A51005" w:rsidRPr="007D1E32" w:rsidRDefault="00A51005" w:rsidP="006D2BB2">
            <w:pPr>
              <w:jc w:val="center"/>
            </w:pPr>
            <w:r w:rsidRPr="007D1E32">
              <w:lastRenderedPageBreak/>
              <w:t>188</w:t>
            </w:r>
          </w:p>
        </w:tc>
        <w:tc>
          <w:tcPr>
            <w:tcW w:w="2528" w:type="dxa"/>
            <w:vAlign w:val="bottom"/>
          </w:tcPr>
          <w:p w:rsidR="00A51005" w:rsidRPr="007D1E32" w:rsidRDefault="00A51005" w:rsidP="00AA63DA">
            <w:pPr>
              <w:ind w:left="-108" w:right="-131"/>
              <w:jc w:val="center"/>
            </w:pPr>
            <w:r w:rsidRPr="007D1E32">
              <w:t>1.08.06000.01.8003.110</w:t>
            </w:r>
          </w:p>
        </w:tc>
        <w:tc>
          <w:tcPr>
            <w:tcW w:w="1417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254,0</w:t>
            </w:r>
          </w:p>
        </w:tc>
        <w:tc>
          <w:tcPr>
            <w:tcW w:w="1418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260,0</w:t>
            </w:r>
          </w:p>
        </w:tc>
        <w:tc>
          <w:tcPr>
            <w:tcW w:w="850" w:type="dxa"/>
            <w:vAlign w:val="bottom"/>
          </w:tcPr>
          <w:p w:rsidR="00A51005" w:rsidRPr="00ED7515" w:rsidRDefault="00A51005" w:rsidP="006D2BB2">
            <w:pPr>
              <w:jc w:val="center"/>
            </w:pPr>
            <w:r>
              <w:t>102,4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7D1E32" w:rsidRDefault="00A51005" w:rsidP="006D2BB2">
            <w:r w:rsidRPr="007D1E32">
              <w:lastRenderedPageBreak/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выдачу паспорта, удостоверяющего личность гражданина Российской Федерации за пределами территории Российской Федерации, гражданину Российской Федерации в возрасте до 14 лет (при обращении через многофункциональные центры)</w:t>
            </w:r>
          </w:p>
        </w:tc>
        <w:tc>
          <w:tcPr>
            <w:tcW w:w="992" w:type="dxa"/>
            <w:vAlign w:val="bottom"/>
          </w:tcPr>
          <w:p w:rsidR="00A51005" w:rsidRPr="007D1E32" w:rsidRDefault="00A51005" w:rsidP="006D2BB2">
            <w:pPr>
              <w:jc w:val="center"/>
            </w:pPr>
            <w:r w:rsidRPr="007D1E32">
              <w:t>188</w:t>
            </w:r>
          </w:p>
        </w:tc>
        <w:tc>
          <w:tcPr>
            <w:tcW w:w="2528" w:type="dxa"/>
            <w:vAlign w:val="bottom"/>
          </w:tcPr>
          <w:p w:rsidR="00A51005" w:rsidRPr="007D1E32" w:rsidRDefault="00A51005" w:rsidP="00AA63DA">
            <w:pPr>
              <w:ind w:left="-108" w:right="-131"/>
              <w:jc w:val="center"/>
            </w:pPr>
            <w:r w:rsidRPr="007D1E32">
              <w:t>1.08.06000.01.8005.110</w:t>
            </w:r>
          </w:p>
        </w:tc>
        <w:tc>
          <w:tcPr>
            <w:tcW w:w="1417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25,0</w:t>
            </w:r>
          </w:p>
        </w:tc>
        <w:tc>
          <w:tcPr>
            <w:tcW w:w="1418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17,5</w:t>
            </w:r>
          </w:p>
        </w:tc>
        <w:tc>
          <w:tcPr>
            <w:tcW w:w="850" w:type="dxa"/>
            <w:vAlign w:val="bottom"/>
          </w:tcPr>
          <w:p w:rsidR="00A51005" w:rsidRPr="00ED7515" w:rsidRDefault="00A51005" w:rsidP="006D2BB2">
            <w:pPr>
              <w:jc w:val="center"/>
            </w:pPr>
            <w:r>
              <w:t>70,0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7D1E32" w:rsidRDefault="00A51005" w:rsidP="006D2BB2">
            <w:r w:rsidRPr="007D1E32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(государственная пошлина за внесение изменений в паспорт, удостоверяющий личность гражданина Российской Федерации за пределами территории Российской Федерации (при обращении через многофункциональные центры)</w:t>
            </w:r>
          </w:p>
        </w:tc>
        <w:tc>
          <w:tcPr>
            <w:tcW w:w="992" w:type="dxa"/>
            <w:vAlign w:val="bottom"/>
          </w:tcPr>
          <w:p w:rsidR="00A51005" w:rsidRPr="007D1E32" w:rsidRDefault="00A51005" w:rsidP="006D2BB2">
            <w:pPr>
              <w:jc w:val="center"/>
            </w:pPr>
            <w:r w:rsidRPr="007D1E32">
              <w:t>188</w:t>
            </w:r>
          </w:p>
        </w:tc>
        <w:tc>
          <w:tcPr>
            <w:tcW w:w="2528" w:type="dxa"/>
            <w:vAlign w:val="bottom"/>
          </w:tcPr>
          <w:p w:rsidR="00A51005" w:rsidRPr="007D1E32" w:rsidRDefault="00A51005" w:rsidP="00AA63DA">
            <w:pPr>
              <w:ind w:left="-108" w:right="-131"/>
              <w:jc w:val="center"/>
            </w:pPr>
            <w:r w:rsidRPr="007D1E32">
              <w:t>1.08.06000.01.8007.110</w:t>
            </w:r>
          </w:p>
        </w:tc>
        <w:tc>
          <w:tcPr>
            <w:tcW w:w="1417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1,0</w:t>
            </w:r>
          </w:p>
        </w:tc>
        <w:tc>
          <w:tcPr>
            <w:tcW w:w="1418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0,5</w:t>
            </w:r>
          </w:p>
        </w:tc>
        <w:tc>
          <w:tcPr>
            <w:tcW w:w="850" w:type="dxa"/>
            <w:vAlign w:val="bottom"/>
          </w:tcPr>
          <w:p w:rsidR="00A51005" w:rsidRPr="00ED7515" w:rsidRDefault="00A51005" w:rsidP="006D2BB2">
            <w:pPr>
              <w:jc w:val="center"/>
            </w:pPr>
            <w:r>
              <w:t>50</w:t>
            </w:r>
            <w:r w:rsidRPr="007D1E32">
              <w:t>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7D1E32" w:rsidRDefault="00A51005" w:rsidP="006D2BB2">
            <w:r w:rsidRPr="007D1E32">
              <w:t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</w:p>
        </w:tc>
        <w:tc>
          <w:tcPr>
            <w:tcW w:w="992" w:type="dxa"/>
            <w:vAlign w:val="bottom"/>
          </w:tcPr>
          <w:p w:rsidR="00A51005" w:rsidRPr="007D1E32" w:rsidRDefault="00A51005" w:rsidP="006D2BB2">
            <w:pPr>
              <w:jc w:val="center"/>
            </w:pPr>
            <w:r w:rsidRPr="007D1E32">
              <w:t>188</w:t>
            </w:r>
          </w:p>
        </w:tc>
        <w:tc>
          <w:tcPr>
            <w:tcW w:w="2528" w:type="dxa"/>
            <w:vAlign w:val="bottom"/>
          </w:tcPr>
          <w:p w:rsidR="00A51005" w:rsidRPr="007D1E32" w:rsidRDefault="00A51005" w:rsidP="00AA63DA">
            <w:pPr>
              <w:ind w:left="-108" w:right="-131"/>
              <w:jc w:val="center"/>
            </w:pPr>
            <w:r w:rsidRPr="007D1E32">
              <w:t>1.08.07100.01.8034.110</w:t>
            </w:r>
          </w:p>
        </w:tc>
        <w:tc>
          <w:tcPr>
            <w:tcW w:w="1417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370,0</w:t>
            </w:r>
          </w:p>
        </w:tc>
        <w:tc>
          <w:tcPr>
            <w:tcW w:w="1418" w:type="dxa"/>
            <w:vAlign w:val="bottom"/>
          </w:tcPr>
          <w:p w:rsidR="00A51005" w:rsidRPr="007D1E32" w:rsidRDefault="00A51005" w:rsidP="006D2BB2">
            <w:pPr>
              <w:jc w:val="center"/>
            </w:pPr>
            <w:r>
              <w:t>268,</w:t>
            </w:r>
            <w:r w:rsidR="001C69ED">
              <w:t>7</w:t>
            </w:r>
          </w:p>
        </w:tc>
        <w:tc>
          <w:tcPr>
            <w:tcW w:w="850" w:type="dxa"/>
            <w:vAlign w:val="bottom"/>
          </w:tcPr>
          <w:p w:rsidR="00A51005" w:rsidRPr="00ED7515" w:rsidRDefault="00A51005" w:rsidP="006D2BB2">
            <w:pPr>
              <w:jc w:val="center"/>
            </w:pPr>
            <w:r>
              <w:t>72,6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667628" w:rsidRDefault="00A51005" w:rsidP="006D2BB2">
            <w:r w:rsidRPr="00667628">
              <w:t xml:space="preserve">Государственная пошлина за выдачу и обмен паспорта гражданина Российской Федерации (государственная пошлина за выдачу паспорта гражданина Российской </w:t>
            </w:r>
            <w:r w:rsidRPr="00667628">
              <w:lastRenderedPageBreak/>
              <w:t>Федерации взамен утраченного или пришедшего в негодность (при обращении через многофункциональные центры)</w:t>
            </w:r>
          </w:p>
        </w:tc>
        <w:tc>
          <w:tcPr>
            <w:tcW w:w="992" w:type="dxa"/>
            <w:vAlign w:val="bottom"/>
          </w:tcPr>
          <w:p w:rsidR="00A51005" w:rsidRPr="00667628" w:rsidRDefault="00A51005" w:rsidP="006D2BB2">
            <w:pPr>
              <w:jc w:val="center"/>
            </w:pPr>
            <w:r w:rsidRPr="00667628">
              <w:lastRenderedPageBreak/>
              <w:t>188</w:t>
            </w:r>
          </w:p>
        </w:tc>
        <w:tc>
          <w:tcPr>
            <w:tcW w:w="2528" w:type="dxa"/>
            <w:vAlign w:val="bottom"/>
          </w:tcPr>
          <w:p w:rsidR="00A51005" w:rsidRPr="00667628" w:rsidRDefault="00A51005" w:rsidP="00AA63DA">
            <w:pPr>
              <w:ind w:left="-108" w:right="-131"/>
              <w:jc w:val="center"/>
            </w:pPr>
            <w:r w:rsidRPr="00667628">
              <w:t>1.08.07100.01.8035.110</w:t>
            </w:r>
          </w:p>
        </w:tc>
        <w:tc>
          <w:tcPr>
            <w:tcW w:w="1417" w:type="dxa"/>
            <w:vAlign w:val="bottom"/>
          </w:tcPr>
          <w:p w:rsidR="00A51005" w:rsidRPr="00667628" w:rsidRDefault="00A51005" w:rsidP="006D2BB2">
            <w:pPr>
              <w:jc w:val="center"/>
            </w:pPr>
            <w:r>
              <w:t>80,0</w:t>
            </w:r>
          </w:p>
        </w:tc>
        <w:tc>
          <w:tcPr>
            <w:tcW w:w="1418" w:type="dxa"/>
            <w:vAlign w:val="bottom"/>
          </w:tcPr>
          <w:p w:rsidR="00A51005" w:rsidRPr="00667628" w:rsidRDefault="00A51005" w:rsidP="006D2BB2">
            <w:pPr>
              <w:jc w:val="center"/>
            </w:pPr>
            <w:r>
              <w:t>60,9</w:t>
            </w:r>
          </w:p>
        </w:tc>
        <w:tc>
          <w:tcPr>
            <w:tcW w:w="850" w:type="dxa"/>
            <w:vAlign w:val="bottom"/>
          </w:tcPr>
          <w:p w:rsidR="00A51005" w:rsidRPr="00ED7515" w:rsidRDefault="00A51005" w:rsidP="006D2BB2">
            <w:pPr>
              <w:jc w:val="center"/>
            </w:pPr>
            <w:r>
              <w:t>76,1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667628" w:rsidRDefault="00A51005" w:rsidP="006D2BB2">
            <w:r w:rsidRPr="00667628">
              <w:lastRenderedPageBreak/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многофункциональные центры)</w:t>
            </w:r>
          </w:p>
        </w:tc>
        <w:tc>
          <w:tcPr>
            <w:tcW w:w="992" w:type="dxa"/>
            <w:vAlign w:val="bottom"/>
          </w:tcPr>
          <w:p w:rsidR="00A51005" w:rsidRPr="00667628" w:rsidRDefault="00A51005" w:rsidP="006D2BB2">
            <w:pPr>
              <w:jc w:val="center"/>
            </w:pPr>
            <w:r w:rsidRPr="00667628">
              <w:t>188</w:t>
            </w:r>
          </w:p>
        </w:tc>
        <w:tc>
          <w:tcPr>
            <w:tcW w:w="2528" w:type="dxa"/>
            <w:vAlign w:val="bottom"/>
          </w:tcPr>
          <w:p w:rsidR="00A51005" w:rsidRPr="00667628" w:rsidRDefault="00A51005" w:rsidP="00AA63DA">
            <w:pPr>
              <w:ind w:left="-108" w:right="-131"/>
              <w:jc w:val="center"/>
            </w:pPr>
            <w:r w:rsidRPr="00667628">
              <w:t>1.08.07141.01.8000.110</w:t>
            </w:r>
          </w:p>
        </w:tc>
        <w:tc>
          <w:tcPr>
            <w:tcW w:w="1417" w:type="dxa"/>
            <w:vAlign w:val="bottom"/>
          </w:tcPr>
          <w:p w:rsidR="00A51005" w:rsidRPr="00667628" w:rsidRDefault="00A51005" w:rsidP="006D2BB2">
            <w:pPr>
              <w:jc w:val="center"/>
            </w:pPr>
            <w:r>
              <w:t>326,0</w:t>
            </w:r>
          </w:p>
        </w:tc>
        <w:tc>
          <w:tcPr>
            <w:tcW w:w="1418" w:type="dxa"/>
            <w:vAlign w:val="bottom"/>
          </w:tcPr>
          <w:p w:rsidR="00A51005" w:rsidRPr="00667628" w:rsidRDefault="00A51005" w:rsidP="006D2BB2">
            <w:pPr>
              <w:jc w:val="center"/>
            </w:pPr>
            <w:r>
              <w:t>315,2</w:t>
            </w:r>
          </w:p>
        </w:tc>
        <w:tc>
          <w:tcPr>
            <w:tcW w:w="850" w:type="dxa"/>
            <w:vAlign w:val="bottom"/>
          </w:tcPr>
          <w:p w:rsidR="00A51005" w:rsidRPr="00ED7515" w:rsidRDefault="00A51005" w:rsidP="006D2BB2">
            <w:pPr>
              <w:jc w:val="center"/>
            </w:pPr>
            <w:r>
              <w:t>96,7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667628" w:rsidRDefault="00A51005" w:rsidP="006D2BB2">
            <w:r w:rsidRPr="00667628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A51005" w:rsidRPr="00667628" w:rsidRDefault="00A51005" w:rsidP="006D2BB2">
            <w:pPr>
              <w:jc w:val="center"/>
            </w:pPr>
            <w:r w:rsidRPr="00667628">
              <w:t>188</w:t>
            </w:r>
          </w:p>
        </w:tc>
        <w:tc>
          <w:tcPr>
            <w:tcW w:w="2528" w:type="dxa"/>
            <w:vAlign w:val="bottom"/>
          </w:tcPr>
          <w:p w:rsidR="00A51005" w:rsidRPr="00667628" w:rsidRDefault="00A51005" w:rsidP="00AA63DA">
            <w:pPr>
              <w:ind w:left="-108" w:right="-131"/>
              <w:jc w:val="center"/>
            </w:pPr>
            <w:r w:rsidRPr="00667628">
              <w:t>1.16.10123.01.0051.140</w:t>
            </w:r>
          </w:p>
        </w:tc>
        <w:tc>
          <w:tcPr>
            <w:tcW w:w="1417" w:type="dxa"/>
            <w:vAlign w:val="bottom"/>
          </w:tcPr>
          <w:p w:rsidR="00A51005" w:rsidRPr="00667628" w:rsidRDefault="00A51005" w:rsidP="006D2BB2">
            <w:pPr>
              <w:jc w:val="center"/>
            </w:pPr>
            <w:r>
              <w:t>1 923,4</w:t>
            </w:r>
          </w:p>
        </w:tc>
        <w:tc>
          <w:tcPr>
            <w:tcW w:w="1418" w:type="dxa"/>
            <w:vAlign w:val="bottom"/>
          </w:tcPr>
          <w:p w:rsidR="00A51005" w:rsidRPr="00667628" w:rsidRDefault="00A51005" w:rsidP="00667628">
            <w:pPr>
              <w:jc w:val="center"/>
            </w:pPr>
            <w:r w:rsidRPr="00667628">
              <w:t>1</w:t>
            </w:r>
            <w:r>
              <w:t> 892,8</w:t>
            </w:r>
          </w:p>
        </w:tc>
        <w:tc>
          <w:tcPr>
            <w:tcW w:w="850" w:type="dxa"/>
            <w:vAlign w:val="bottom"/>
          </w:tcPr>
          <w:p w:rsidR="00A51005" w:rsidRDefault="00A51005" w:rsidP="00667628">
            <w:pPr>
              <w:jc w:val="center"/>
            </w:pPr>
            <w:r>
              <w:t>98,4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  <w:vAlign w:val="center"/>
          </w:tcPr>
          <w:p w:rsidR="00A51005" w:rsidRPr="004157A8" w:rsidRDefault="00A51005" w:rsidP="006D2BB2">
            <w:pPr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992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218</w:t>
            </w:r>
          </w:p>
        </w:tc>
        <w:tc>
          <w:tcPr>
            <w:tcW w:w="2528" w:type="dxa"/>
            <w:vAlign w:val="bottom"/>
          </w:tcPr>
          <w:p w:rsidR="00A51005" w:rsidRPr="004157A8" w:rsidRDefault="00A51005" w:rsidP="00AA63DA">
            <w:pPr>
              <w:ind w:left="-108" w:right="-131"/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233,8</w:t>
            </w:r>
          </w:p>
        </w:tc>
        <w:tc>
          <w:tcPr>
            <w:tcW w:w="1418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529,</w:t>
            </w:r>
            <w:r w:rsidR="004651A8" w:rsidRPr="004157A8">
              <w:rPr>
                <w:b/>
                <w:szCs w:val="24"/>
              </w:rPr>
              <w:t>1</w:t>
            </w:r>
          </w:p>
        </w:tc>
        <w:tc>
          <w:tcPr>
            <w:tcW w:w="850" w:type="dxa"/>
            <w:vAlign w:val="bottom"/>
          </w:tcPr>
          <w:p w:rsidR="00A51005" w:rsidRPr="00CB729F" w:rsidRDefault="00A51005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226,4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AA63DA" w:rsidRDefault="00A51005" w:rsidP="00AA63DA">
            <w:pPr>
              <w:outlineLvl w:val="0"/>
              <w:rPr>
                <w:szCs w:val="24"/>
              </w:rPr>
            </w:pPr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992" w:type="dxa"/>
            <w:vAlign w:val="bottom"/>
          </w:tcPr>
          <w:p w:rsidR="00A51005" w:rsidRPr="0007249C" w:rsidRDefault="00A51005" w:rsidP="006D2BB2">
            <w:pPr>
              <w:jc w:val="center"/>
              <w:rPr>
                <w:highlight w:val="yellow"/>
              </w:rPr>
            </w:pPr>
            <w:r w:rsidRPr="005B22D0">
              <w:t>218</w:t>
            </w:r>
          </w:p>
        </w:tc>
        <w:tc>
          <w:tcPr>
            <w:tcW w:w="2528" w:type="dxa"/>
            <w:vAlign w:val="bottom"/>
          </w:tcPr>
          <w:p w:rsidR="00A51005" w:rsidRDefault="00A51005" w:rsidP="00AA63DA">
            <w:pPr>
              <w:ind w:left="-108" w:right="-131"/>
              <w:jc w:val="center"/>
              <w:outlineLvl w:val="0"/>
            </w:pPr>
          </w:p>
          <w:p w:rsidR="00AA63DA" w:rsidRDefault="00AA63DA" w:rsidP="00AA63DA">
            <w:pPr>
              <w:ind w:left="-108" w:right="-131"/>
              <w:jc w:val="center"/>
              <w:outlineLvl w:val="0"/>
            </w:pPr>
          </w:p>
          <w:p w:rsidR="00A51005" w:rsidRPr="00AA63DA" w:rsidRDefault="00A51005" w:rsidP="00AA63DA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t>1.16.01053.01.0027.140</w:t>
            </w:r>
          </w:p>
        </w:tc>
        <w:tc>
          <w:tcPr>
            <w:tcW w:w="1417" w:type="dxa"/>
            <w:vAlign w:val="bottom"/>
          </w:tcPr>
          <w:p w:rsidR="00A51005" w:rsidRPr="005B22D0" w:rsidRDefault="00A51005" w:rsidP="006D2BB2">
            <w:pPr>
              <w:jc w:val="center"/>
            </w:pPr>
            <w:r w:rsidRPr="005B22D0">
              <w:t>0,0</w:t>
            </w:r>
          </w:p>
        </w:tc>
        <w:tc>
          <w:tcPr>
            <w:tcW w:w="1418" w:type="dxa"/>
            <w:vAlign w:val="bottom"/>
          </w:tcPr>
          <w:p w:rsidR="00A51005" w:rsidRPr="005B22D0" w:rsidRDefault="00A51005" w:rsidP="006D2BB2">
            <w:pPr>
              <w:jc w:val="center"/>
            </w:pPr>
            <w:r w:rsidRPr="005B22D0">
              <w:t>2,0</w:t>
            </w:r>
          </w:p>
        </w:tc>
        <w:tc>
          <w:tcPr>
            <w:tcW w:w="850" w:type="dxa"/>
            <w:vAlign w:val="bottom"/>
          </w:tcPr>
          <w:p w:rsidR="00A51005" w:rsidRDefault="00A51005" w:rsidP="006D2BB2">
            <w:pPr>
              <w:jc w:val="center"/>
            </w:pPr>
            <w:r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5B22D0" w:rsidRDefault="00A51005" w:rsidP="006D2BB2">
            <w:r w:rsidRPr="005B22D0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</w:t>
            </w:r>
            <w:r w:rsidRPr="005B22D0">
              <w:lastRenderedPageBreak/>
              <w:t>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992" w:type="dxa"/>
            <w:vAlign w:val="bottom"/>
          </w:tcPr>
          <w:p w:rsidR="00A51005" w:rsidRPr="005B22D0" w:rsidRDefault="00A51005" w:rsidP="006D2BB2">
            <w:pPr>
              <w:jc w:val="center"/>
            </w:pPr>
            <w:r w:rsidRPr="005B22D0">
              <w:lastRenderedPageBreak/>
              <w:t>218</w:t>
            </w:r>
          </w:p>
        </w:tc>
        <w:tc>
          <w:tcPr>
            <w:tcW w:w="2528" w:type="dxa"/>
            <w:vAlign w:val="bottom"/>
          </w:tcPr>
          <w:p w:rsidR="00A51005" w:rsidRPr="005B22D0" w:rsidRDefault="00A51005" w:rsidP="00AA63DA">
            <w:pPr>
              <w:ind w:left="-108"/>
              <w:jc w:val="center"/>
            </w:pPr>
            <w:r w:rsidRPr="005B22D0">
              <w:t>1.16.01053.01.0059.140</w:t>
            </w:r>
          </w:p>
        </w:tc>
        <w:tc>
          <w:tcPr>
            <w:tcW w:w="1417" w:type="dxa"/>
            <w:vAlign w:val="bottom"/>
          </w:tcPr>
          <w:p w:rsidR="00A51005" w:rsidRPr="005B22D0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5B22D0" w:rsidRDefault="00A51005" w:rsidP="006D2BB2">
            <w:pPr>
              <w:jc w:val="center"/>
            </w:pPr>
            <w:r w:rsidRPr="005B22D0">
              <w:t>10,0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5B22D0"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FB064B" w:rsidRDefault="00A51005" w:rsidP="006D2BB2">
            <w:r w:rsidRPr="00FB064B"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992" w:type="dxa"/>
            <w:vAlign w:val="bottom"/>
          </w:tcPr>
          <w:p w:rsidR="00A51005" w:rsidRPr="00FB064B" w:rsidRDefault="00A51005" w:rsidP="006D2BB2">
            <w:pPr>
              <w:jc w:val="center"/>
            </w:pPr>
            <w:r w:rsidRPr="00FB064B">
              <w:t>218</w:t>
            </w:r>
          </w:p>
        </w:tc>
        <w:tc>
          <w:tcPr>
            <w:tcW w:w="2528" w:type="dxa"/>
            <w:vAlign w:val="bottom"/>
          </w:tcPr>
          <w:p w:rsidR="00A51005" w:rsidRPr="00FB064B" w:rsidRDefault="00A51005" w:rsidP="00AA63DA">
            <w:pPr>
              <w:ind w:left="-108" w:right="10"/>
              <w:jc w:val="center"/>
            </w:pPr>
            <w:r w:rsidRPr="00FB064B">
              <w:t>1.16.01053.01.0063.140</w:t>
            </w:r>
          </w:p>
        </w:tc>
        <w:tc>
          <w:tcPr>
            <w:tcW w:w="1417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1,5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FB064B"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FB064B" w:rsidRDefault="00A51005" w:rsidP="006D2BB2">
            <w:r w:rsidRPr="00FB064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vAlign w:val="bottom"/>
          </w:tcPr>
          <w:p w:rsidR="00A51005" w:rsidRPr="00FB064B" w:rsidRDefault="00A51005" w:rsidP="006D2BB2">
            <w:pPr>
              <w:jc w:val="center"/>
            </w:pPr>
            <w:r w:rsidRPr="00FB064B">
              <w:t>218</w:t>
            </w:r>
          </w:p>
        </w:tc>
        <w:tc>
          <w:tcPr>
            <w:tcW w:w="2528" w:type="dxa"/>
            <w:vAlign w:val="bottom"/>
          </w:tcPr>
          <w:p w:rsidR="00A51005" w:rsidRPr="00FB064B" w:rsidRDefault="00A51005" w:rsidP="00AA63DA">
            <w:pPr>
              <w:ind w:left="-108" w:right="10"/>
              <w:jc w:val="center"/>
            </w:pPr>
            <w:r w:rsidRPr="00FB064B">
              <w:t>1.16.01053.01.9000.140</w:t>
            </w:r>
          </w:p>
        </w:tc>
        <w:tc>
          <w:tcPr>
            <w:tcW w:w="1417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11,5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FB064B"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FB064B" w:rsidRDefault="00A51005" w:rsidP="006D2BB2">
            <w:r w:rsidRPr="00FB064B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</w:t>
            </w:r>
            <w:r w:rsidRPr="00FB064B">
              <w:lastRenderedPageBreak/>
              <w:t>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992" w:type="dxa"/>
            <w:vAlign w:val="bottom"/>
          </w:tcPr>
          <w:p w:rsidR="00A51005" w:rsidRPr="00FB064B" w:rsidRDefault="00A51005" w:rsidP="006D2BB2">
            <w:pPr>
              <w:jc w:val="center"/>
            </w:pPr>
            <w:r w:rsidRPr="00FB064B">
              <w:lastRenderedPageBreak/>
              <w:t>218</w:t>
            </w:r>
          </w:p>
        </w:tc>
        <w:tc>
          <w:tcPr>
            <w:tcW w:w="2528" w:type="dxa"/>
            <w:vAlign w:val="bottom"/>
          </w:tcPr>
          <w:p w:rsidR="00A51005" w:rsidRPr="00FB064B" w:rsidRDefault="00A51005" w:rsidP="00AA63DA">
            <w:pPr>
              <w:ind w:left="-108" w:right="-131"/>
              <w:jc w:val="center"/>
            </w:pPr>
            <w:r w:rsidRPr="00FB064B">
              <w:t>1.16.01063.01.0008.140</w:t>
            </w:r>
          </w:p>
        </w:tc>
        <w:tc>
          <w:tcPr>
            <w:tcW w:w="1417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4,6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FB064B"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FB064B" w:rsidRDefault="00A51005" w:rsidP="006D2BB2">
            <w:r w:rsidRPr="00FB064B"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vAlign w:val="bottom"/>
          </w:tcPr>
          <w:p w:rsidR="00A51005" w:rsidRPr="00FB064B" w:rsidRDefault="00A51005" w:rsidP="006D2BB2">
            <w:pPr>
              <w:jc w:val="center"/>
            </w:pPr>
            <w:r w:rsidRPr="00FB064B">
              <w:t>218</w:t>
            </w:r>
          </w:p>
        </w:tc>
        <w:tc>
          <w:tcPr>
            <w:tcW w:w="2528" w:type="dxa"/>
            <w:vAlign w:val="bottom"/>
          </w:tcPr>
          <w:p w:rsidR="00A51005" w:rsidRPr="00FB064B" w:rsidRDefault="00A51005" w:rsidP="00AA63DA">
            <w:pPr>
              <w:ind w:left="-108" w:right="-131"/>
              <w:jc w:val="center"/>
            </w:pPr>
            <w:r w:rsidRPr="00FB064B">
              <w:t>1.16.01063.01.0009.140</w:t>
            </w:r>
          </w:p>
        </w:tc>
        <w:tc>
          <w:tcPr>
            <w:tcW w:w="1417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11,9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FB064B"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FB064B" w:rsidRDefault="00A51005" w:rsidP="006D2BB2">
            <w:r w:rsidRPr="00FB064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vAlign w:val="bottom"/>
          </w:tcPr>
          <w:p w:rsidR="00A51005" w:rsidRPr="00FB064B" w:rsidRDefault="00A51005" w:rsidP="006D2BB2">
            <w:pPr>
              <w:jc w:val="center"/>
            </w:pPr>
            <w:r w:rsidRPr="00FB064B">
              <w:t>218</w:t>
            </w:r>
          </w:p>
        </w:tc>
        <w:tc>
          <w:tcPr>
            <w:tcW w:w="2528" w:type="dxa"/>
            <w:vAlign w:val="bottom"/>
          </w:tcPr>
          <w:p w:rsidR="00A51005" w:rsidRPr="00FB064B" w:rsidRDefault="00A51005" w:rsidP="00AA63DA">
            <w:pPr>
              <w:ind w:left="-108" w:right="-131"/>
              <w:jc w:val="center"/>
            </w:pPr>
            <w:r w:rsidRPr="00FB064B">
              <w:t>1.16.01063.01.0091.140</w:t>
            </w:r>
          </w:p>
        </w:tc>
        <w:tc>
          <w:tcPr>
            <w:tcW w:w="1417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064B" w:rsidRDefault="00A51005" w:rsidP="006D2BB2">
            <w:pPr>
              <w:jc w:val="center"/>
            </w:pPr>
            <w:r>
              <w:t>12,4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FB064B">
              <w:t>0,0</w:t>
            </w:r>
          </w:p>
        </w:tc>
      </w:tr>
      <w:tr w:rsidR="00A51005" w:rsidRPr="00F4756E" w:rsidTr="00AA63DA">
        <w:trPr>
          <w:trHeight w:val="3833"/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A63DA">
            <w:pPr>
              <w:ind w:left="-108" w:right="-131"/>
              <w:jc w:val="center"/>
            </w:pPr>
            <w:r w:rsidRPr="007468F3">
              <w:t>1.16.01063.01.0101.140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</w:t>
            </w:r>
            <w:r w:rsidRPr="007468F3">
              <w:t>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74,4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7468F3"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 w:firstLine="108"/>
            </w:pPr>
            <w:r w:rsidRPr="007468F3">
              <w:t>1.16.01073.01.0017.140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</w:t>
            </w:r>
            <w:r w:rsidR="004651A8">
              <w:t>7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7468F3">
              <w:t>0,0</w:t>
            </w:r>
          </w:p>
        </w:tc>
      </w:tr>
      <w:tr w:rsidR="00A51005" w:rsidRPr="00F4756E" w:rsidTr="00AA63DA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 w:firstLine="108"/>
            </w:pPr>
            <w:r w:rsidRPr="007468F3">
              <w:t>1.16.01073.01.0019.140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5,0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7468F3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</w:t>
            </w:r>
            <w:r w:rsidRPr="007468F3">
              <w:lastRenderedPageBreak/>
              <w:t>несовершеннолетних и защите их прав (штрафы за мелкое хищение)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lastRenderedPageBreak/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/>
              <w:jc w:val="center"/>
            </w:pPr>
            <w:r w:rsidRPr="007468F3">
              <w:t>1.16.01073.01.0027.140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8,2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7468F3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/>
              <w:jc w:val="center"/>
            </w:pPr>
            <w:r w:rsidRPr="007468F3">
              <w:t>1.16.01083.01.0037.140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7468F3">
            <w:pPr>
              <w:jc w:val="center"/>
            </w:pPr>
            <w:r w:rsidRPr="007468F3">
              <w:t>0,0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4,0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7468F3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A16B78" w:rsidRDefault="00A51005" w:rsidP="00A16B78">
            <w:pPr>
              <w:outlineLvl w:val="0"/>
              <w:rPr>
                <w:szCs w:val="24"/>
              </w:rPr>
            </w:pPr>
            <w: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218</w:t>
            </w:r>
          </w:p>
        </w:tc>
        <w:tc>
          <w:tcPr>
            <w:tcW w:w="2528" w:type="dxa"/>
            <w:vAlign w:val="bottom"/>
          </w:tcPr>
          <w:p w:rsidR="00A51005" w:rsidRDefault="00A51005" w:rsidP="00A16B78">
            <w:pPr>
              <w:ind w:left="-108" w:right="-131" w:hanging="108"/>
              <w:jc w:val="center"/>
              <w:outlineLvl w:val="0"/>
            </w:pPr>
          </w:p>
          <w:p w:rsidR="00A51005" w:rsidRPr="00A16B78" w:rsidRDefault="00A51005" w:rsidP="00A16B78">
            <w:pPr>
              <w:ind w:left="-108" w:right="-131" w:hanging="108"/>
              <w:jc w:val="center"/>
              <w:outlineLvl w:val="0"/>
              <w:rPr>
                <w:szCs w:val="24"/>
              </w:rPr>
            </w:pPr>
            <w:r>
              <w:t>1.16.01083.01.0281.140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7468F3">
            <w:pPr>
              <w:jc w:val="center"/>
            </w:pPr>
            <w:r>
              <w:t>8,0</w:t>
            </w:r>
          </w:p>
        </w:tc>
        <w:tc>
          <w:tcPr>
            <w:tcW w:w="1418" w:type="dxa"/>
            <w:vAlign w:val="bottom"/>
          </w:tcPr>
          <w:p w:rsidR="00A51005" w:rsidRDefault="00A51005" w:rsidP="006D2BB2">
            <w:pPr>
              <w:jc w:val="center"/>
            </w:pPr>
            <w:r>
              <w:t>3,5</w:t>
            </w:r>
          </w:p>
        </w:tc>
        <w:tc>
          <w:tcPr>
            <w:tcW w:w="850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43,8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 w:hanging="108"/>
              <w:jc w:val="center"/>
            </w:pPr>
            <w:r w:rsidRPr="007468F3">
              <w:t>1.16.01093.01.9000.140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3,0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2,9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>
              <w:t>96,7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 w:rsidRPr="007468F3">
              <w:lastRenderedPageBreak/>
              <w:t>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lastRenderedPageBreak/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 w:hanging="108"/>
              <w:jc w:val="center"/>
            </w:pPr>
            <w:r w:rsidRPr="007468F3">
              <w:t>1.16.01143.01.0002.140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0,8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7468F3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 w:firstLine="108"/>
            </w:pPr>
            <w:r w:rsidRPr="007468F3">
              <w:t>1.16.01143.01.0016.140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30,0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49,7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>
              <w:t>165,7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 w:firstLine="108"/>
            </w:pPr>
            <w:r w:rsidRPr="007468F3">
              <w:t>1.16.01143.01.9000.140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4,2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7468F3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A16B78" w:rsidRDefault="00A51005" w:rsidP="00A16B78">
            <w:pPr>
              <w:outlineLvl w:val="0"/>
              <w:rPr>
                <w:szCs w:val="24"/>
              </w:rPr>
            </w:pPr>
            <w: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</w:t>
            </w:r>
            <w:r>
              <w:lastRenderedPageBreak/>
              <w:t>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992" w:type="dxa"/>
            <w:vAlign w:val="bottom"/>
          </w:tcPr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51005" w:rsidRPr="007468F3" w:rsidRDefault="00A51005" w:rsidP="006D2BB2">
            <w:pPr>
              <w:jc w:val="center"/>
            </w:pPr>
            <w:r>
              <w:t>218</w:t>
            </w:r>
          </w:p>
        </w:tc>
        <w:tc>
          <w:tcPr>
            <w:tcW w:w="2528" w:type="dxa"/>
            <w:vAlign w:val="bottom"/>
          </w:tcPr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51005" w:rsidRDefault="00A51005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7468F3">
            <w:pPr>
              <w:jc w:val="center"/>
              <w:outlineLvl w:val="0"/>
            </w:pPr>
          </w:p>
          <w:p w:rsidR="00A16B78" w:rsidRDefault="00A16B78" w:rsidP="00A16B78">
            <w:pPr>
              <w:ind w:left="-108" w:right="-131"/>
              <w:jc w:val="center"/>
              <w:outlineLvl w:val="0"/>
            </w:pPr>
          </w:p>
          <w:p w:rsidR="00A51005" w:rsidRPr="00A16B78" w:rsidRDefault="00A51005" w:rsidP="00A16B78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t>1.16.01153.01.0006.140</w:t>
            </w:r>
          </w:p>
        </w:tc>
        <w:tc>
          <w:tcPr>
            <w:tcW w:w="1417" w:type="dxa"/>
            <w:vAlign w:val="bottom"/>
          </w:tcPr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  <w:r>
              <w:t>0,9</w:t>
            </w:r>
          </w:p>
        </w:tc>
        <w:tc>
          <w:tcPr>
            <w:tcW w:w="850" w:type="dxa"/>
            <w:vAlign w:val="bottom"/>
          </w:tcPr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51005" w:rsidRDefault="00A51005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16B78" w:rsidRDefault="00A16B78" w:rsidP="006D2BB2">
            <w:pPr>
              <w:jc w:val="center"/>
            </w:pPr>
          </w:p>
          <w:p w:rsidR="00A51005" w:rsidRPr="007468F3" w:rsidRDefault="00A51005" w:rsidP="006D2BB2">
            <w:pPr>
              <w:jc w:val="center"/>
            </w:pPr>
            <w:r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7468F3" w:rsidRDefault="00A51005" w:rsidP="006D2BB2">
            <w:r w:rsidRPr="007468F3"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vAlign w:val="bottom"/>
          </w:tcPr>
          <w:p w:rsidR="00A51005" w:rsidRPr="007468F3" w:rsidRDefault="00A51005" w:rsidP="006D2BB2">
            <w:pPr>
              <w:jc w:val="center"/>
            </w:pPr>
            <w:r w:rsidRPr="007468F3">
              <w:t>218</w:t>
            </w:r>
          </w:p>
        </w:tc>
        <w:tc>
          <w:tcPr>
            <w:tcW w:w="2528" w:type="dxa"/>
            <w:vAlign w:val="bottom"/>
          </w:tcPr>
          <w:p w:rsidR="00A51005" w:rsidRPr="007468F3" w:rsidRDefault="00A51005" w:rsidP="00A16B78">
            <w:pPr>
              <w:ind w:left="-108" w:right="-131"/>
              <w:jc w:val="center"/>
            </w:pPr>
            <w:r w:rsidRPr="007468F3">
              <w:t>1.16.01153.01.9000.140</w:t>
            </w:r>
          </w:p>
        </w:tc>
        <w:tc>
          <w:tcPr>
            <w:tcW w:w="1417" w:type="dxa"/>
            <w:vAlign w:val="bottom"/>
          </w:tcPr>
          <w:p w:rsidR="00A51005" w:rsidRPr="007468F3" w:rsidRDefault="00A51005" w:rsidP="006D2BB2">
            <w:pPr>
              <w:jc w:val="center"/>
            </w:pPr>
            <w:r>
              <w:t>12,5</w:t>
            </w:r>
          </w:p>
        </w:tc>
        <w:tc>
          <w:tcPr>
            <w:tcW w:w="1418" w:type="dxa"/>
            <w:vAlign w:val="bottom"/>
          </w:tcPr>
          <w:p w:rsidR="00A51005" w:rsidRPr="007468F3" w:rsidRDefault="00A51005" w:rsidP="007468F3">
            <w:pPr>
              <w:jc w:val="center"/>
            </w:pPr>
            <w:r>
              <w:t>11,7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>
              <w:t>93,6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6949CC" w:rsidRDefault="00A51005" w:rsidP="006D2BB2">
            <w:r w:rsidRPr="006949CC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992" w:type="dxa"/>
            <w:vAlign w:val="bottom"/>
          </w:tcPr>
          <w:p w:rsidR="00A51005" w:rsidRPr="006949CC" w:rsidRDefault="00A51005" w:rsidP="006D2BB2">
            <w:pPr>
              <w:jc w:val="center"/>
            </w:pPr>
            <w:r w:rsidRPr="006949CC">
              <w:t>218</w:t>
            </w:r>
          </w:p>
        </w:tc>
        <w:tc>
          <w:tcPr>
            <w:tcW w:w="2528" w:type="dxa"/>
            <w:vAlign w:val="bottom"/>
          </w:tcPr>
          <w:p w:rsidR="00A51005" w:rsidRPr="006949CC" w:rsidRDefault="00A51005" w:rsidP="00A16B78">
            <w:pPr>
              <w:ind w:left="-108" w:right="-131"/>
              <w:jc w:val="center"/>
            </w:pPr>
            <w:r w:rsidRPr="006949CC">
              <w:t>1.16.01173.01.0007.140</w:t>
            </w:r>
          </w:p>
        </w:tc>
        <w:tc>
          <w:tcPr>
            <w:tcW w:w="1417" w:type="dxa"/>
            <w:vAlign w:val="bottom"/>
          </w:tcPr>
          <w:p w:rsidR="00A51005" w:rsidRPr="006949CC" w:rsidRDefault="00A51005" w:rsidP="006D2BB2">
            <w:pPr>
              <w:jc w:val="center"/>
            </w:pPr>
            <w:r>
              <w:t>0,3</w:t>
            </w:r>
          </w:p>
        </w:tc>
        <w:tc>
          <w:tcPr>
            <w:tcW w:w="1418" w:type="dxa"/>
            <w:vAlign w:val="bottom"/>
          </w:tcPr>
          <w:p w:rsidR="00A51005" w:rsidRPr="006949CC" w:rsidRDefault="00A51005" w:rsidP="006D2BB2">
            <w:pPr>
              <w:jc w:val="center"/>
            </w:pPr>
            <w:r>
              <w:t>0,3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>
              <w:t>100,0</w:t>
            </w:r>
          </w:p>
        </w:tc>
      </w:tr>
      <w:tr w:rsidR="00A51005" w:rsidRPr="00F4756E" w:rsidTr="00A16B78">
        <w:trPr>
          <w:trHeight w:val="6243"/>
          <w:jc w:val="center"/>
        </w:trPr>
        <w:tc>
          <w:tcPr>
            <w:tcW w:w="3521" w:type="dxa"/>
          </w:tcPr>
          <w:p w:rsidR="00A51005" w:rsidRPr="00FB4858" w:rsidRDefault="00A51005" w:rsidP="006D2BB2">
            <w:r w:rsidRPr="00FB4858"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992" w:type="dxa"/>
            <w:vAlign w:val="bottom"/>
          </w:tcPr>
          <w:p w:rsidR="00A51005" w:rsidRPr="00FB4858" w:rsidRDefault="00A51005" w:rsidP="006D2BB2">
            <w:pPr>
              <w:jc w:val="center"/>
            </w:pPr>
            <w:r w:rsidRPr="00FB4858">
              <w:t>218</w:t>
            </w:r>
          </w:p>
        </w:tc>
        <w:tc>
          <w:tcPr>
            <w:tcW w:w="2528" w:type="dxa"/>
            <w:vAlign w:val="bottom"/>
          </w:tcPr>
          <w:p w:rsidR="00A51005" w:rsidRPr="00FB4858" w:rsidRDefault="00A51005" w:rsidP="00A16B78">
            <w:pPr>
              <w:ind w:left="-108" w:right="-131"/>
              <w:jc w:val="center"/>
            </w:pPr>
            <w:r w:rsidRPr="00FB4858">
              <w:t>1.16.01193.01.0005.140</w:t>
            </w:r>
          </w:p>
        </w:tc>
        <w:tc>
          <w:tcPr>
            <w:tcW w:w="1417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70,</w:t>
            </w:r>
            <w:r w:rsidR="00EA1D9F">
              <w:t>7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FB4858">
              <w:t>0,0</w:t>
            </w:r>
          </w:p>
        </w:tc>
      </w:tr>
      <w:tr w:rsidR="00A51005" w:rsidRPr="00F4756E" w:rsidTr="00A16B78">
        <w:trPr>
          <w:trHeight w:val="3882"/>
          <w:jc w:val="center"/>
        </w:trPr>
        <w:tc>
          <w:tcPr>
            <w:tcW w:w="3521" w:type="dxa"/>
          </w:tcPr>
          <w:p w:rsidR="00A51005" w:rsidRPr="00FB4858" w:rsidRDefault="00A51005" w:rsidP="006D2BB2">
            <w:r w:rsidRPr="00FB485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992" w:type="dxa"/>
            <w:vAlign w:val="bottom"/>
          </w:tcPr>
          <w:p w:rsidR="00A51005" w:rsidRPr="00FB4858" w:rsidRDefault="00A51005" w:rsidP="006D2BB2">
            <w:pPr>
              <w:jc w:val="center"/>
            </w:pPr>
            <w:r w:rsidRPr="00FB4858">
              <w:t>218</w:t>
            </w:r>
          </w:p>
        </w:tc>
        <w:tc>
          <w:tcPr>
            <w:tcW w:w="2528" w:type="dxa"/>
            <w:vAlign w:val="bottom"/>
          </w:tcPr>
          <w:p w:rsidR="00A51005" w:rsidRPr="00FB4858" w:rsidRDefault="00A51005" w:rsidP="00A16B78">
            <w:pPr>
              <w:ind w:left="-108" w:right="-131"/>
              <w:jc w:val="center"/>
            </w:pPr>
            <w:r w:rsidRPr="00FB4858">
              <w:t>1.16.01193.01.0007.140</w:t>
            </w:r>
          </w:p>
        </w:tc>
        <w:tc>
          <w:tcPr>
            <w:tcW w:w="1417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14,0</w:t>
            </w:r>
          </w:p>
        </w:tc>
        <w:tc>
          <w:tcPr>
            <w:tcW w:w="850" w:type="dxa"/>
            <w:vAlign w:val="bottom"/>
          </w:tcPr>
          <w:p w:rsidR="00A51005" w:rsidRPr="00CB3D08" w:rsidRDefault="00A51005" w:rsidP="006D2BB2">
            <w:pPr>
              <w:jc w:val="center"/>
            </w:pPr>
            <w:r w:rsidRPr="00FB4858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FB4858" w:rsidRDefault="00A51005" w:rsidP="00FB4858">
            <w:pPr>
              <w:outlineLvl w:val="0"/>
              <w:rPr>
                <w:szCs w:val="24"/>
              </w:rPr>
            </w:pPr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992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218</w:t>
            </w:r>
          </w:p>
        </w:tc>
        <w:tc>
          <w:tcPr>
            <w:tcW w:w="2528" w:type="dxa"/>
            <w:vAlign w:val="bottom"/>
          </w:tcPr>
          <w:p w:rsidR="00A51005" w:rsidRDefault="00A51005" w:rsidP="00A16B78">
            <w:pPr>
              <w:ind w:left="-108" w:right="-131"/>
              <w:jc w:val="center"/>
              <w:outlineLvl w:val="0"/>
            </w:pPr>
          </w:p>
          <w:p w:rsidR="00A51005" w:rsidRPr="00A16B78" w:rsidRDefault="00A51005" w:rsidP="00A16B78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t>1.16.01193.01.0013.140</w:t>
            </w:r>
          </w:p>
        </w:tc>
        <w:tc>
          <w:tcPr>
            <w:tcW w:w="1417" w:type="dxa"/>
            <w:vAlign w:val="bottom"/>
          </w:tcPr>
          <w:p w:rsidR="00A51005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Default="00A51005" w:rsidP="006D2BB2">
            <w:pPr>
              <w:jc w:val="center"/>
            </w:pPr>
            <w:r>
              <w:t>1,0</w:t>
            </w:r>
          </w:p>
        </w:tc>
        <w:tc>
          <w:tcPr>
            <w:tcW w:w="850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FB4858" w:rsidRDefault="00A51005" w:rsidP="00A16B78">
            <w:r w:rsidRPr="00FB4858"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</w:t>
            </w:r>
            <w:r w:rsidR="00A16B78">
              <w:t>,</w:t>
            </w:r>
            <w:r w:rsidRPr="00FB4858">
              <w:t xml:space="preserve"> </w:t>
            </w:r>
            <w:r w:rsidR="00A16B78">
              <w:t>л</w:t>
            </w:r>
            <w:r w:rsidRPr="00FB4858">
              <w:t>ибо бывшего государственного или муниципального служащего)</w:t>
            </w:r>
          </w:p>
        </w:tc>
        <w:tc>
          <w:tcPr>
            <w:tcW w:w="992" w:type="dxa"/>
            <w:vAlign w:val="bottom"/>
          </w:tcPr>
          <w:p w:rsidR="00A51005" w:rsidRPr="00FB4858" w:rsidRDefault="00A51005" w:rsidP="006D2BB2">
            <w:pPr>
              <w:jc w:val="center"/>
            </w:pPr>
            <w:r w:rsidRPr="00FB4858">
              <w:t>218</w:t>
            </w:r>
          </w:p>
        </w:tc>
        <w:tc>
          <w:tcPr>
            <w:tcW w:w="2528" w:type="dxa"/>
            <w:vAlign w:val="bottom"/>
          </w:tcPr>
          <w:p w:rsidR="00A51005" w:rsidRPr="00FB4858" w:rsidRDefault="00A51005" w:rsidP="00A16B78">
            <w:pPr>
              <w:ind w:left="-108" w:right="-131"/>
              <w:jc w:val="center"/>
            </w:pPr>
            <w:r w:rsidRPr="00FB4858">
              <w:t>1.16.01193.01.0029.140</w:t>
            </w:r>
          </w:p>
        </w:tc>
        <w:tc>
          <w:tcPr>
            <w:tcW w:w="1417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30,0</w:t>
            </w:r>
          </w:p>
        </w:tc>
        <w:tc>
          <w:tcPr>
            <w:tcW w:w="850" w:type="dxa"/>
            <w:vAlign w:val="bottom"/>
          </w:tcPr>
          <w:p w:rsidR="00A51005" w:rsidRPr="00B76C4D" w:rsidRDefault="00A51005" w:rsidP="006D2BB2">
            <w:pPr>
              <w:jc w:val="center"/>
            </w:pPr>
            <w:r w:rsidRPr="00FB4858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FB4858" w:rsidRDefault="00A51005" w:rsidP="006D2BB2">
            <w:r w:rsidRPr="00FB4858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vAlign w:val="bottom"/>
          </w:tcPr>
          <w:p w:rsidR="00A51005" w:rsidRPr="00FB4858" w:rsidRDefault="00A51005" w:rsidP="006D2BB2">
            <w:pPr>
              <w:jc w:val="center"/>
            </w:pPr>
            <w:r w:rsidRPr="00FB4858">
              <w:t>218</w:t>
            </w:r>
          </w:p>
        </w:tc>
        <w:tc>
          <w:tcPr>
            <w:tcW w:w="2528" w:type="dxa"/>
            <w:vAlign w:val="bottom"/>
          </w:tcPr>
          <w:p w:rsidR="00A51005" w:rsidRPr="00FB4858" w:rsidRDefault="00A51005" w:rsidP="00A16B78">
            <w:pPr>
              <w:ind w:left="-108" w:right="-131"/>
              <w:jc w:val="center"/>
            </w:pPr>
            <w:r w:rsidRPr="00FB4858">
              <w:t>1.16.01193.01.9000.140</w:t>
            </w:r>
          </w:p>
        </w:tc>
        <w:tc>
          <w:tcPr>
            <w:tcW w:w="1417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2,6</w:t>
            </w:r>
          </w:p>
        </w:tc>
        <w:tc>
          <w:tcPr>
            <w:tcW w:w="850" w:type="dxa"/>
            <w:vAlign w:val="bottom"/>
          </w:tcPr>
          <w:p w:rsidR="00A51005" w:rsidRPr="00B76C4D" w:rsidRDefault="00A51005" w:rsidP="006D2BB2">
            <w:pPr>
              <w:jc w:val="center"/>
            </w:pPr>
            <w:r w:rsidRPr="00FB4858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1F19A9" w:rsidRDefault="00A51005" w:rsidP="001F19A9">
            <w:pPr>
              <w:outlineLvl w:val="0"/>
              <w:rPr>
                <w:szCs w:val="24"/>
              </w:rPr>
            </w:pPr>
            <w: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</w:t>
            </w:r>
            <w:r>
              <w:lastRenderedPageBreak/>
              <w:t>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992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lastRenderedPageBreak/>
              <w:t>218</w:t>
            </w:r>
          </w:p>
        </w:tc>
        <w:tc>
          <w:tcPr>
            <w:tcW w:w="2528" w:type="dxa"/>
            <w:vAlign w:val="bottom"/>
          </w:tcPr>
          <w:p w:rsidR="00A51005" w:rsidRDefault="00A51005" w:rsidP="00FB4858">
            <w:pPr>
              <w:jc w:val="center"/>
              <w:outlineLvl w:val="0"/>
            </w:pPr>
          </w:p>
          <w:p w:rsidR="00A51005" w:rsidRPr="00A16B78" w:rsidRDefault="00A51005" w:rsidP="00A16B78">
            <w:pPr>
              <w:ind w:left="-108" w:right="-131" w:firstLine="108"/>
              <w:outlineLvl w:val="0"/>
              <w:rPr>
                <w:szCs w:val="24"/>
              </w:rPr>
            </w:pPr>
            <w:r>
              <w:t>1.16.01203.01.0008.140</w:t>
            </w:r>
          </w:p>
        </w:tc>
        <w:tc>
          <w:tcPr>
            <w:tcW w:w="1417" w:type="dxa"/>
            <w:vAlign w:val="bottom"/>
          </w:tcPr>
          <w:p w:rsidR="00A51005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Default="00A51005" w:rsidP="006D2BB2">
            <w:pPr>
              <w:jc w:val="center"/>
            </w:pPr>
            <w:r>
              <w:t>0,5</w:t>
            </w:r>
          </w:p>
        </w:tc>
        <w:tc>
          <w:tcPr>
            <w:tcW w:w="850" w:type="dxa"/>
            <w:vAlign w:val="bottom"/>
          </w:tcPr>
          <w:p w:rsidR="00A51005" w:rsidRPr="00FB4858" w:rsidRDefault="00A51005" w:rsidP="006D2BB2">
            <w:pPr>
              <w:jc w:val="center"/>
            </w:pPr>
            <w:r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4F4E85" w:rsidRDefault="00A51005" w:rsidP="006D2BB2">
            <w:r w:rsidRPr="004F4E85"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vAlign w:val="bottom"/>
          </w:tcPr>
          <w:p w:rsidR="00A51005" w:rsidRPr="004F4E85" w:rsidRDefault="00A51005" w:rsidP="006D2BB2">
            <w:pPr>
              <w:jc w:val="center"/>
            </w:pPr>
            <w:r w:rsidRPr="004F4E85">
              <w:t>218</w:t>
            </w:r>
          </w:p>
        </w:tc>
        <w:tc>
          <w:tcPr>
            <w:tcW w:w="2528" w:type="dxa"/>
            <w:vAlign w:val="bottom"/>
          </w:tcPr>
          <w:p w:rsidR="00A51005" w:rsidRPr="004F4E85" w:rsidRDefault="00A51005" w:rsidP="00A16B78">
            <w:pPr>
              <w:ind w:left="-108" w:right="-131"/>
              <w:jc w:val="center"/>
            </w:pPr>
            <w:r w:rsidRPr="004F4E85">
              <w:t>1.16.01203.01.0021.140</w:t>
            </w:r>
          </w:p>
        </w:tc>
        <w:tc>
          <w:tcPr>
            <w:tcW w:w="1417" w:type="dxa"/>
            <w:vAlign w:val="bottom"/>
          </w:tcPr>
          <w:p w:rsidR="00A51005" w:rsidRPr="004F4E85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4F4E85" w:rsidRDefault="00A51005" w:rsidP="006D2BB2">
            <w:pPr>
              <w:jc w:val="center"/>
            </w:pPr>
            <w:r>
              <w:t>10,6</w:t>
            </w:r>
          </w:p>
        </w:tc>
        <w:tc>
          <w:tcPr>
            <w:tcW w:w="850" w:type="dxa"/>
            <w:vAlign w:val="bottom"/>
          </w:tcPr>
          <w:p w:rsidR="00A51005" w:rsidRPr="00B76C4D" w:rsidRDefault="00A51005" w:rsidP="006D2BB2">
            <w:pPr>
              <w:jc w:val="center"/>
            </w:pPr>
            <w:r w:rsidRPr="004F4E85">
              <w:t>0,0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4F4E85" w:rsidRDefault="00A51005" w:rsidP="006D2BB2">
            <w:r w:rsidRPr="004F4E8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vAlign w:val="bottom"/>
          </w:tcPr>
          <w:p w:rsidR="00A51005" w:rsidRPr="004F4E85" w:rsidRDefault="00A51005" w:rsidP="006D2BB2">
            <w:pPr>
              <w:jc w:val="center"/>
            </w:pPr>
            <w:r w:rsidRPr="004F4E85">
              <w:t>218</w:t>
            </w:r>
          </w:p>
        </w:tc>
        <w:tc>
          <w:tcPr>
            <w:tcW w:w="2528" w:type="dxa"/>
            <w:vAlign w:val="bottom"/>
          </w:tcPr>
          <w:p w:rsidR="00A51005" w:rsidRPr="004F4E85" w:rsidRDefault="00A51005" w:rsidP="00A16B78">
            <w:pPr>
              <w:ind w:left="-108" w:right="-131"/>
              <w:jc w:val="center"/>
            </w:pPr>
            <w:r w:rsidRPr="004F4E85">
              <w:t>1.16.01203.01.9000.140</w:t>
            </w:r>
          </w:p>
        </w:tc>
        <w:tc>
          <w:tcPr>
            <w:tcW w:w="1417" w:type="dxa"/>
            <w:vAlign w:val="bottom"/>
          </w:tcPr>
          <w:p w:rsidR="00A51005" w:rsidRPr="004F4E85" w:rsidRDefault="00A51005" w:rsidP="006D2BB2">
            <w:pPr>
              <w:jc w:val="center"/>
            </w:pPr>
            <w:r>
              <w:t>180,0</w:t>
            </w:r>
          </w:p>
        </w:tc>
        <w:tc>
          <w:tcPr>
            <w:tcW w:w="1418" w:type="dxa"/>
            <w:vAlign w:val="bottom"/>
          </w:tcPr>
          <w:p w:rsidR="00A51005" w:rsidRPr="004F4E85" w:rsidRDefault="00A51005" w:rsidP="006D2BB2">
            <w:pPr>
              <w:jc w:val="center"/>
            </w:pPr>
            <w:r>
              <w:t>179,5</w:t>
            </w:r>
          </w:p>
        </w:tc>
        <w:tc>
          <w:tcPr>
            <w:tcW w:w="850" w:type="dxa"/>
            <w:vAlign w:val="bottom"/>
          </w:tcPr>
          <w:p w:rsidR="00A51005" w:rsidRDefault="00A51005" w:rsidP="006D2BB2">
            <w:pPr>
              <w:jc w:val="center"/>
            </w:pPr>
            <w:r>
              <w:t>99,7</w:t>
            </w:r>
          </w:p>
        </w:tc>
      </w:tr>
      <w:tr w:rsidR="00A51005" w:rsidRPr="00F4756E" w:rsidTr="00A16B78">
        <w:trPr>
          <w:trHeight w:val="1123"/>
          <w:jc w:val="center"/>
        </w:trPr>
        <w:tc>
          <w:tcPr>
            <w:tcW w:w="3521" w:type="dxa"/>
          </w:tcPr>
          <w:p w:rsidR="00A51005" w:rsidRPr="004157A8" w:rsidRDefault="00A51005" w:rsidP="006D2BB2">
            <w:pPr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992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321</w:t>
            </w:r>
          </w:p>
        </w:tc>
        <w:tc>
          <w:tcPr>
            <w:tcW w:w="2528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3 747,8</w:t>
            </w:r>
          </w:p>
        </w:tc>
        <w:tc>
          <w:tcPr>
            <w:tcW w:w="1418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3 766,5</w:t>
            </w:r>
          </w:p>
        </w:tc>
        <w:tc>
          <w:tcPr>
            <w:tcW w:w="850" w:type="dxa"/>
            <w:vAlign w:val="bottom"/>
          </w:tcPr>
          <w:p w:rsidR="00A51005" w:rsidRPr="00D67C27" w:rsidRDefault="00A51005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100,5</w:t>
            </w:r>
          </w:p>
        </w:tc>
      </w:tr>
      <w:tr w:rsidR="00A51005" w:rsidRPr="00F4756E" w:rsidTr="00A16B78">
        <w:trPr>
          <w:jc w:val="center"/>
        </w:trPr>
        <w:tc>
          <w:tcPr>
            <w:tcW w:w="3521" w:type="dxa"/>
          </w:tcPr>
          <w:p w:rsidR="00A51005" w:rsidRPr="00474CB1" w:rsidRDefault="00A51005" w:rsidP="006D2BB2">
            <w:pPr>
              <w:outlineLvl w:val="0"/>
              <w:rPr>
                <w:color w:val="000000"/>
                <w:szCs w:val="24"/>
              </w:rPr>
            </w:pPr>
            <w:r w:rsidRPr="00474CB1">
              <w:rPr>
                <w:color w:val="000000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992" w:type="dxa"/>
            <w:vAlign w:val="bottom"/>
          </w:tcPr>
          <w:p w:rsidR="00A51005" w:rsidRPr="00474CB1" w:rsidRDefault="00A51005" w:rsidP="006D2BB2">
            <w:pPr>
              <w:jc w:val="center"/>
              <w:rPr>
                <w:bCs/>
                <w:color w:val="000000"/>
                <w:szCs w:val="24"/>
              </w:rPr>
            </w:pPr>
            <w:r w:rsidRPr="00474CB1">
              <w:rPr>
                <w:bCs/>
                <w:color w:val="000000"/>
                <w:szCs w:val="24"/>
              </w:rPr>
              <w:t>321</w:t>
            </w:r>
          </w:p>
        </w:tc>
        <w:tc>
          <w:tcPr>
            <w:tcW w:w="2528" w:type="dxa"/>
            <w:vAlign w:val="bottom"/>
          </w:tcPr>
          <w:p w:rsidR="00A51005" w:rsidRPr="00474CB1" w:rsidRDefault="00A51005" w:rsidP="00133D79">
            <w:pPr>
              <w:ind w:left="-108" w:right="-131"/>
              <w:jc w:val="center"/>
              <w:outlineLvl w:val="0"/>
              <w:rPr>
                <w:szCs w:val="24"/>
              </w:rPr>
            </w:pPr>
          </w:p>
          <w:p w:rsidR="00A51005" w:rsidRPr="00474CB1" w:rsidRDefault="00133D79" w:rsidP="00133D79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1 08 07020 01 8000 110</w:t>
            </w:r>
          </w:p>
        </w:tc>
        <w:tc>
          <w:tcPr>
            <w:tcW w:w="1417" w:type="dxa"/>
            <w:vAlign w:val="bottom"/>
          </w:tcPr>
          <w:p w:rsidR="00A51005" w:rsidRPr="00474CB1" w:rsidRDefault="00A51005" w:rsidP="006D2B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3 707,8</w:t>
            </w:r>
          </w:p>
        </w:tc>
        <w:tc>
          <w:tcPr>
            <w:tcW w:w="1418" w:type="dxa"/>
            <w:vAlign w:val="bottom"/>
          </w:tcPr>
          <w:p w:rsidR="00A51005" w:rsidRPr="00474CB1" w:rsidRDefault="00A51005" w:rsidP="006D2B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3 726,5</w:t>
            </w:r>
          </w:p>
        </w:tc>
        <w:tc>
          <w:tcPr>
            <w:tcW w:w="850" w:type="dxa"/>
            <w:vAlign w:val="bottom"/>
          </w:tcPr>
          <w:p w:rsidR="00A51005" w:rsidRPr="00281494" w:rsidRDefault="00A51005" w:rsidP="006D2BB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100,5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  <w:vAlign w:val="center"/>
          </w:tcPr>
          <w:p w:rsidR="00A51005" w:rsidRPr="00474CB1" w:rsidRDefault="00A51005" w:rsidP="006D2BB2">
            <w:pPr>
              <w:outlineLvl w:val="0"/>
              <w:rPr>
                <w:szCs w:val="24"/>
              </w:rPr>
            </w:pPr>
            <w:r w:rsidRPr="00474CB1">
              <w:rPr>
                <w:szCs w:val="24"/>
              </w:rPr>
              <w:t xml:space="preserve">Доходы от денежных взысканий (штрафов), </w:t>
            </w:r>
            <w:r w:rsidRPr="00474CB1">
              <w:rPr>
                <w:szCs w:val="24"/>
              </w:rPr>
              <w:lastRenderedPageBreak/>
              <w:t>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A51005" w:rsidRPr="00474CB1" w:rsidRDefault="00A51005" w:rsidP="006D2BB2">
            <w:pPr>
              <w:jc w:val="center"/>
              <w:rPr>
                <w:bCs/>
                <w:color w:val="000000"/>
                <w:szCs w:val="24"/>
              </w:rPr>
            </w:pPr>
            <w:r w:rsidRPr="00474CB1">
              <w:rPr>
                <w:bCs/>
                <w:color w:val="000000"/>
                <w:szCs w:val="24"/>
              </w:rPr>
              <w:lastRenderedPageBreak/>
              <w:t>321</w:t>
            </w:r>
          </w:p>
        </w:tc>
        <w:tc>
          <w:tcPr>
            <w:tcW w:w="2528" w:type="dxa"/>
            <w:vAlign w:val="bottom"/>
          </w:tcPr>
          <w:p w:rsidR="00A51005" w:rsidRPr="00474CB1" w:rsidRDefault="00A51005" w:rsidP="00133D79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474CB1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bottom"/>
          </w:tcPr>
          <w:p w:rsidR="00A51005" w:rsidRPr="00474CB1" w:rsidRDefault="00A51005" w:rsidP="006D2B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40,0</w:t>
            </w:r>
          </w:p>
        </w:tc>
        <w:tc>
          <w:tcPr>
            <w:tcW w:w="1418" w:type="dxa"/>
            <w:vAlign w:val="bottom"/>
          </w:tcPr>
          <w:p w:rsidR="00A51005" w:rsidRPr="00474CB1" w:rsidRDefault="00A51005" w:rsidP="006D2B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40,0</w:t>
            </w:r>
          </w:p>
        </w:tc>
        <w:tc>
          <w:tcPr>
            <w:tcW w:w="850" w:type="dxa"/>
            <w:vAlign w:val="bottom"/>
          </w:tcPr>
          <w:p w:rsidR="00A51005" w:rsidRPr="008A09F0" w:rsidRDefault="00A51005" w:rsidP="006D2BB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474CB1">
              <w:rPr>
                <w:bCs/>
                <w:szCs w:val="24"/>
              </w:rPr>
              <w:t>0,0</w:t>
            </w:r>
          </w:p>
        </w:tc>
      </w:tr>
      <w:tr w:rsidR="00A51005" w:rsidRPr="004157A8" w:rsidTr="00133D79">
        <w:trPr>
          <w:jc w:val="center"/>
        </w:trPr>
        <w:tc>
          <w:tcPr>
            <w:tcW w:w="3521" w:type="dxa"/>
          </w:tcPr>
          <w:p w:rsidR="00A51005" w:rsidRPr="004157A8" w:rsidRDefault="00A51005" w:rsidP="006D2BB2">
            <w:pPr>
              <w:outlineLvl w:val="0"/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lastRenderedPageBreak/>
              <w:t>Федеральная служба судебных приставов</w:t>
            </w:r>
          </w:p>
        </w:tc>
        <w:tc>
          <w:tcPr>
            <w:tcW w:w="992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322</w:t>
            </w:r>
          </w:p>
        </w:tc>
        <w:tc>
          <w:tcPr>
            <w:tcW w:w="2528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15,5</w:t>
            </w:r>
          </w:p>
        </w:tc>
        <w:tc>
          <w:tcPr>
            <w:tcW w:w="1418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15,</w:t>
            </w:r>
            <w:r w:rsidR="00C81CAA" w:rsidRPr="004157A8">
              <w:rPr>
                <w:b/>
                <w:bCs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A51005" w:rsidRPr="004157A8" w:rsidRDefault="00C81CAA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100,0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  <w:vAlign w:val="center"/>
          </w:tcPr>
          <w:p w:rsidR="00A51005" w:rsidRPr="007B55EE" w:rsidRDefault="00A51005" w:rsidP="006D2BB2">
            <w:pPr>
              <w:outlineLvl w:val="0"/>
              <w:rPr>
                <w:szCs w:val="24"/>
              </w:rPr>
            </w:pPr>
            <w:r w:rsidRPr="007B55EE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A51005" w:rsidRPr="007B55EE" w:rsidRDefault="00A51005" w:rsidP="006D2BB2">
            <w:pPr>
              <w:jc w:val="center"/>
              <w:rPr>
                <w:bCs/>
                <w:color w:val="000000"/>
                <w:szCs w:val="24"/>
              </w:rPr>
            </w:pPr>
            <w:r w:rsidRPr="007B55EE">
              <w:rPr>
                <w:bCs/>
                <w:color w:val="000000"/>
                <w:szCs w:val="24"/>
              </w:rPr>
              <w:t>322</w:t>
            </w:r>
          </w:p>
        </w:tc>
        <w:tc>
          <w:tcPr>
            <w:tcW w:w="2528" w:type="dxa"/>
            <w:vAlign w:val="bottom"/>
          </w:tcPr>
          <w:p w:rsidR="00A51005" w:rsidRPr="007B55EE" w:rsidRDefault="00A51005" w:rsidP="00133D79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7B55EE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bottom"/>
          </w:tcPr>
          <w:p w:rsidR="00A51005" w:rsidRPr="007B55EE" w:rsidRDefault="00A51005" w:rsidP="006D2B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15,5</w:t>
            </w:r>
          </w:p>
        </w:tc>
        <w:tc>
          <w:tcPr>
            <w:tcW w:w="1418" w:type="dxa"/>
            <w:vAlign w:val="bottom"/>
          </w:tcPr>
          <w:p w:rsidR="00A51005" w:rsidRPr="007B55EE" w:rsidRDefault="00A51005" w:rsidP="006D2B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15,</w:t>
            </w:r>
            <w:r w:rsidR="00C81CAA">
              <w:rPr>
                <w:bCs/>
                <w:szCs w:val="24"/>
              </w:rPr>
              <w:t>5</w:t>
            </w:r>
          </w:p>
        </w:tc>
        <w:tc>
          <w:tcPr>
            <w:tcW w:w="850" w:type="dxa"/>
            <w:vAlign w:val="bottom"/>
          </w:tcPr>
          <w:p w:rsidR="00A51005" w:rsidRPr="00391109" w:rsidRDefault="00C81CAA" w:rsidP="006D2BB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A51005" w:rsidRPr="004157A8" w:rsidTr="00133D79">
        <w:trPr>
          <w:jc w:val="center"/>
        </w:trPr>
        <w:tc>
          <w:tcPr>
            <w:tcW w:w="3521" w:type="dxa"/>
          </w:tcPr>
          <w:p w:rsidR="00A51005" w:rsidRPr="004157A8" w:rsidRDefault="00A51005" w:rsidP="006D2BB2">
            <w:pPr>
              <w:outlineLvl w:val="0"/>
              <w:rPr>
                <w:b/>
                <w:szCs w:val="24"/>
              </w:rPr>
            </w:pPr>
            <w:r w:rsidRPr="004157A8">
              <w:rPr>
                <w:b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992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415</w:t>
            </w:r>
          </w:p>
        </w:tc>
        <w:tc>
          <w:tcPr>
            <w:tcW w:w="2528" w:type="dxa"/>
            <w:vAlign w:val="bottom"/>
          </w:tcPr>
          <w:p w:rsidR="00A51005" w:rsidRPr="004157A8" w:rsidRDefault="00A51005" w:rsidP="00133D79">
            <w:pPr>
              <w:ind w:left="-108" w:right="-131"/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5,0</w:t>
            </w:r>
          </w:p>
        </w:tc>
        <w:tc>
          <w:tcPr>
            <w:tcW w:w="1418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5,0</w:t>
            </w:r>
          </w:p>
        </w:tc>
        <w:tc>
          <w:tcPr>
            <w:tcW w:w="850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100,0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  <w:vAlign w:val="center"/>
          </w:tcPr>
          <w:p w:rsidR="00A51005" w:rsidRPr="00580B52" w:rsidRDefault="00A51005" w:rsidP="006D2BB2">
            <w:pPr>
              <w:outlineLvl w:val="0"/>
              <w:rPr>
                <w:szCs w:val="24"/>
              </w:rPr>
            </w:pPr>
            <w:r w:rsidRPr="00580B52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A51005" w:rsidRPr="00580B52" w:rsidRDefault="00A51005" w:rsidP="006D2BB2">
            <w:pPr>
              <w:jc w:val="center"/>
              <w:rPr>
                <w:bCs/>
                <w:color w:val="000000"/>
                <w:szCs w:val="24"/>
              </w:rPr>
            </w:pPr>
            <w:r w:rsidRPr="00580B52">
              <w:rPr>
                <w:bCs/>
                <w:color w:val="000000"/>
                <w:szCs w:val="24"/>
              </w:rPr>
              <w:t>415</w:t>
            </w:r>
          </w:p>
        </w:tc>
        <w:tc>
          <w:tcPr>
            <w:tcW w:w="2528" w:type="dxa"/>
            <w:vAlign w:val="bottom"/>
          </w:tcPr>
          <w:p w:rsidR="00A51005" w:rsidRPr="00580B52" w:rsidRDefault="00A51005" w:rsidP="00133D79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580B52">
              <w:rPr>
                <w:szCs w:val="24"/>
              </w:rPr>
              <w:t>1 16 10123 05 0051 140</w:t>
            </w:r>
          </w:p>
        </w:tc>
        <w:tc>
          <w:tcPr>
            <w:tcW w:w="1417" w:type="dxa"/>
            <w:vAlign w:val="bottom"/>
          </w:tcPr>
          <w:p w:rsidR="00A51005" w:rsidRPr="00580B52" w:rsidRDefault="00A51005" w:rsidP="006D2BB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5,0</w:t>
            </w:r>
          </w:p>
        </w:tc>
        <w:tc>
          <w:tcPr>
            <w:tcW w:w="1418" w:type="dxa"/>
            <w:vAlign w:val="bottom"/>
          </w:tcPr>
          <w:p w:rsidR="00A51005" w:rsidRPr="00580B52" w:rsidRDefault="00A51005" w:rsidP="006D2BB2">
            <w:pPr>
              <w:jc w:val="center"/>
              <w:rPr>
                <w:bCs/>
                <w:szCs w:val="24"/>
              </w:rPr>
            </w:pPr>
            <w:r w:rsidRPr="00580B52">
              <w:rPr>
                <w:bCs/>
                <w:szCs w:val="24"/>
              </w:rPr>
              <w:t>5,0</w:t>
            </w:r>
          </w:p>
        </w:tc>
        <w:tc>
          <w:tcPr>
            <w:tcW w:w="850" w:type="dxa"/>
            <w:vAlign w:val="bottom"/>
          </w:tcPr>
          <w:p w:rsidR="00A51005" w:rsidRPr="00726DFF" w:rsidRDefault="00A51005" w:rsidP="006D2BB2">
            <w:pPr>
              <w:jc w:val="center"/>
              <w:outlineLvl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580B52">
              <w:rPr>
                <w:bCs/>
                <w:szCs w:val="24"/>
              </w:rPr>
              <w:t>0,0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</w:tcPr>
          <w:p w:rsidR="00A51005" w:rsidRPr="004157A8" w:rsidRDefault="00A51005" w:rsidP="006D2BB2">
            <w:pPr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t>Администрация Балахнинского муниципального района Нижегородской области</w:t>
            </w:r>
          </w:p>
        </w:tc>
        <w:tc>
          <w:tcPr>
            <w:tcW w:w="992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487</w:t>
            </w:r>
          </w:p>
        </w:tc>
        <w:tc>
          <w:tcPr>
            <w:tcW w:w="2528" w:type="dxa"/>
            <w:vAlign w:val="bottom"/>
          </w:tcPr>
          <w:p w:rsidR="00A51005" w:rsidRPr="004157A8" w:rsidRDefault="00A51005" w:rsidP="006D2BB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A51005" w:rsidRPr="004157A8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517 700,4</w:t>
            </w:r>
          </w:p>
        </w:tc>
        <w:tc>
          <w:tcPr>
            <w:tcW w:w="1418" w:type="dxa"/>
            <w:vAlign w:val="bottom"/>
          </w:tcPr>
          <w:p w:rsidR="00A51005" w:rsidRPr="004157A8" w:rsidRDefault="00A51005" w:rsidP="00C81CAA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361</w:t>
            </w:r>
            <w:r w:rsidR="00C81CAA" w:rsidRPr="004157A8">
              <w:rPr>
                <w:b/>
                <w:bCs/>
                <w:szCs w:val="24"/>
              </w:rPr>
              <w:t> </w:t>
            </w:r>
            <w:r w:rsidRPr="004157A8">
              <w:rPr>
                <w:b/>
                <w:bCs/>
                <w:szCs w:val="24"/>
              </w:rPr>
              <w:t>06</w:t>
            </w:r>
            <w:r w:rsidR="00C81CAA" w:rsidRPr="004157A8">
              <w:rPr>
                <w:b/>
                <w:bCs/>
                <w:szCs w:val="24"/>
              </w:rPr>
              <w:t>1,2</w:t>
            </w:r>
          </w:p>
        </w:tc>
        <w:tc>
          <w:tcPr>
            <w:tcW w:w="850" w:type="dxa"/>
            <w:vAlign w:val="bottom"/>
          </w:tcPr>
          <w:p w:rsidR="00A51005" w:rsidRPr="000E3ECD" w:rsidRDefault="00A51005" w:rsidP="006D2BB2">
            <w:pPr>
              <w:jc w:val="center"/>
              <w:rPr>
                <w:b/>
                <w:bCs/>
                <w:szCs w:val="24"/>
              </w:rPr>
            </w:pPr>
            <w:r w:rsidRPr="004157A8">
              <w:rPr>
                <w:b/>
                <w:bCs/>
                <w:szCs w:val="24"/>
              </w:rPr>
              <w:t>69,7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</w:tcPr>
          <w:p w:rsidR="00A51005" w:rsidRPr="00165C31" w:rsidRDefault="00A51005" w:rsidP="006D2BB2">
            <w:r w:rsidRPr="00165C3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vAlign w:val="bottom"/>
          </w:tcPr>
          <w:p w:rsidR="00A51005" w:rsidRPr="00165C31" w:rsidRDefault="00A51005" w:rsidP="006D2BB2">
            <w:pPr>
              <w:jc w:val="center"/>
            </w:pPr>
            <w:r w:rsidRPr="00165C31">
              <w:t>487</w:t>
            </w:r>
          </w:p>
        </w:tc>
        <w:tc>
          <w:tcPr>
            <w:tcW w:w="2528" w:type="dxa"/>
            <w:vAlign w:val="bottom"/>
          </w:tcPr>
          <w:p w:rsidR="00A51005" w:rsidRPr="00165C31" w:rsidRDefault="00A51005" w:rsidP="00133D79">
            <w:pPr>
              <w:ind w:left="-108" w:right="-131"/>
              <w:jc w:val="center"/>
            </w:pPr>
            <w:r w:rsidRPr="00165C31">
              <w:t>1.11.05013.05.0000.120</w:t>
            </w:r>
          </w:p>
        </w:tc>
        <w:tc>
          <w:tcPr>
            <w:tcW w:w="1417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755,6</w:t>
            </w:r>
          </w:p>
        </w:tc>
        <w:tc>
          <w:tcPr>
            <w:tcW w:w="1418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136,6</w:t>
            </w:r>
          </w:p>
        </w:tc>
        <w:tc>
          <w:tcPr>
            <w:tcW w:w="850" w:type="dxa"/>
            <w:vAlign w:val="bottom"/>
          </w:tcPr>
          <w:p w:rsidR="00A51005" w:rsidRPr="00CF58A1" w:rsidRDefault="00A51005" w:rsidP="006D2BB2">
            <w:pPr>
              <w:jc w:val="center"/>
            </w:pPr>
            <w:r>
              <w:t>18,1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</w:tcPr>
          <w:p w:rsidR="00A51005" w:rsidRPr="00165C31" w:rsidRDefault="00A51005" w:rsidP="006D2BB2">
            <w:r w:rsidRPr="00165C31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165C31">
              <w:lastRenderedPageBreak/>
              <w:t>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vAlign w:val="bottom"/>
          </w:tcPr>
          <w:p w:rsidR="00A51005" w:rsidRPr="00165C31" w:rsidRDefault="00A51005" w:rsidP="006D2BB2">
            <w:pPr>
              <w:jc w:val="center"/>
            </w:pPr>
            <w:r w:rsidRPr="00165C31">
              <w:lastRenderedPageBreak/>
              <w:t>487</w:t>
            </w:r>
          </w:p>
        </w:tc>
        <w:tc>
          <w:tcPr>
            <w:tcW w:w="2528" w:type="dxa"/>
            <w:vAlign w:val="bottom"/>
          </w:tcPr>
          <w:p w:rsidR="00A51005" w:rsidRPr="00165C31" w:rsidRDefault="00A51005" w:rsidP="00133D79">
            <w:pPr>
              <w:ind w:left="-108" w:right="-131"/>
              <w:jc w:val="center"/>
            </w:pPr>
            <w:r w:rsidRPr="00165C31">
              <w:t>1.11.05013.05.4000.120</w:t>
            </w:r>
          </w:p>
        </w:tc>
        <w:tc>
          <w:tcPr>
            <w:tcW w:w="1417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5,9</w:t>
            </w:r>
          </w:p>
        </w:tc>
        <w:tc>
          <w:tcPr>
            <w:tcW w:w="850" w:type="dxa"/>
            <w:vAlign w:val="bottom"/>
          </w:tcPr>
          <w:p w:rsidR="00A51005" w:rsidRPr="00CF58A1" w:rsidRDefault="00A51005" w:rsidP="006D2BB2">
            <w:pPr>
              <w:jc w:val="center"/>
            </w:pPr>
            <w:r w:rsidRPr="00165C31">
              <w:t>0,0</w:t>
            </w:r>
          </w:p>
        </w:tc>
      </w:tr>
      <w:tr w:rsidR="00A51005" w:rsidRPr="00F4756E" w:rsidTr="00133D79">
        <w:trPr>
          <w:trHeight w:val="2740"/>
          <w:jc w:val="center"/>
        </w:trPr>
        <w:tc>
          <w:tcPr>
            <w:tcW w:w="3521" w:type="dxa"/>
          </w:tcPr>
          <w:p w:rsidR="00A51005" w:rsidRPr="00165C31" w:rsidRDefault="00A51005" w:rsidP="006D2BB2">
            <w:r w:rsidRPr="00165C31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vAlign w:val="bottom"/>
          </w:tcPr>
          <w:p w:rsidR="00A51005" w:rsidRPr="00165C31" w:rsidRDefault="00A51005" w:rsidP="006D2BB2">
            <w:pPr>
              <w:jc w:val="center"/>
            </w:pPr>
            <w:r w:rsidRPr="00165C31">
              <w:t>487</w:t>
            </w:r>
          </w:p>
        </w:tc>
        <w:tc>
          <w:tcPr>
            <w:tcW w:w="2528" w:type="dxa"/>
            <w:vAlign w:val="bottom"/>
          </w:tcPr>
          <w:p w:rsidR="00A51005" w:rsidRPr="00165C31" w:rsidRDefault="00A51005" w:rsidP="00133D79">
            <w:pPr>
              <w:ind w:left="-108" w:right="-131"/>
              <w:jc w:val="center"/>
            </w:pPr>
            <w:r w:rsidRPr="00165C31">
              <w:t>1.11.05013.13.0000.120</w:t>
            </w:r>
          </w:p>
        </w:tc>
        <w:tc>
          <w:tcPr>
            <w:tcW w:w="1417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11 267,0</w:t>
            </w:r>
          </w:p>
        </w:tc>
        <w:tc>
          <w:tcPr>
            <w:tcW w:w="1418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10 209,5</w:t>
            </w:r>
          </w:p>
        </w:tc>
        <w:tc>
          <w:tcPr>
            <w:tcW w:w="850" w:type="dxa"/>
            <w:vAlign w:val="bottom"/>
          </w:tcPr>
          <w:p w:rsidR="00A51005" w:rsidRPr="00CF58A1" w:rsidRDefault="00A51005" w:rsidP="006D2BB2">
            <w:pPr>
              <w:jc w:val="center"/>
            </w:pPr>
            <w:r>
              <w:t>90,6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</w:tcPr>
          <w:p w:rsidR="00A51005" w:rsidRPr="00165C31" w:rsidRDefault="00A51005" w:rsidP="006D2BB2">
            <w:r w:rsidRPr="00165C3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vAlign w:val="bottom"/>
          </w:tcPr>
          <w:p w:rsidR="00A51005" w:rsidRPr="00165C31" w:rsidRDefault="00A51005" w:rsidP="006D2BB2">
            <w:pPr>
              <w:jc w:val="center"/>
            </w:pPr>
            <w:r w:rsidRPr="00165C31">
              <w:t>487</w:t>
            </w:r>
          </w:p>
        </w:tc>
        <w:tc>
          <w:tcPr>
            <w:tcW w:w="2528" w:type="dxa"/>
            <w:vAlign w:val="bottom"/>
          </w:tcPr>
          <w:p w:rsidR="00A51005" w:rsidRPr="00165C31" w:rsidRDefault="00A51005" w:rsidP="00133D79">
            <w:pPr>
              <w:ind w:left="-108" w:right="-131"/>
              <w:jc w:val="center"/>
            </w:pPr>
            <w:r w:rsidRPr="00165C31">
              <w:t>1.11.05013.13.4000.120</w:t>
            </w:r>
          </w:p>
        </w:tc>
        <w:tc>
          <w:tcPr>
            <w:tcW w:w="1417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51005" w:rsidRPr="00165C31" w:rsidRDefault="00A51005" w:rsidP="006D2BB2">
            <w:pPr>
              <w:jc w:val="center"/>
            </w:pPr>
            <w:r>
              <w:t>55,6</w:t>
            </w:r>
          </w:p>
        </w:tc>
        <w:tc>
          <w:tcPr>
            <w:tcW w:w="850" w:type="dxa"/>
            <w:vAlign w:val="bottom"/>
          </w:tcPr>
          <w:p w:rsidR="00A51005" w:rsidRPr="00CF58A1" w:rsidRDefault="00A51005" w:rsidP="006D2BB2">
            <w:pPr>
              <w:jc w:val="center"/>
            </w:pPr>
            <w:r w:rsidRPr="00165C31">
              <w:t>0,0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</w:tcPr>
          <w:p w:rsidR="00A51005" w:rsidRPr="00DD2639" w:rsidRDefault="00A51005" w:rsidP="006D2BB2">
            <w:r w:rsidRPr="00DD263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vAlign w:val="bottom"/>
          </w:tcPr>
          <w:p w:rsidR="00A51005" w:rsidRPr="00DD2639" w:rsidRDefault="00A51005" w:rsidP="006D2BB2">
            <w:pPr>
              <w:jc w:val="center"/>
            </w:pPr>
            <w:r w:rsidRPr="00DD2639">
              <w:t>487</w:t>
            </w:r>
          </w:p>
        </w:tc>
        <w:tc>
          <w:tcPr>
            <w:tcW w:w="2528" w:type="dxa"/>
            <w:vAlign w:val="bottom"/>
          </w:tcPr>
          <w:p w:rsidR="00A51005" w:rsidRPr="00DD2639" w:rsidRDefault="00A51005" w:rsidP="00133D79">
            <w:pPr>
              <w:ind w:left="-108" w:right="-131"/>
              <w:jc w:val="center"/>
            </w:pPr>
            <w:r w:rsidRPr="00DD2639">
              <w:t>1.11.05025.05.0000.120</w:t>
            </w:r>
          </w:p>
        </w:tc>
        <w:tc>
          <w:tcPr>
            <w:tcW w:w="1417" w:type="dxa"/>
            <w:vAlign w:val="bottom"/>
          </w:tcPr>
          <w:p w:rsidR="00A51005" w:rsidRPr="00DD2639" w:rsidRDefault="00A51005" w:rsidP="006D2BB2">
            <w:pPr>
              <w:jc w:val="center"/>
            </w:pPr>
            <w:r>
              <w:t>899,2</w:t>
            </w:r>
          </w:p>
        </w:tc>
        <w:tc>
          <w:tcPr>
            <w:tcW w:w="1418" w:type="dxa"/>
            <w:vAlign w:val="bottom"/>
          </w:tcPr>
          <w:p w:rsidR="00A51005" w:rsidRPr="00DD2639" w:rsidRDefault="00A51005" w:rsidP="006D2BB2">
            <w:pPr>
              <w:jc w:val="center"/>
            </w:pPr>
            <w:r>
              <w:t>39,</w:t>
            </w:r>
            <w:r w:rsidR="00170BDE">
              <w:t>6</w:t>
            </w:r>
          </w:p>
        </w:tc>
        <w:tc>
          <w:tcPr>
            <w:tcW w:w="850" w:type="dxa"/>
            <w:vAlign w:val="bottom"/>
          </w:tcPr>
          <w:p w:rsidR="00A51005" w:rsidRPr="00CF58A1" w:rsidRDefault="00A51005" w:rsidP="006D2BB2">
            <w:pPr>
              <w:jc w:val="center"/>
            </w:pPr>
            <w:r w:rsidRPr="00DD2639">
              <w:t>4,</w:t>
            </w:r>
            <w:r>
              <w:t>4</w:t>
            </w:r>
          </w:p>
        </w:tc>
      </w:tr>
      <w:tr w:rsidR="00A51005" w:rsidRPr="00F4756E" w:rsidTr="00133D79">
        <w:trPr>
          <w:jc w:val="center"/>
        </w:trPr>
        <w:tc>
          <w:tcPr>
            <w:tcW w:w="3521" w:type="dxa"/>
          </w:tcPr>
          <w:p w:rsidR="00A51005" w:rsidRPr="00DD2639" w:rsidRDefault="00A51005" w:rsidP="006D2BB2">
            <w:r w:rsidRPr="00DD2639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vAlign w:val="bottom"/>
          </w:tcPr>
          <w:p w:rsidR="00A51005" w:rsidRPr="00DD2639" w:rsidRDefault="00A51005" w:rsidP="006D2BB2">
            <w:pPr>
              <w:jc w:val="center"/>
            </w:pPr>
            <w:r w:rsidRPr="00DD2639">
              <w:t>487</w:t>
            </w:r>
          </w:p>
        </w:tc>
        <w:tc>
          <w:tcPr>
            <w:tcW w:w="2528" w:type="dxa"/>
            <w:vAlign w:val="bottom"/>
          </w:tcPr>
          <w:p w:rsidR="00A51005" w:rsidRPr="00DD2639" w:rsidRDefault="00A51005" w:rsidP="00133D79">
            <w:pPr>
              <w:ind w:left="-108" w:right="-131"/>
              <w:jc w:val="center"/>
            </w:pPr>
            <w:r w:rsidRPr="00DD2639">
              <w:t>1.11.05035.05.0000.120</w:t>
            </w:r>
          </w:p>
        </w:tc>
        <w:tc>
          <w:tcPr>
            <w:tcW w:w="1417" w:type="dxa"/>
            <w:vAlign w:val="bottom"/>
          </w:tcPr>
          <w:p w:rsidR="00A51005" w:rsidRPr="00DD2639" w:rsidRDefault="00A51005" w:rsidP="006D2BB2">
            <w:pPr>
              <w:jc w:val="center"/>
            </w:pPr>
            <w:r>
              <w:t>1 750,0</w:t>
            </w:r>
          </w:p>
        </w:tc>
        <w:tc>
          <w:tcPr>
            <w:tcW w:w="1418" w:type="dxa"/>
            <w:vAlign w:val="bottom"/>
          </w:tcPr>
          <w:p w:rsidR="00A51005" w:rsidRPr="00DD2639" w:rsidRDefault="00A51005" w:rsidP="00DD2639">
            <w:pPr>
              <w:jc w:val="center"/>
            </w:pPr>
            <w:r w:rsidRPr="00DD2639">
              <w:t>1</w:t>
            </w:r>
            <w:r>
              <w:t> 804,3</w:t>
            </w:r>
          </w:p>
        </w:tc>
        <w:tc>
          <w:tcPr>
            <w:tcW w:w="850" w:type="dxa"/>
            <w:vAlign w:val="bottom"/>
          </w:tcPr>
          <w:p w:rsidR="00A51005" w:rsidRPr="00CF58A1" w:rsidRDefault="00A51005" w:rsidP="006D2BB2">
            <w:pPr>
              <w:jc w:val="center"/>
            </w:pPr>
            <w:r>
              <w:t>103,1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DD2639" w:rsidRDefault="00A37D24" w:rsidP="006D2BB2">
            <w:r w:rsidRPr="00DD2639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92" w:type="dxa"/>
            <w:vAlign w:val="bottom"/>
          </w:tcPr>
          <w:p w:rsidR="00A37D24" w:rsidRPr="00DD2639" w:rsidRDefault="00A37D24" w:rsidP="006D2BB2">
            <w:pPr>
              <w:jc w:val="center"/>
            </w:pPr>
            <w:r w:rsidRPr="00DD2639">
              <w:t>487</w:t>
            </w:r>
          </w:p>
        </w:tc>
        <w:tc>
          <w:tcPr>
            <w:tcW w:w="2528" w:type="dxa"/>
            <w:vAlign w:val="bottom"/>
          </w:tcPr>
          <w:p w:rsidR="00A37D24" w:rsidRPr="00DD2639" w:rsidRDefault="00A37D24" w:rsidP="00133D79">
            <w:pPr>
              <w:ind w:left="-108" w:right="-131"/>
              <w:jc w:val="center"/>
            </w:pPr>
            <w:r w:rsidRPr="00DD2639">
              <w:t>1.11.05075.05.0000.120</w:t>
            </w:r>
          </w:p>
        </w:tc>
        <w:tc>
          <w:tcPr>
            <w:tcW w:w="1417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9 521,2</w:t>
            </w:r>
          </w:p>
        </w:tc>
        <w:tc>
          <w:tcPr>
            <w:tcW w:w="1418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5 077,3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53,3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DD2639" w:rsidRDefault="00A37D24" w:rsidP="006D2BB2">
            <w:r w:rsidRPr="00DD2639">
              <w:t xml:space="preserve">Доходы от сдачи в аренду имущества, составляющего казну муниципальных районов (за исключением земельных </w:t>
            </w:r>
            <w:r w:rsidRPr="00DD2639">
              <w:lastRenderedPageBreak/>
              <w:t>участков)</w:t>
            </w:r>
          </w:p>
        </w:tc>
        <w:tc>
          <w:tcPr>
            <w:tcW w:w="992" w:type="dxa"/>
            <w:vAlign w:val="bottom"/>
          </w:tcPr>
          <w:p w:rsidR="00A37D24" w:rsidRPr="00DD2639" w:rsidRDefault="00A37D24" w:rsidP="006D2BB2">
            <w:pPr>
              <w:jc w:val="center"/>
            </w:pPr>
            <w:r w:rsidRPr="00DD2639">
              <w:lastRenderedPageBreak/>
              <w:t>487</w:t>
            </w:r>
          </w:p>
        </w:tc>
        <w:tc>
          <w:tcPr>
            <w:tcW w:w="2528" w:type="dxa"/>
            <w:vAlign w:val="bottom"/>
          </w:tcPr>
          <w:p w:rsidR="00A37D24" w:rsidRPr="00DD2639" w:rsidRDefault="00A37D24" w:rsidP="00133D79">
            <w:pPr>
              <w:ind w:left="-108" w:right="-131"/>
              <w:jc w:val="center"/>
            </w:pPr>
            <w:r w:rsidRPr="00DD2639">
              <w:t>1.11.05075.05.4000.120</w:t>
            </w:r>
          </w:p>
        </w:tc>
        <w:tc>
          <w:tcPr>
            <w:tcW w:w="1417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0,7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DD2639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DD2639" w:rsidRDefault="00A37D24" w:rsidP="006D2BB2">
            <w:r w:rsidRPr="00DD2639"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bottom"/>
          </w:tcPr>
          <w:p w:rsidR="00A37D24" w:rsidRPr="00DD2639" w:rsidRDefault="00A37D24" w:rsidP="006D2BB2">
            <w:pPr>
              <w:jc w:val="center"/>
            </w:pPr>
            <w:r w:rsidRPr="00DD2639">
              <w:t>487</w:t>
            </w:r>
          </w:p>
        </w:tc>
        <w:tc>
          <w:tcPr>
            <w:tcW w:w="2528" w:type="dxa"/>
            <w:vAlign w:val="bottom"/>
          </w:tcPr>
          <w:p w:rsidR="00A37D24" w:rsidRPr="00DD2639" w:rsidRDefault="00A37D24" w:rsidP="00133D79">
            <w:pPr>
              <w:ind w:left="-108" w:right="-131"/>
              <w:jc w:val="center"/>
            </w:pPr>
            <w:r w:rsidRPr="00DD2639">
              <w:t>1.11.09045.05.0000.120</w:t>
            </w:r>
          </w:p>
        </w:tc>
        <w:tc>
          <w:tcPr>
            <w:tcW w:w="1417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121,8</w:t>
            </w:r>
          </w:p>
        </w:tc>
        <w:tc>
          <w:tcPr>
            <w:tcW w:w="1418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128,3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105,3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DD2639" w:rsidRDefault="00A37D24" w:rsidP="006D2BB2">
            <w:r w:rsidRPr="00DD2639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A37D24" w:rsidRPr="00DD2639" w:rsidRDefault="00A37D24" w:rsidP="006D2BB2">
            <w:pPr>
              <w:jc w:val="center"/>
            </w:pPr>
            <w:r w:rsidRPr="00DD2639">
              <w:t>487</w:t>
            </w:r>
          </w:p>
        </w:tc>
        <w:tc>
          <w:tcPr>
            <w:tcW w:w="2528" w:type="dxa"/>
            <w:vAlign w:val="bottom"/>
          </w:tcPr>
          <w:p w:rsidR="00A37D24" w:rsidRPr="00DD2639" w:rsidRDefault="00A37D24" w:rsidP="00133D79">
            <w:pPr>
              <w:ind w:left="-108" w:right="-131"/>
              <w:jc w:val="center"/>
            </w:pPr>
            <w:r w:rsidRPr="00DD2639">
              <w:t>1.13.02995.05.0000.130</w:t>
            </w:r>
          </w:p>
        </w:tc>
        <w:tc>
          <w:tcPr>
            <w:tcW w:w="1417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23,9</w:t>
            </w:r>
          </w:p>
        </w:tc>
        <w:tc>
          <w:tcPr>
            <w:tcW w:w="1418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116,2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486,2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DD2639" w:rsidRDefault="00A37D24" w:rsidP="006D2BB2">
            <w:r w:rsidRPr="00DD2639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  <w:vAlign w:val="bottom"/>
          </w:tcPr>
          <w:p w:rsidR="00A37D24" w:rsidRPr="00DD2639" w:rsidRDefault="00A37D24" w:rsidP="006D2BB2">
            <w:pPr>
              <w:jc w:val="center"/>
            </w:pPr>
            <w:r w:rsidRPr="00DD2639">
              <w:t>487</w:t>
            </w:r>
          </w:p>
        </w:tc>
        <w:tc>
          <w:tcPr>
            <w:tcW w:w="2528" w:type="dxa"/>
            <w:vAlign w:val="bottom"/>
          </w:tcPr>
          <w:p w:rsidR="00A37D24" w:rsidRPr="00DD2639" w:rsidRDefault="00A37D24" w:rsidP="00133D79">
            <w:pPr>
              <w:ind w:left="-108" w:right="-131"/>
              <w:jc w:val="center"/>
            </w:pPr>
            <w:r w:rsidRPr="00DD2639">
              <w:t>1.14.06013.05.0000.430</w:t>
            </w:r>
          </w:p>
        </w:tc>
        <w:tc>
          <w:tcPr>
            <w:tcW w:w="1417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22,0</w:t>
            </w:r>
          </w:p>
        </w:tc>
        <w:tc>
          <w:tcPr>
            <w:tcW w:w="1418" w:type="dxa"/>
            <w:vAlign w:val="bottom"/>
          </w:tcPr>
          <w:p w:rsidR="00A37D24" w:rsidRPr="00DD2639" w:rsidRDefault="00A37D24" w:rsidP="006D2BB2">
            <w:pPr>
              <w:jc w:val="center"/>
            </w:pPr>
            <w:r>
              <w:t>21,9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99,5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CB69CD" w:rsidRDefault="00A37D24" w:rsidP="006D2BB2">
            <w:r w:rsidRPr="00CB69CD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2" w:type="dxa"/>
            <w:vAlign w:val="bottom"/>
          </w:tcPr>
          <w:p w:rsidR="00A37D24" w:rsidRPr="00CB69CD" w:rsidRDefault="00A37D24" w:rsidP="006D2BB2">
            <w:pPr>
              <w:jc w:val="center"/>
            </w:pPr>
            <w:r w:rsidRPr="00CB69CD">
              <w:t>487</w:t>
            </w:r>
          </w:p>
        </w:tc>
        <w:tc>
          <w:tcPr>
            <w:tcW w:w="2528" w:type="dxa"/>
            <w:vAlign w:val="bottom"/>
          </w:tcPr>
          <w:p w:rsidR="00A37D24" w:rsidRPr="00CB69CD" w:rsidRDefault="00A37D24" w:rsidP="00133D79">
            <w:pPr>
              <w:ind w:left="-108" w:right="-131"/>
              <w:jc w:val="center"/>
            </w:pPr>
            <w:r w:rsidRPr="00CB69CD">
              <w:t>1.14.06013.13.0000.430</w:t>
            </w:r>
          </w:p>
        </w:tc>
        <w:tc>
          <w:tcPr>
            <w:tcW w:w="1417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2 200,0</w:t>
            </w:r>
          </w:p>
        </w:tc>
        <w:tc>
          <w:tcPr>
            <w:tcW w:w="1418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1 548,9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70,4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CB69CD" w:rsidRDefault="00A37D24" w:rsidP="006D2BB2">
            <w:r w:rsidRPr="00CB69C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  <w:vAlign w:val="bottom"/>
          </w:tcPr>
          <w:p w:rsidR="00A37D24" w:rsidRPr="00CB69CD" w:rsidRDefault="00A37D24" w:rsidP="006D2BB2">
            <w:pPr>
              <w:jc w:val="center"/>
            </w:pPr>
            <w:r w:rsidRPr="00CB69CD">
              <w:t>487</w:t>
            </w:r>
          </w:p>
        </w:tc>
        <w:tc>
          <w:tcPr>
            <w:tcW w:w="2528" w:type="dxa"/>
            <w:vAlign w:val="bottom"/>
          </w:tcPr>
          <w:p w:rsidR="00A37D24" w:rsidRPr="00CB69CD" w:rsidRDefault="00A37D24" w:rsidP="00133D79">
            <w:pPr>
              <w:ind w:left="-108" w:right="-131"/>
              <w:jc w:val="center"/>
            </w:pPr>
            <w:r w:rsidRPr="00CB69CD">
              <w:t>1.14.06313.05.0000.430</w:t>
            </w:r>
          </w:p>
        </w:tc>
        <w:tc>
          <w:tcPr>
            <w:tcW w:w="1417" w:type="dxa"/>
            <w:vAlign w:val="bottom"/>
          </w:tcPr>
          <w:p w:rsidR="00A37D24" w:rsidRPr="00CB69CD" w:rsidRDefault="00A37D24" w:rsidP="00CB69CD">
            <w:pPr>
              <w:jc w:val="center"/>
            </w:pPr>
            <w:r>
              <w:t>215,0</w:t>
            </w:r>
          </w:p>
        </w:tc>
        <w:tc>
          <w:tcPr>
            <w:tcW w:w="1418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215,0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CB69CD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CB69CD" w:rsidRDefault="00A37D24" w:rsidP="006D2BB2">
            <w:r w:rsidRPr="00CB69C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2" w:type="dxa"/>
            <w:vAlign w:val="bottom"/>
          </w:tcPr>
          <w:p w:rsidR="00A37D24" w:rsidRPr="00CB69CD" w:rsidRDefault="00A37D24" w:rsidP="006D2BB2">
            <w:pPr>
              <w:jc w:val="center"/>
            </w:pPr>
            <w:r w:rsidRPr="00CB69CD">
              <w:t>487</w:t>
            </w:r>
          </w:p>
        </w:tc>
        <w:tc>
          <w:tcPr>
            <w:tcW w:w="2528" w:type="dxa"/>
            <w:vAlign w:val="bottom"/>
          </w:tcPr>
          <w:p w:rsidR="00A37D24" w:rsidRPr="00CB69CD" w:rsidRDefault="00A37D24" w:rsidP="00133D79">
            <w:pPr>
              <w:ind w:left="-108" w:right="-131"/>
              <w:jc w:val="center"/>
            </w:pPr>
            <w:r w:rsidRPr="00CB69CD">
              <w:t>1.14.06313.13.0000.430</w:t>
            </w:r>
          </w:p>
        </w:tc>
        <w:tc>
          <w:tcPr>
            <w:tcW w:w="1417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950,0</w:t>
            </w:r>
          </w:p>
        </w:tc>
        <w:tc>
          <w:tcPr>
            <w:tcW w:w="1418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1 064,0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112,0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CB69CD" w:rsidRDefault="00A37D24" w:rsidP="006D2BB2">
            <w:r w:rsidRPr="00CB69CD">
              <w:t xml:space="preserve">Доходы от приватизации имущества, находящегося в </w:t>
            </w:r>
            <w:r w:rsidRPr="00CB69CD">
              <w:lastRenderedPageBreak/>
              <w:t>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992" w:type="dxa"/>
            <w:vAlign w:val="bottom"/>
          </w:tcPr>
          <w:p w:rsidR="00A37D24" w:rsidRPr="00CB69CD" w:rsidRDefault="00A37D24" w:rsidP="006D2BB2">
            <w:pPr>
              <w:jc w:val="center"/>
            </w:pPr>
            <w:r w:rsidRPr="00CB69CD">
              <w:lastRenderedPageBreak/>
              <w:t>487</w:t>
            </w:r>
          </w:p>
        </w:tc>
        <w:tc>
          <w:tcPr>
            <w:tcW w:w="2528" w:type="dxa"/>
            <w:vAlign w:val="bottom"/>
          </w:tcPr>
          <w:p w:rsidR="00A37D24" w:rsidRPr="00CB69CD" w:rsidRDefault="00A37D24" w:rsidP="00133D79">
            <w:pPr>
              <w:ind w:left="-108" w:right="-131"/>
              <w:jc w:val="center"/>
            </w:pPr>
            <w:r w:rsidRPr="00CB69CD">
              <w:t>1.14.13050.05.0000.410</w:t>
            </w:r>
          </w:p>
        </w:tc>
        <w:tc>
          <w:tcPr>
            <w:tcW w:w="1417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652,5</w:t>
            </w:r>
          </w:p>
        </w:tc>
        <w:tc>
          <w:tcPr>
            <w:tcW w:w="1418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0,</w:t>
            </w:r>
            <w:r w:rsidRPr="00CB69CD">
              <w:t>0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CB69CD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CB69CD" w:rsidRDefault="00A37D24" w:rsidP="006D2BB2">
            <w:r w:rsidRPr="00CB69CD"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2" w:type="dxa"/>
            <w:vAlign w:val="bottom"/>
          </w:tcPr>
          <w:p w:rsidR="00A37D24" w:rsidRPr="00CB69CD" w:rsidRDefault="00A37D24" w:rsidP="006D2BB2">
            <w:pPr>
              <w:jc w:val="center"/>
            </w:pPr>
            <w:r w:rsidRPr="00CB69CD">
              <w:t>487</w:t>
            </w:r>
          </w:p>
        </w:tc>
        <w:tc>
          <w:tcPr>
            <w:tcW w:w="2528" w:type="dxa"/>
            <w:vAlign w:val="bottom"/>
          </w:tcPr>
          <w:p w:rsidR="00A37D24" w:rsidRPr="00CB69CD" w:rsidRDefault="00A37D24" w:rsidP="00133D79">
            <w:pPr>
              <w:ind w:left="-108" w:right="-131"/>
              <w:jc w:val="center"/>
            </w:pPr>
            <w:r w:rsidRPr="00CB69CD">
              <w:t>1.16.01074.01.0051.140</w:t>
            </w:r>
          </w:p>
        </w:tc>
        <w:tc>
          <w:tcPr>
            <w:tcW w:w="1417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10,0</w:t>
            </w:r>
          </w:p>
        </w:tc>
        <w:tc>
          <w:tcPr>
            <w:tcW w:w="1418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19,0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133D79">
            <w:pPr>
              <w:ind w:left="-85" w:right="-132"/>
              <w:jc w:val="center"/>
            </w:pPr>
            <w:r>
              <w:t>190,</w:t>
            </w:r>
            <w:r w:rsidR="00133D79">
              <w:t>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CB69CD" w:rsidRDefault="00A37D24" w:rsidP="006D2BB2">
            <w:r w:rsidRPr="00CB69CD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2" w:type="dxa"/>
            <w:vAlign w:val="bottom"/>
          </w:tcPr>
          <w:p w:rsidR="00A37D24" w:rsidRPr="00CB69CD" w:rsidRDefault="00A37D24" w:rsidP="006D2BB2">
            <w:pPr>
              <w:jc w:val="center"/>
            </w:pPr>
            <w:r w:rsidRPr="00CB69CD">
              <w:t>487</w:t>
            </w:r>
          </w:p>
        </w:tc>
        <w:tc>
          <w:tcPr>
            <w:tcW w:w="2528" w:type="dxa"/>
            <w:vAlign w:val="bottom"/>
          </w:tcPr>
          <w:p w:rsidR="00A37D24" w:rsidRPr="00CB69CD" w:rsidRDefault="00A37D24" w:rsidP="00133D79">
            <w:pPr>
              <w:ind w:left="-108" w:right="-131"/>
              <w:jc w:val="center"/>
            </w:pPr>
            <w:r w:rsidRPr="00CB69CD">
              <w:t>1.16.02020.02.0000.140</w:t>
            </w:r>
          </w:p>
        </w:tc>
        <w:tc>
          <w:tcPr>
            <w:tcW w:w="1417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52,0</w:t>
            </w:r>
          </w:p>
        </w:tc>
        <w:tc>
          <w:tcPr>
            <w:tcW w:w="1418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0,0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CB69CD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CB69CD" w:rsidRDefault="00A37D24" w:rsidP="006D2BB2">
            <w:r w:rsidRPr="00CB69CD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</w:t>
            </w:r>
            <w:r>
              <w:t>правовых актов в бюджет муници</w:t>
            </w:r>
            <w:r w:rsidRPr="00CB69CD">
              <w:t>пального района</w:t>
            </w:r>
          </w:p>
        </w:tc>
        <w:tc>
          <w:tcPr>
            <w:tcW w:w="992" w:type="dxa"/>
            <w:vAlign w:val="bottom"/>
          </w:tcPr>
          <w:p w:rsidR="00A37D24" w:rsidRPr="00CB69CD" w:rsidRDefault="00A37D24" w:rsidP="006D2BB2">
            <w:pPr>
              <w:jc w:val="center"/>
            </w:pPr>
            <w:r w:rsidRPr="00CB69CD">
              <w:t>487</w:t>
            </w:r>
          </w:p>
        </w:tc>
        <w:tc>
          <w:tcPr>
            <w:tcW w:w="2528" w:type="dxa"/>
            <w:vAlign w:val="bottom"/>
          </w:tcPr>
          <w:p w:rsidR="00A37D24" w:rsidRPr="00CB69CD" w:rsidRDefault="00A37D24" w:rsidP="00133D79">
            <w:pPr>
              <w:ind w:left="-108" w:right="-131"/>
              <w:jc w:val="center"/>
            </w:pPr>
            <w:r w:rsidRPr="00CB69CD">
              <w:t>1.16.02020.02.0051.140</w:t>
            </w:r>
          </w:p>
        </w:tc>
        <w:tc>
          <w:tcPr>
            <w:tcW w:w="1417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0,</w:t>
            </w:r>
            <w:r w:rsidRPr="00CB69CD">
              <w:t>0</w:t>
            </w:r>
          </w:p>
        </w:tc>
        <w:tc>
          <w:tcPr>
            <w:tcW w:w="1418" w:type="dxa"/>
            <w:vAlign w:val="bottom"/>
          </w:tcPr>
          <w:p w:rsidR="00A37D24" w:rsidRPr="00CB69CD" w:rsidRDefault="00A37D24" w:rsidP="006D2BB2">
            <w:pPr>
              <w:jc w:val="center"/>
            </w:pPr>
            <w:r>
              <w:t>54,1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CB69CD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F85063" w:rsidRDefault="00A37D24" w:rsidP="006D2BB2">
            <w:r w:rsidRPr="00F8506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992" w:type="dxa"/>
            <w:vAlign w:val="bottom"/>
          </w:tcPr>
          <w:p w:rsidR="00A37D24" w:rsidRPr="00F85063" w:rsidRDefault="00A37D24" w:rsidP="006D2BB2">
            <w:pPr>
              <w:jc w:val="center"/>
            </w:pPr>
            <w:r w:rsidRPr="00F85063">
              <w:t>487</w:t>
            </w:r>
          </w:p>
        </w:tc>
        <w:tc>
          <w:tcPr>
            <w:tcW w:w="2528" w:type="dxa"/>
            <w:vAlign w:val="bottom"/>
          </w:tcPr>
          <w:p w:rsidR="00A37D24" w:rsidRPr="00F85063" w:rsidRDefault="00A37D24" w:rsidP="00133D79">
            <w:pPr>
              <w:ind w:left="-108" w:right="-131"/>
              <w:jc w:val="center"/>
            </w:pPr>
            <w:r w:rsidRPr="00F85063">
              <w:t>1.16.07010.05.0000.140</w:t>
            </w:r>
          </w:p>
        </w:tc>
        <w:tc>
          <w:tcPr>
            <w:tcW w:w="1417" w:type="dxa"/>
            <w:vAlign w:val="bottom"/>
          </w:tcPr>
          <w:p w:rsidR="00A37D24" w:rsidRPr="00F85063" w:rsidRDefault="00A37D24" w:rsidP="006D2BB2">
            <w:pPr>
              <w:jc w:val="center"/>
            </w:pPr>
            <w:r>
              <w:t>50,0</w:t>
            </w:r>
          </w:p>
        </w:tc>
        <w:tc>
          <w:tcPr>
            <w:tcW w:w="1418" w:type="dxa"/>
            <w:vAlign w:val="bottom"/>
          </w:tcPr>
          <w:p w:rsidR="00A37D24" w:rsidRPr="00F85063" w:rsidRDefault="00A37D24" w:rsidP="006D2BB2">
            <w:pPr>
              <w:jc w:val="center"/>
            </w:pPr>
            <w:r>
              <w:t>328,9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F85063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F85063" w:rsidRDefault="00A37D24" w:rsidP="006D2BB2">
            <w:r w:rsidRPr="00F8506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992" w:type="dxa"/>
            <w:vAlign w:val="bottom"/>
          </w:tcPr>
          <w:p w:rsidR="00A37D24" w:rsidRPr="00F85063" w:rsidRDefault="00A37D24" w:rsidP="006D2BB2">
            <w:pPr>
              <w:jc w:val="center"/>
            </w:pPr>
            <w:r w:rsidRPr="00F85063">
              <w:t>487</w:t>
            </w:r>
          </w:p>
        </w:tc>
        <w:tc>
          <w:tcPr>
            <w:tcW w:w="2528" w:type="dxa"/>
            <w:vAlign w:val="bottom"/>
          </w:tcPr>
          <w:p w:rsidR="00A37D24" w:rsidRPr="00F85063" w:rsidRDefault="00A37D24" w:rsidP="00133D79">
            <w:pPr>
              <w:ind w:left="-108" w:right="-131"/>
              <w:jc w:val="center"/>
            </w:pPr>
            <w:r w:rsidRPr="00F85063">
              <w:t>1.16.07090.05.0000.140</w:t>
            </w:r>
          </w:p>
        </w:tc>
        <w:tc>
          <w:tcPr>
            <w:tcW w:w="1417" w:type="dxa"/>
            <w:vAlign w:val="bottom"/>
          </w:tcPr>
          <w:p w:rsidR="00A37D24" w:rsidRPr="00F85063" w:rsidRDefault="00A37D24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37D24" w:rsidRPr="00F85063" w:rsidRDefault="00A37D24" w:rsidP="006D2BB2">
            <w:pPr>
              <w:jc w:val="center"/>
            </w:pPr>
            <w:r>
              <w:t>16,6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F85063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F85063" w:rsidRDefault="00A37D24" w:rsidP="006D2BB2">
            <w:r w:rsidRPr="00F85063">
              <w:t xml:space="preserve">Прочее возмещение ущерба, причиненного муниципальному </w:t>
            </w:r>
            <w:r w:rsidRPr="00F85063">
              <w:lastRenderedPageBreak/>
              <w:t>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vAlign w:val="bottom"/>
          </w:tcPr>
          <w:p w:rsidR="00A37D24" w:rsidRPr="00F85063" w:rsidRDefault="00A37D24" w:rsidP="006D2BB2">
            <w:pPr>
              <w:jc w:val="center"/>
            </w:pPr>
            <w:r w:rsidRPr="00F85063">
              <w:lastRenderedPageBreak/>
              <w:t>487</w:t>
            </w:r>
          </w:p>
        </w:tc>
        <w:tc>
          <w:tcPr>
            <w:tcW w:w="2528" w:type="dxa"/>
            <w:vAlign w:val="bottom"/>
          </w:tcPr>
          <w:p w:rsidR="00A37D24" w:rsidRPr="00F85063" w:rsidRDefault="00A37D24" w:rsidP="00133D79">
            <w:pPr>
              <w:ind w:left="-108" w:right="-131"/>
              <w:jc w:val="center"/>
            </w:pPr>
            <w:r w:rsidRPr="00F85063">
              <w:t>1.16.10032.05.0000.140</w:t>
            </w:r>
          </w:p>
        </w:tc>
        <w:tc>
          <w:tcPr>
            <w:tcW w:w="1417" w:type="dxa"/>
            <w:vAlign w:val="bottom"/>
          </w:tcPr>
          <w:p w:rsidR="00A37D24" w:rsidRPr="00F85063" w:rsidRDefault="00A37D24" w:rsidP="006D2BB2">
            <w:pPr>
              <w:jc w:val="center"/>
            </w:pPr>
            <w:r>
              <w:t>378,4</w:t>
            </w:r>
          </w:p>
        </w:tc>
        <w:tc>
          <w:tcPr>
            <w:tcW w:w="1418" w:type="dxa"/>
            <w:vAlign w:val="bottom"/>
          </w:tcPr>
          <w:p w:rsidR="00A37D24" w:rsidRPr="00F85063" w:rsidRDefault="00A37D24" w:rsidP="006D2BB2">
            <w:pPr>
              <w:jc w:val="center"/>
            </w:pPr>
            <w:r>
              <w:t>378,</w:t>
            </w:r>
            <w:r w:rsidR="007C333E">
              <w:t>5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4D2106" w:rsidRDefault="00A37D24" w:rsidP="006D2BB2">
            <w:r w:rsidRPr="004D2106"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A37D24" w:rsidRPr="004D2106" w:rsidRDefault="00A37D24" w:rsidP="006D2BB2">
            <w:pPr>
              <w:jc w:val="center"/>
            </w:pPr>
            <w:r w:rsidRPr="004D2106">
              <w:t>487</w:t>
            </w:r>
          </w:p>
        </w:tc>
        <w:tc>
          <w:tcPr>
            <w:tcW w:w="2528" w:type="dxa"/>
            <w:vAlign w:val="bottom"/>
          </w:tcPr>
          <w:p w:rsidR="00A37D24" w:rsidRPr="004D2106" w:rsidRDefault="00A37D24" w:rsidP="00133D79">
            <w:pPr>
              <w:ind w:left="-108" w:right="-131"/>
              <w:jc w:val="center"/>
            </w:pPr>
            <w:r w:rsidRPr="004D2106">
              <w:t>1.16.10123.01.0051.140</w:t>
            </w:r>
          </w:p>
        </w:tc>
        <w:tc>
          <w:tcPr>
            <w:tcW w:w="1417" w:type="dxa"/>
            <w:vAlign w:val="bottom"/>
          </w:tcPr>
          <w:p w:rsidR="00A37D24" w:rsidRPr="004D2106" w:rsidRDefault="00A37D24" w:rsidP="006D2BB2">
            <w:pPr>
              <w:jc w:val="center"/>
            </w:pPr>
            <w:r>
              <w:t>115,0</w:t>
            </w:r>
          </w:p>
        </w:tc>
        <w:tc>
          <w:tcPr>
            <w:tcW w:w="1418" w:type="dxa"/>
            <w:vAlign w:val="bottom"/>
          </w:tcPr>
          <w:p w:rsidR="00A37D24" w:rsidRPr="004D2106" w:rsidRDefault="00A37D24" w:rsidP="006D2BB2">
            <w:pPr>
              <w:jc w:val="center"/>
            </w:pPr>
            <w:r>
              <w:t>116,1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101,0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D46929" w:rsidRDefault="00A37D24" w:rsidP="00D46929">
            <w:pPr>
              <w:outlineLvl w:val="0"/>
              <w:rPr>
                <w:szCs w:val="24"/>
              </w:rPr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992" w:type="dxa"/>
            <w:vAlign w:val="bottom"/>
          </w:tcPr>
          <w:p w:rsidR="00A37D24" w:rsidRPr="004D2106" w:rsidRDefault="00A37D24" w:rsidP="006D2BB2">
            <w:pPr>
              <w:jc w:val="center"/>
            </w:pPr>
            <w:r>
              <w:t>487</w:t>
            </w:r>
          </w:p>
        </w:tc>
        <w:tc>
          <w:tcPr>
            <w:tcW w:w="2528" w:type="dxa"/>
            <w:vAlign w:val="bottom"/>
          </w:tcPr>
          <w:p w:rsidR="00A37D24" w:rsidRDefault="00A37D24" w:rsidP="00133D79">
            <w:pPr>
              <w:ind w:left="-108" w:right="-131"/>
              <w:jc w:val="center"/>
              <w:outlineLvl w:val="0"/>
            </w:pPr>
          </w:p>
          <w:p w:rsidR="00A37D24" w:rsidRPr="00133D79" w:rsidRDefault="00A37D24" w:rsidP="00133D79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t>1.17.01050.05.0000.180</w:t>
            </w:r>
          </w:p>
        </w:tc>
        <w:tc>
          <w:tcPr>
            <w:tcW w:w="1417" w:type="dxa"/>
            <w:vAlign w:val="bottom"/>
          </w:tcPr>
          <w:p w:rsidR="00A37D24" w:rsidRDefault="00A37D24" w:rsidP="006D2BB2">
            <w:pPr>
              <w:jc w:val="center"/>
            </w:pPr>
            <w:r>
              <w:t>0,0</w:t>
            </w:r>
          </w:p>
        </w:tc>
        <w:tc>
          <w:tcPr>
            <w:tcW w:w="1418" w:type="dxa"/>
            <w:vAlign w:val="bottom"/>
          </w:tcPr>
          <w:p w:rsidR="00A37D24" w:rsidRDefault="00A37D24" w:rsidP="006D2BB2">
            <w:pPr>
              <w:jc w:val="center"/>
            </w:pPr>
            <w:r>
              <w:t>0,1</w:t>
            </w:r>
          </w:p>
        </w:tc>
        <w:tc>
          <w:tcPr>
            <w:tcW w:w="850" w:type="dxa"/>
            <w:vAlign w:val="bottom"/>
          </w:tcPr>
          <w:p w:rsidR="00A37D24" w:rsidRDefault="00A37D24" w:rsidP="006D2BB2">
            <w:pPr>
              <w:jc w:val="center"/>
            </w:pPr>
            <w:r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D334A1" w:rsidRDefault="00A37D24" w:rsidP="00391E12">
            <w:r w:rsidRPr="00D334A1">
              <w:t xml:space="preserve">Субсидии бюджетам муниципальных районов на </w:t>
            </w:r>
            <w:proofErr w:type="spellStart"/>
            <w:r w:rsidRPr="00D334A1">
              <w:t>софинансирование</w:t>
            </w:r>
            <w:proofErr w:type="spellEnd"/>
            <w:r w:rsidRPr="00D334A1">
              <w:t xml:space="preserve"> капитальных вложений в объекты муниципальной собственности </w:t>
            </w:r>
          </w:p>
        </w:tc>
        <w:tc>
          <w:tcPr>
            <w:tcW w:w="992" w:type="dxa"/>
            <w:vAlign w:val="bottom"/>
          </w:tcPr>
          <w:p w:rsidR="00A37D24" w:rsidRPr="00D334A1" w:rsidRDefault="00A37D24" w:rsidP="006D2BB2">
            <w:pPr>
              <w:jc w:val="center"/>
            </w:pPr>
            <w:r w:rsidRPr="00D334A1">
              <w:t>487</w:t>
            </w:r>
          </w:p>
        </w:tc>
        <w:tc>
          <w:tcPr>
            <w:tcW w:w="2528" w:type="dxa"/>
            <w:vAlign w:val="bottom"/>
          </w:tcPr>
          <w:p w:rsidR="00A37D24" w:rsidRPr="00D334A1" w:rsidRDefault="00A37D24" w:rsidP="00133D79">
            <w:pPr>
              <w:ind w:left="-108" w:right="-131"/>
              <w:jc w:val="center"/>
            </w:pPr>
            <w:r w:rsidRPr="00D334A1">
              <w:t>2.02.20077.05.0220.150</w:t>
            </w:r>
          </w:p>
        </w:tc>
        <w:tc>
          <w:tcPr>
            <w:tcW w:w="1417" w:type="dxa"/>
            <w:vAlign w:val="bottom"/>
          </w:tcPr>
          <w:p w:rsidR="00A37D24" w:rsidRPr="00D334A1" w:rsidRDefault="00A37D24" w:rsidP="006D2BB2">
            <w:pPr>
              <w:jc w:val="center"/>
            </w:pPr>
            <w:r>
              <w:t>39 481,5</w:t>
            </w:r>
          </w:p>
        </w:tc>
        <w:tc>
          <w:tcPr>
            <w:tcW w:w="1418" w:type="dxa"/>
            <w:vAlign w:val="bottom"/>
          </w:tcPr>
          <w:p w:rsidR="00A37D24" w:rsidRPr="00D334A1" w:rsidRDefault="00A37D24" w:rsidP="006D2BB2">
            <w:pPr>
              <w:jc w:val="center"/>
            </w:pPr>
            <w:r>
              <w:t>16 226,0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41,1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B35C84" w:rsidRDefault="00A37D24" w:rsidP="006D2BB2">
            <w:r w:rsidRPr="00B35C84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37D24" w:rsidRPr="00B35C84" w:rsidRDefault="00A37D24" w:rsidP="006D2BB2">
            <w:pPr>
              <w:jc w:val="center"/>
            </w:pPr>
            <w:r w:rsidRPr="00B35C84">
              <w:t>487</w:t>
            </w:r>
          </w:p>
        </w:tc>
        <w:tc>
          <w:tcPr>
            <w:tcW w:w="2528" w:type="dxa"/>
            <w:vAlign w:val="bottom"/>
          </w:tcPr>
          <w:p w:rsidR="00A37D24" w:rsidRPr="00B35C84" w:rsidRDefault="00A37D24" w:rsidP="00133D79">
            <w:pPr>
              <w:ind w:left="-108" w:right="-131"/>
              <w:jc w:val="center"/>
            </w:pPr>
            <w:r w:rsidRPr="00B35C84">
              <w:t>2.02.20216.05.0220.150</w:t>
            </w:r>
          </w:p>
        </w:tc>
        <w:tc>
          <w:tcPr>
            <w:tcW w:w="1417" w:type="dxa"/>
            <w:vAlign w:val="bottom"/>
          </w:tcPr>
          <w:p w:rsidR="00A37D24" w:rsidRPr="00B35C84" w:rsidRDefault="00A37D24" w:rsidP="006D2BB2">
            <w:pPr>
              <w:jc w:val="center"/>
            </w:pPr>
            <w:r>
              <w:t>52 239,7</w:t>
            </w:r>
          </w:p>
        </w:tc>
        <w:tc>
          <w:tcPr>
            <w:tcW w:w="1418" w:type="dxa"/>
            <w:vAlign w:val="bottom"/>
          </w:tcPr>
          <w:p w:rsidR="00A37D24" w:rsidRPr="00B35C84" w:rsidRDefault="00A37D24" w:rsidP="00B35C84">
            <w:pPr>
              <w:jc w:val="center"/>
            </w:pPr>
            <w:r>
              <w:t>41 406,2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79,3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877BC3" w:rsidRDefault="00A37D24" w:rsidP="006D2BB2">
            <w:r w:rsidRPr="00877BC3"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vAlign w:val="bottom"/>
          </w:tcPr>
          <w:p w:rsidR="00A37D24" w:rsidRPr="00877BC3" w:rsidRDefault="00A37D24" w:rsidP="006D2BB2">
            <w:pPr>
              <w:jc w:val="center"/>
            </w:pPr>
            <w:r w:rsidRPr="00877BC3">
              <w:t>487</w:t>
            </w:r>
          </w:p>
        </w:tc>
        <w:tc>
          <w:tcPr>
            <w:tcW w:w="2528" w:type="dxa"/>
            <w:vAlign w:val="bottom"/>
          </w:tcPr>
          <w:p w:rsidR="00A37D24" w:rsidRPr="00877BC3" w:rsidRDefault="00A37D24" w:rsidP="00133D79">
            <w:pPr>
              <w:ind w:left="-108" w:right="-131"/>
              <w:jc w:val="center"/>
            </w:pPr>
            <w:r w:rsidRPr="00877BC3">
              <w:t>2.02.20299.05.0220.150</w:t>
            </w:r>
          </w:p>
        </w:tc>
        <w:tc>
          <w:tcPr>
            <w:tcW w:w="1417" w:type="dxa"/>
            <w:vAlign w:val="bottom"/>
          </w:tcPr>
          <w:p w:rsidR="00A37D24" w:rsidRPr="00877BC3" w:rsidRDefault="00A37D24" w:rsidP="006D2BB2">
            <w:pPr>
              <w:jc w:val="center"/>
            </w:pPr>
            <w:r>
              <w:t>151 990,2</w:t>
            </w:r>
          </w:p>
        </w:tc>
        <w:tc>
          <w:tcPr>
            <w:tcW w:w="1418" w:type="dxa"/>
            <w:vAlign w:val="bottom"/>
          </w:tcPr>
          <w:p w:rsidR="00A37D24" w:rsidRPr="00877BC3" w:rsidRDefault="00A37D24" w:rsidP="006D2BB2">
            <w:pPr>
              <w:jc w:val="center"/>
            </w:pPr>
            <w:r>
              <w:t>41 459,7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27,3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877BC3" w:rsidRDefault="00A37D24" w:rsidP="006D2BB2">
            <w:r w:rsidRPr="00877BC3">
              <w:lastRenderedPageBreak/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37D24" w:rsidRPr="00877BC3" w:rsidRDefault="00A37D24" w:rsidP="006D2BB2">
            <w:pPr>
              <w:jc w:val="center"/>
            </w:pPr>
            <w:r w:rsidRPr="00877BC3">
              <w:t>487</w:t>
            </w:r>
          </w:p>
        </w:tc>
        <w:tc>
          <w:tcPr>
            <w:tcW w:w="2528" w:type="dxa"/>
            <w:vAlign w:val="bottom"/>
          </w:tcPr>
          <w:p w:rsidR="00A37D24" w:rsidRPr="00877BC3" w:rsidRDefault="00A37D24" w:rsidP="00133D79">
            <w:pPr>
              <w:ind w:left="-108" w:right="-131"/>
              <w:jc w:val="center"/>
            </w:pPr>
            <w:r w:rsidRPr="00877BC3">
              <w:t>2.02.20302.05.0220.150</w:t>
            </w:r>
          </w:p>
        </w:tc>
        <w:tc>
          <w:tcPr>
            <w:tcW w:w="1417" w:type="dxa"/>
            <w:vAlign w:val="bottom"/>
          </w:tcPr>
          <w:p w:rsidR="00A37D24" w:rsidRPr="00877BC3" w:rsidRDefault="00A37D24" w:rsidP="006D2BB2">
            <w:pPr>
              <w:jc w:val="center"/>
            </w:pPr>
            <w:r>
              <w:t>5 666,7</w:t>
            </w:r>
          </w:p>
        </w:tc>
        <w:tc>
          <w:tcPr>
            <w:tcW w:w="1418" w:type="dxa"/>
            <w:vAlign w:val="bottom"/>
          </w:tcPr>
          <w:p w:rsidR="00A37D24" w:rsidRPr="00877BC3" w:rsidRDefault="00A37D24" w:rsidP="006D2BB2">
            <w:pPr>
              <w:jc w:val="center"/>
            </w:pPr>
            <w:r>
              <w:t>1 398,0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24,7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8F06AB" w:rsidRDefault="00A37D24" w:rsidP="006D2BB2">
            <w:r w:rsidRPr="008F06AB"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A37D24" w:rsidRPr="008F06AB" w:rsidRDefault="00A37D24" w:rsidP="006D2BB2">
            <w:pPr>
              <w:jc w:val="center"/>
            </w:pPr>
            <w:r w:rsidRPr="008F06AB">
              <w:t>487</w:t>
            </w:r>
          </w:p>
        </w:tc>
        <w:tc>
          <w:tcPr>
            <w:tcW w:w="2528" w:type="dxa"/>
            <w:vAlign w:val="bottom"/>
          </w:tcPr>
          <w:p w:rsidR="00A37D24" w:rsidRPr="008F06AB" w:rsidRDefault="00A37D24" w:rsidP="00133D79">
            <w:pPr>
              <w:ind w:left="-108" w:right="-131"/>
              <w:jc w:val="center"/>
            </w:pPr>
            <w:r w:rsidRPr="008F06AB">
              <w:t>2.02.25232.05.0110.150</w:t>
            </w:r>
          </w:p>
        </w:tc>
        <w:tc>
          <w:tcPr>
            <w:tcW w:w="1417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27 098,6</w:t>
            </w:r>
          </w:p>
        </w:tc>
        <w:tc>
          <w:tcPr>
            <w:tcW w:w="1418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27 098,6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8F06AB" w:rsidRDefault="00A37D24" w:rsidP="006D2BB2">
            <w:r w:rsidRPr="008F06AB">
              <w:t>Субсидии бюджетам муниципальных районов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37D24" w:rsidRPr="008F06AB" w:rsidRDefault="00A37D24" w:rsidP="006D2BB2">
            <w:pPr>
              <w:jc w:val="center"/>
            </w:pPr>
            <w:r w:rsidRPr="008F06AB">
              <w:t>487</w:t>
            </w:r>
          </w:p>
        </w:tc>
        <w:tc>
          <w:tcPr>
            <w:tcW w:w="2528" w:type="dxa"/>
            <w:vAlign w:val="bottom"/>
          </w:tcPr>
          <w:p w:rsidR="00A37D24" w:rsidRPr="008F06AB" w:rsidRDefault="00A37D24" w:rsidP="00133D79">
            <w:pPr>
              <w:ind w:left="-108" w:right="-131"/>
              <w:jc w:val="center"/>
            </w:pPr>
            <w:r w:rsidRPr="008F06AB">
              <w:t>2.02.25232.05.0220.150</w:t>
            </w:r>
          </w:p>
        </w:tc>
        <w:tc>
          <w:tcPr>
            <w:tcW w:w="1417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1 129,1</w:t>
            </w:r>
          </w:p>
        </w:tc>
        <w:tc>
          <w:tcPr>
            <w:tcW w:w="1418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1 129,1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8F06AB" w:rsidRDefault="00A37D24" w:rsidP="006D2BB2">
            <w:r w:rsidRPr="008F06AB">
              <w:t>Субсидии бюджетам муниципальных районов на реализацию мероприятий по обеспечению жильем молодых семей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A37D24" w:rsidRPr="008F06AB" w:rsidRDefault="00A37D24" w:rsidP="006D2BB2">
            <w:pPr>
              <w:jc w:val="center"/>
            </w:pPr>
            <w:r w:rsidRPr="008F06AB">
              <w:t>487</w:t>
            </w:r>
          </w:p>
        </w:tc>
        <w:tc>
          <w:tcPr>
            <w:tcW w:w="2528" w:type="dxa"/>
            <w:vAlign w:val="bottom"/>
          </w:tcPr>
          <w:p w:rsidR="00A37D24" w:rsidRPr="008F06AB" w:rsidRDefault="00A37D24" w:rsidP="00133D79">
            <w:pPr>
              <w:ind w:left="-108" w:right="-131"/>
              <w:jc w:val="center"/>
            </w:pPr>
            <w:r w:rsidRPr="008F06AB">
              <w:t>2.02.25497.05.0110.150</w:t>
            </w:r>
          </w:p>
        </w:tc>
        <w:tc>
          <w:tcPr>
            <w:tcW w:w="1417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777,4</w:t>
            </w:r>
          </w:p>
        </w:tc>
        <w:tc>
          <w:tcPr>
            <w:tcW w:w="1418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777,4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8F06AB"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8F06AB" w:rsidRDefault="00A37D24" w:rsidP="006D2BB2">
            <w:r w:rsidRPr="008F06AB">
              <w:t>Субсидии бюджетам муниципальных районов на реализацию мероприятий по обеспечению жильем молодых семей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37D24" w:rsidRPr="008F06AB" w:rsidRDefault="00A37D24" w:rsidP="006D2BB2">
            <w:pPr>
              <w:jc w:val="center"/>
            </w:pPr>
            <w:r w:rsidRPr="008F06AB">
              <w:t>487</w:t>
            </w:r>
          </w:p>
        </w:tc>
        <w:tc>
          <w:tcPr>
            <w:tcW w:w="2528" w:type="dxa"/>
            <w:vAlign w:val="bottom"/>
          </w:tcPr>
          <w:p w:rsidR="00A37D24" w:rsidRPr="008F06AB" w:rsidRDefault="00A37D24" w:rsidP="00133D79">
            <w:pPr>
              <w:ind w:left="-108" w:right="-131"/>
              <w:jc w:val="center"/>
            </w:pPr>
            <w:r w:rsidRPr="008F06AB">
              <w:t>2.02.25497.05.0220.150</w:t>
            </w:r>
          </w:p>
        </w:tc>
        <w:tc>
          <w:tcPr>
            <w:tcW w:w="1417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990,7</w:t>
            </w:r>
          </w:p>
        </w:tc>
        <w:tc>
          <w:tcPr>
            <w:tcW w:w="1418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990,7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 w:rsidRPr="008F06AB">
              <w:t>100,0</w:t>
            </w:r>
          </w:p>
        </w:tc>
      </w:tr>
      <w:tr w:rsidR="00A37D24" w:rsidRPr="00F4756E" w:rsidTr="00133D79">
        <w:trPr>
          <w:trHeight w:val="1140"/>
          <w:jc w:val="center"/>
        </w:trPr>
        <w:tc>
          <w:tcPr>
            <w:tcW w:w="3521" w:type="dxa"/>
          </w:tcPr>
          <w:p w:rsidR="00A37D24" w:rsidRPr="00133D79" w:rsidRDefault="00A37D24" w:rsidP="00133D79">
            <w:pPr>
              <w:outlineLvl w:val="0"/>
              <w:rPr>
                <w:szCs w:val="24"/>
              </w:rPr>
            </w:pPr>
            <w:r>
              <w:t xml:space="preserve"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</w:t>
            </w:r>
            <w:r>
              <w:lastRenderedPageBreak/>
              <w:t>реализацию мероприятий по поддержке молодежного предпринимательства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lastRenderedPageBreak/>
              <w:t>487</w:t>
            </w:r>
          </w:p>
        </w:tc>
        <w:tc>
          <w:tcPr>
            <w:tcW w:w="2528" w:type="dxa"/>
            <w:vAlign w:val="bottom"/>
          </w:tcPr>
          <w:p w:rsidR="00A37D24" w:rsidRDefault="00A37D24" w:rsidP="00133D79">
            <w:pPr>
              <w:ind w:left="-108" w:right="-131"/>
              <w:jc w:val="center"/>
              <w:outlineLvl w:val="0"/>
            </w:pPr>
          </w:p>
          <w:p w:rsidR="00A37D24" w:rsidRPr="00133D79" w:rsidRDefault="00A37D24" w:rsidP="00133D79">
            <w:pPr>
              <w:ind w:left="-108" w:right="-131"/>
              <w:jc w:val="center"/>
              <w:outlineLvl w:val="0"/>
              <w:rPr>
                <w:szCs w:val="24"/>
              </w:rPr>
            </w:pPr>
            <w:r>
              <w:t>2.02.25527.05.0220.150</w:t>
            </w:r>
          </w:p>
        </w:tc>
        <w:tc>
          <w:tcPr>
            <w:tcW w:w="1417" w:type="dxa"/>
            <w:vAlign w:val="bottom"/>
          </w:tcPr>
          <w:p w:rsidR="00A37D24" w:rsidRDefault="00A37D24" w:rsidP="006D2BB2">
            <w:pPr>
              <w:jc w:val="center"/>
            </w:pPr>
            <w:r>
              <w:t>240,0</w:t>
            </w:r>
          </w:p>
        </w:tc>
        <w:tc>
          <w:tcPr>
            <w:tcW w:w="1418" w:type="dxa"/>
            <w:vAlign w:val="bottom"/>
          </w:tcPr>
          <w:p w:rsidR="00A37D24" w:rsidRDefault="00A37D24" w:rsidP="006D2BB2">
            <w:pPr>
              <w:jc w:val="center"/>
            </w:pPr>
            <w:r>
              <w:t>240,0</w:t>
            </w:r>
          </w:p>
        </w:tc>
        <w:tc>
          <w:tcPr>
            <w:tcW w:w="850" w:type="dxa"/>
            <w:vAlign w:val="bottom"/>
          </w:tcPr>
          <w:p w:rsidR="00A37D24" w:rsidRPr="008F06AB" w:rsidRDefault="00A37D24" w:rsidP="006D2BB2">
            <w:pPr>
              <w:jc w:val="center"/>
            </w:pPr>
            <w:r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F216BD" w:rsidRDefault="00A37D24" w:rsidP="006D2BB2">
            <w:r w:rsidRPr="00F216BD">
              <w:lastRenderedPageBreak/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A37D24" w:rsidRPr="00F216BD" w:rsidRDefault="00A37D24" w:rsidP="006D2BB2">
            <w:pPr>
              <w:jc w:val="center"/>
            </w:pPr>
            <w:r w:rsidRPr="00F216BD">
              <w:t>487</w:t>
            </w:r>
          </w:p>
        </w:tc>
        <w:tc>
          <w:tcPr>
            <w:tcW w:w="2528" w:type="dxa"/>
            <w:vAlign w:val="bottom"/>
          </w:tcPr>
          <w:p w:rsidR="00A37D24" w:rsidRPr="00F216BD" w:rsidRDefault="00A37D24" w:rsidP="00133D79">
            <w:pPr>
              <w:ind w:left="-108" w:right="-131"/>
              <w:jc w:val="center"/>
            </w:pPr>
            <w:r w:rsidRPr="00F216BD">
              <w:t>2.02.25555.05.0110.150</w:t>
            </w:r>
          </w:p>
        </w:tc>
        <w:tc>
          <w:tcPr>
            <w:tcW w:w="1417" w:type="dxa"/>
            <w:vAlign w:val="bottom"/>
          </w:tcPr>
          <w:p w:rsidR="00A37D24" w:rsidRPr="00F216BD" w:rsidRDefault="00A37D24" w:rsidP="006D2BB2">
            <w:pPr>
              <w:jc w:val="center"/>
            </w:pPr>
            <w:r>
              <w:t>20 122,1</w:t>
            </w:r>
          </w:p>
        </w:tc>
        <w:tc>
          <w:tcPr>
            <w:tcW w:w="1418" w:type="dxa"/>
            <w:vAlign w:val="bottom"/>
          </w:tcPr>
          <w:p w:rsidR="00A37D24" w:rsidRPr="00F216BD" w:rsidRDefault="00A37D24" w:rsidP="006D2BB2">
            <w:pPr>
              <w:jc w:val="center"/>
            </w:pPr>
            <w:r>
              <w:t>20 122,1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</w:t>
            </w:r>
            <w:r w:rsidRPr="00F216BD">
              <w:t>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3847B5" w:rsidRDefault="00A37D24" w:rsidP="006D2BB2">
            <w:r w:rsidRPr="003847B5"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37D24" w:rsidRPr="003847B5" w:rsidRDefault="00A37D24" w:rsidP="006D2BB2">
            <w:pPr>
              <w:jc w:val="center"/>
            </w:pPr>
            <w:r w:rsidRPr="003847B5">
              <w:t>487</w:t>
            </w:r>
          </w:p>
        </w:tc>
        <w:tc>
          <w:tcPr>
            <w:tcW w:w="2528" w:type="dxa"/>
            <w:vAlign w:val="bottom"/>
          </w:tcPr>
          <w:p w:rsidR="00A37D24" w:rsidRPr="003847B5" w:rsidRDefault="00A37D24" w:rsidP="00133D79">
            <w:pPr>
              <w:ind w:left="-108" w:right="-131"/>
              <w:jc w:val="center"/>
            </w:pPr>
            <w:r w:rsidRPr="003847B5">
              <w:t>2.02.25555.05.0220.150</w:t>
            </w:r>
          </w:p>
        </w:tc>
        <w:tc>
          <w:tcPr>
            <w:tcW w:w="1417" w:type="dxa"/>
            <w:vAlign w:val="bottom"/>
          </w:tcPr>
          <w:p w:rsidR="00A37D24" w:rsidRPr="003847B5" w:rsidRDefault="00A37D24" w:rsidP="006D2BB2">
            <w:pPr>
              <w:jc w:val="center"/>
            </w:pPr>
            <w:r>
              <w:t>838,4</w:t>
            </w:r>
          </w:p>
        </w:tc>
        <w:tc>
          <w:tcPr>
            <w:tcW w:w="1418" w:type="dxa"/>
            <w:vAlign w:val="bottom"/>
          </w:tcPr>
          <w:p w:rsidR="00A37D24" w:rsidRPr="003847B5" w:rsidRDefault="00A37D24" w:rsidP="006D2BB2">
            <w:pPr>
              <w:jc w:val="center"/>
            </w:pPr>
            <w:r>
              <w:t>838,4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100,</w:t>
            </w:r>
            <w:r w:rsidR="007C333E">
              <w:t>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</w:tcPr>
          <w:p w:rsidR="00A37D24" w:rsidRPr="003847B5" w:rsidRDefault="00A37D24" w:rsidP="006D2BB2">
            <w:r w:rsidRPr="003847B5">
              <w:t>Прочие субсидии бюджетам муниципальных районов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A37D24" w:rsidRPr="003847B5" w:rsidRDefault="00A37D24" w:rsidP="006D2BB2">
            <w:pPr>
              <w:jc w:val="center"/>
            </w:pPr>
            <w:r w:rsidRPr="003847B5">
              <w:t>487</w:t>
            </w:r>
          </w:p>
        </w:tc>
        <w:tc>
          <w:tcPr>
            <w:tcW w:w="2528" w:type="dxa"/>
            <w:vAlign w:val="bottom"/>
          </w:tcPr>
          <w:p w:rsidR="00A37D24" w:rsidRPr="003847B5" w:rsidRDefault="00A37D24" w:rsidP="00133D79">
            <w:pPr>
              <w:ind w:left="-108" w:right="-131"/>
              <w:jc w:val="center"/>
            </w:pPr>
            <w:r w:rsidRPr="003847B5">
              <w:t>2.02.29999.05.0220.150</w:t>
            </w:r>
          </w:p>
        </w:tc>
        <w:tc>
          <w:tcPr>
            <w:tcW w:w="1417" w:type="dxa"/>
            <w:vAlign w:val="bottom"/>
          </w:tcPr>
          <w:p w:rsidR="00A37D24" w:rsidRPr="003847B5" w:rsidRDefault="00A37D24" w:rsidP="006D2BB2">
            <w:pPr>
              <w:jc w:val="center"/>
            </w:pPr>
            <w:r>
              <w:t>20 381,9</w:t>
            </w:r>
          </w:p>
        </w:tc>
        <w:tc>
          <w:tcPr>
            <w:tcW w:w="1418" w:type="dxa"/>
            <w:vAlign w:val="bottom"/>
          </w:tcPr>
          <w:p w:rsidR="00A37D24" w:rsidRPr="003847B5" w:rsidRDefault="00A37D24" w:rsidP="006D2BB2">
            <w:pPr>
              <w:jc w:val="center"/>
            </w:pPr>
            <w:r>
              <w:t>20 381,3</w:t>
            </w:r>
          </w:p>
        </w:tc>
        <w:tc>
          <w:tcPr>
            <w:tcW w:w="850" w:type="dxa"/>
            <w:vAlign w:val="bottom"/>
          </w:tcPr>
          <w:p w:rsidR="00A37D24" w:rsidRPr="00CF58A1" w:rsidRDefault="00A37D24" w:rsidP="006D2BB2">
            <w:pPr>
              <w:jc w:val="center"/>
            </w:pPr>
            <w:r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  <w:vAlign w:val="center"/>
          </w:tcPr>
          <w:p w:rsidR="00A37D24" w:rsidRPr="007874E0" w:rsidRDefault="000D0605">
            <w:pPr>
              <w:outlineLvl w:val="0"/>
              <w:rPr>
                <w:szCs w:val="24"/>
              </w:rPr>
            </w:pPr>
            <w:r w:rsidRPr="000D0605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992" w:type="dxa"/>
            <w:vAlign w:val="bottom"/>
          </w:tcPr>
          <w:p w:rsidR="00A37D24" w:rsidRPr="00CC0708" w:rsidRDefault="00A37D24" w:rsidP="00A45038">
            <w:pPr>
              <w:jc w:val="center"/>
            </w:pPr>
            <w:r w:rsidRPr="00CC0708">
              <w:t>487</w:t>
            </w:r>
          </w:p>
        </w:tc>
        <w:tc>
          <w:tcPr>
            <w:tcW w:w="2528" w:type="dxa"/>
            <w:vAlign w:val="bottom"/>
          </w:tcPr>
          <w:p w:rsidR="00A37D24" w:rsidRPr="00CC0708" w:rsidRDefault="00A37D24" w:rsidP="00133D79">
            <w:pPr>
              <w:ind w:left="-108" w:right="-131"/>
              <w:jc w:val="center"/>
            </w:pPr>
            <w:r w:rsidRPr="00CC0708">
              <w:t>2.02.30024.05.0220.150</w:t>
            </w:r>
          </w:p>
        </w:tc>
        <w:tc>
          <w:tcPr>
            <w:tcW w:w="1417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951,2</w:t>
            </w:r>
          </w:p>
        </w:tc>
        <w:tc>
          <w:tcPr>
            <w:tcW w:w="1418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951,2</w:t>
            </w:r>
          </w:p>
        </w:tc>
        <w:tc>
          <w:tcPr>
            <w:tcW w:w="850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  <w:vAlign w:val="center"/>
          </w:tcPr>
          <w:p w:rsidR="00A37D24" w:rsidRPr="007874E0" w:rsidRDefault="00133D79">
            <w:pPr>
              <w:outlineLvl w:val="0"/>
              <w:rPr>
                <w:szCs w:val="24"/>
              </w:rPr>
            </w:pPr>
            <w:r>
              <w:rPr>
                <w:szCs w:val="24"/>
              </w:rPr>
              <w:t xml:space="preserve">Субвенция на осуществление </w:t>
            </w:r>
            <w:r w:rsidR="000D0605" w:rsidRPr="000D0605">
              <w:rPr>
                <w:szCs w:val="24"/>
              </w:rPr>
              <w:t>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  <w:vAlign w:val="bottom"/>
          </w:tcPr>
          <w:p w:rsidR="00A37D24" w:rsidRPr="00CC0708" w:rsidRDefault="00A37D24" w:rsidP="00A45038">
            <w:pPr>
              <w:jc w:val="center"/>
            </w:pPr>
            <w:r w:rsidRPr="00CC0708">
              <w:t>487</w:t>
            </w:r>
          </w:p>
        </w:tc>
        <w:tc>
          <w:tcPr>
            <w:tcW w:w="2528" w:type="dxa"/>
            <w:vAlign w:val="bottom"/>
          </w:tcPr>
          <w:p w:rsidR="00A37D24" w:rsidRPr="00CC0708" w:rsidRDefault="00A37D24" w:rsidP="00133D79">
            <w:pPr>
              <w:ind w:left="-108" w:right="-131"/>
              <w:jc w:val="center"/>
            </w:pPr>
            <w:r w:rsidRPr="00CC0708">
              <w:t>2.02.30024.05.0220.150</w:t>
            </w:r>
          </w:p>
        </w:tc>
        <w:tc>
          <w:tcPr>
            <w:tcW w:w="1417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853,2</w:t>
            </w:r>
          </w:p>
        </w:tc>
        <w:tc>
          <w:tcPr>
            <w:tcW w:w="1418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853,2</w:t>
            </w:r>
          </w:p>
        </w:tc>
        <w:tc>
          <w:tcPr>
            <w:tcW w:w="850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100,0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  <w:vAlign w:val="center"/>
          </w:tcPr>
          <w:p w:rsidR="00A37D24" w:rsidRPr="007874E0" w:rsidRDefault="000D0605">
            <w:pPr>
              <w:outlineLvl w:val="0"/>
              <w:rPr>
                <w:szCs w:val="24"/>
              </w:rPr>
            </w:pPr>
            <w:r w:rsidRPr="000D0605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992" w:type="dxa"/>
            <w:vAlign w:val="bottom"/>
          </w:tcPr>
          <w:p w:rsidR="00A37D24" w:rsidRPr="00CC0708" w:rsidRDefault="00A37D24" w:rsidP="00A45038">
            <w:pPr>
              <w:jc w:val="center"/>
            </w:pPr>
            <w:r w:rsidRPr="00CC0708">
              <w:t>487</w:t>
            </w:r>
          </w:p>
        </w:tc>
        <w:tc>
          <w:tcPr>
            <w:tcW w:w="2528" w:type="dxa"/>
            <w:vAlign w:val="bottom"/>
          </w:tcPr>
          <w:p w:rsidR="00A37D24" w:rsidRPr="00CC0708" w:rsidRDefault="00A37D24" w:rsidP="00133D79">
            <w:pPr>
              <w:ind w:left="-108" w:right="-131" w:firstLine="108"/>
              <w:jc w:val="center"/>
            </w:pPr>
            <w:r w:rsidRPr="00CC0708">
              <w:t>2.02.30024.05.0220.150</w:t>
            </w:r>
          </w:p>
        </w:tc>
        <w:tc>
          <w:tcPr>
            <w:tcW w:w="1417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691,8</w:t>
            </w:r>
          </w:p>
        </w:tc>
        <w:tc>
          <w:tcPr>
            <w:tcW w:w="1418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687,0</w:t>
            </w:r>
          </w:p>
        </w:tc>
        <w:tc>
          <w:tcPr>
            <w:tcW w:w="850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99,3</w:t>
            </w:r>
          </w:p>
        </w:tc>
      </w:tr>
      <w:tr w:rsidR="00A37D24" w:rsidRPr="00F4756E" w:rsidTr="00133D79">
        <w:trPr>
          <w:jc w:val="center"/>
        </w:trPr>
        <w:tc>
          <w:tcPr>
            <w:tcW w:w="3521" w:type="dxa"/>
            <w:vAlign w:val="center"/>
          </w:tcPr>
          <w:p w:rsidR="00A37D24" w:rsidRPr="007874E0" w:rsidRDefault="000D0605">
            <w:pPr>
              <w:outlineLvl w:val="0"/>
              <w:rPr>
                <w:szCs w:val="24"/>
              </w:rPr>
            </w:pPr>
            <w:r w:rsidRPr="000D0605">
              <w:rPr>
                <w:szCs w:val="24"/>
              </w:rPr>
              <w:t xml:space="preserve"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</w:t>
            </w:r>
            <w:r w:rsidRPr="000D0605">
              <w:rPr>
                <w:szCs w:val="24"/>
              </w:rPr>
              <w:lastRenderedPageBreak/>
              <w:t>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</w:t>
            </w:r>
            <w:r>
              <w:rPr>
                <w:szCs w:val="24"/>
              </w:rPr>
              <w:t>й</w:t>
            </w:r>
          </w:p>
        </w:tc>
        <w:tc>
          <w:tcPr>
            <w:tcW w:w="992" w:type="dxa"/>
            <w:vAlign w:val="bottom"/>
          </w:tcPr>
          <w:p w:rsidR="00A37D24" w:rsidRPr="00CC0708" w:rsidRDefault="00A37D24" w:rsidP="00A45038">
            <w:pPr>
              <w:jc w:val="center"/>
            </w:pPr>
            <w:r w:rsidRPr="00CC0708">
              <w:lastRenderedPageBreak/>
              <w:t>487</w:t>
            </w:r>
          </w:p>
        </w:tc>
        <w:tc>
          <w:tcPr>
            <w:tcW w:w="2528" w:type="dxa"/>
            <w:vAlign w:val="bottom"/>
          </w:tcPr>
          <w:p w:rsidR="00A37D24" w:rsidRPr="00CC0708" w:rsidRDefault="00A37D24" w:rsidP="00133D79">
            <w:pPr>
              <w:ind w:left="-108" w:right="-131" w:firstLine="108"/>
              <w:jc w:val="center"/>
            </w:pPr>
            <w:r w:rsidRPr="00CC0708">
              <w:t>2.02.30024.05.0220.150</w:t>
            </w:r>
          </w:p>
        </w:tc>
        <w:tc>
          <w:tcPr>
            <w:tcW w:w="1417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405,4</w:t>
            </w:r>
          </w:p>
        </w:tc>
        <w:tc>
          <w:tcPr>
            <w:tcW w:w="1418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405,4</w:t>
            </w:r>
          </w:p>
        </w:tc>
        <w:tc>
          <w:tcPr>
            <w:tcW w:w="850" w:type="dxa"/>
            <w:vAlign w:val="bottom"/>
          </w:tcPr>
          <w:p w:rsidR="00A37D24" w:rsidRPr="007874E0" w:rsidRDefault="00A37D24" w:rsidP="007874E0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100,0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  <w:vAlign w:val="center"/>
          </w:tcPr>
          <w:p w:rsidR="00BF582B" w:rsidRPr="000D0605" w:rsidRDefault="00BF582B">
            <w:pPr>
              <w:outlineLvl w:val="0"/>
              <w:rPr>
                <w:szCs w:val="24"/>
              </w:rPr>
            </w:pPr>
            <w:r w:rsidRPr="00BF582B">
              <w:rPr>
                <w:szCs w:val="24"/>
              </w:rPr>
              <w:lastRenderedPageBreak/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</w:t>
            </w:r>
            <w:r w:rsidR="00133D79">
              <w:rPr>
                <w:szCs w:val="24"/>
              </w:rPr>
              <w:t>т</w:t>
            </w:r>
            <w:r w:rsidRPr="00BF582B">
              <w:rPr>
                <w:szCs w:val="24"/>
              </w:rPr>
              <w:t>ва об административных правонарушениях</w:t>
            </w:r>
          </w:p>
        </w:tc>
        <w:tc>
          <w:tcPr>
            <w:tcW w:w="992" w:type="dxa"/>
            <w:vAlign w:val="bottom"/>
          </w:tcPr>
          <w:p w:rsidR="00BF582B" w:rsidRPr="00CC0708" w:rsidRDefault="00BF582B" w:rsidP="00A45038">
            <w:pPr>
              <w:jc w:val="center"/>
            </w:pPr>
            <w:r>
              <w:t>487</w:t>
            </w:r>
          </w:p>
        </w:tc>
        <w:tc>
          <w:tcPr>
            <w:tcW w:w="2528" w:type="dxa"/>
            <w:vAlign w:val="bottom"/>
          </w:tcPr>
          <w:p w:rsidR="00BF582B" w:rsidRPr="00CC0708" w:rsidRDefault="00BF582B" w:rsidP="00025B7A">
            <w:pPr>
              <w:ind w:left="-108" w:right="-131"/>
              <w:jc w:val="center"/>
            </w:pPr>
            <w:r w:rsidRPr="00CC0708">
              <w:t>2.02.30024.05.0220.150</w:t>
            </w:r>
          </w:p>
        </w:tc>
        <w:tc>
          <w:tcPr>
            <w:tcW w:w="1417" w:type="dxa"/>
            <w:vAlign w:val="bottom"/>
          </w:tcPr>
          <w:p w:rsidR="00BF582B" w:rsidRPr="007874E0" w:rsidRDefault="00BF582B" w:rsidP="004E2CEB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16,8</w:t>
            </w:r>
          </w:p>
        </w:tc>
        <w:tc>
          <w:tcPr>
            <w:tcW w:w="1418" w:type="dxa"/>
            <w:vAlign w:val="bottom"/>
          </w:tcPr>
          <w:p w:rsidR="00BF582B" w:rsidRPr="007874E0" w:rsidRDefault="00794175" w:rsidP="004E2CEB">
            <w:pPr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16,8</w:t>
            </w:r>
          </w:p>
        </w:tc>
        <w:tc>
          <w:tcPr>
            <w:tcW w:w="850" w:type="dxa"/>
            <w:vAlign w:val="bottom"/>
          </w:tcPr>
          <w:p w:rsidR="00BF582B" w:rsidRPr="007874E0" w:rsidRDefault="00BF582B" w:rsidP="004E2CEB">
            <w:pPr>
              <w:jc w:val="center"/>
              <w:outlineLvl w:val="0"/>
              <w:rPr>
                <w:szCs w:val="24"/>
              </w:rPr>
            </w:pPr>
            <w:r w:rsidRPr="007874E0">
              <w:rPr>
                <w:szCs w:val="24"/>
              </w:rPr>
              <w:t>100,0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E47486" w:rsidRDefault="00BF582B" w:rsidP="006D2BB2">
            <w:r w:rsidRPr="00E47486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BF582B" w:rsidRPr="00E47486" w:rsidRDefault="00BF582B" w:rsidP="006D2BB2">
            <w:pPr>
              <w:jc w:val="center"/>
            </w:pPr>
            <w:r w:rsidRPr="00E47486">
              <w:t>487</w:t>
            </w:r>
          </w:p>
        </w:tc>
        <w:tc>
          <w:tcPr>
            <w:tcW w:w="2528" w:type="dxa"/>
            <w:vAlign w:val="bottom"/>
          </w:tcPr>
          <w:p w:rsidR="00BF582B" w:rsidRPr="00E47486" w:rsidRDefault="00BF582B" w:rsidP="00025B7A">
            <w:pPr>
              <w:ind w:left="-108" w:right="-131"/>
              <w:jc w:val="center"/>
            </w:pPr>
            <w:r w:rsidRPr="00E47486">
              <w:t>2.02.35082.05.0110.150</w:t>
            </w:r>
          </w:p>
        </w:tc>
        <w:tc>
          <w:tcPr>
            <w:tcW w:w="1417" w:type="dxa"/>
            <w:vAlign w:val="bottom"/>
          </w:tcPr>
          <w:p w:rsidR="00BF582B" w:rsidRPr="00E47486" w:rsidRDefault="00BF582B" w:rsidP="006D2BB2">
            <w:pPr>
              <w:jc w:val="center"/>
            </w:pPr>
            <w:r>
              <w:t>4 030,7</w:t>
            </w:r>
          </w:p>
        </w:tc>
        <w:tc>
          <w:tcPr>
            <w:tcW w:w="1418" w:type="dxa"/>
            <w:vAlign w:val="bottom"/>
          </w:tcPr>
          <w:p w:rsidR="00BF582B" w:rsidRPr="00E47486" w:rsidRDefault="00BF582B" w:rsidP="006D2BB2">
            <w:pPr>
              <w:jc w:val="center"/>
            </w:pPr>
            <w:r>
              <w:t>4 030,7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>
              <w:t>100</w:t>
            </w:r>
            <w:r w:rsidRPr="00E47486">
              <w:t>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68430A" w:rsidRDefault="00BF582B" w:rsidP="006D2BB2">
            <w:r w:rsidRPr="0068430A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BF582B" w:rsidRPr="0068430A" w:rsidRDefault="00BF582B" w:rsidP="006D2BB2">
            <w:pPr>
              <w:jc w:val="center"/>
            </w:pPr>
            <w:r w:rsidRPr="0068430A">
              <w:t>487</w:t>
            </w:r>
          </w:p>
        </w:tc>
        <w:tc>
          <w:tcPr>
            <w:tcW w:w="2528" w:type="dxa"/>
            <w:vAlign w:val="bottom"/>
          </w:tcPr>
          <w:p w:rsidR="00BF582B" w:rsidRPr="0068430A" w:rsidRDefault="00BF582B" w:rsidP="00025B7A">
            <w:pPr>
              <w:ind w:left="-108" w:right="-131"/>
              <w:jc w:val="center"/>
            </w:pPr>
            <w:r w:rsidRPr="0068430A">
              <w:t>2.02.35082.05.0220.150</w:t>
            </w:r>
          </w:p>
        </w:tc>
        <w:tc>
          <w:tcPr>
            <w:tcW w:w="1417" w:type="dxa"/>
            <w:vAlign w:val="bottom"/>
          </w:tcPr>
          <w:p w:rsidR="00BF582B" w:rsidRPr="0068430A" w:rsidRDefault="00BF582B" w:rsidP="0068430A">
            <w:pPr>
              <w:jc w:val="center"/>
            </w:pPr>
            <w:r w:rsidRPr="0068430A">
              <w:t>21 995,</w:t>
            </w:r>
            <w:r>
              <w:t>8</w:t>
            </w:r>
          </w:p>
        </w:tc>
        <w:tc>
          <w:tcPr>
            <w:tcW w:w="1418" w:type="dxa"/>
            <w:vAlign w:val="bottom"/>
          </w:tcPr>
          <w:p w:rsidR="00BF582B" w:rsidRPr="0068430A" w:rsidRDefault="00BF582B" w:rsidP="006D2BB2">
            <w:pPr>
              <w:jc w:val="center"/>
            </w:pPr>
            <w:r>
              <w:t>21 952,6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>
              <w:t>99,8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68430A" w:rsidRDefault="00BF582B" w:rsidP="006D2BB2">
            <w:r w:rsidRPr="0068430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992" w:type="dxa"/>
            <w:vAlign w:val="bottom"/>
          </w:tcPr>
          <w:p w:rsidR="00BF582B" w:rsidRPr="0068430A" w:rsidRDefault="00BF582B" w:rsidP="006D2BB2">
            <w:pPr>
              <w:jc w:val="center"/>
            </w:pPr>
            <w:r w:rsidRPr="0068430A">
              <w:t>487</w:t>
            </w:r>
          </w:p>
        </w:tc>
        <w:tc>
          <w:tcPr>
            <w:tcW w:w="2528" w:type="dxa"/>
            <w:vAlign w:val="bottom"/>
          </w:tcPr>
          <w:p w:rsidR="00BF582B" w:rsidRPr="0068430A" w:rsidRDefault="00BF582B" w:rsidP="00025B7A">
            <w:pPr>
              <w:ind w:left="-108" w:right="-131"/>
              <w:jc w:val="center"/>
            </w:pPr>
            <w:r w:rsidRPr="0068430A">
              <w:t>2.02.35120.05.0110.150</w:t>
            </w:r>
          </w:p>
        </w:tc>
        <w:tc>
          <w:tcPr>
            <w:tcW w:w="1417" w:type="dxa"/>
            <w:vAlign w:val="bottom"/>
          </w:tcPr>
          <w:p w:rsidR="00BF582B" w:rsidRPr="0068430A" w:rsidRDefault="00BF582B" w:rsidP="006D2BB2">
            <w:pPr>
              <w:jc w:val="center"/>
            </w:pPr>
            <w:r>
              <w:t>40,8</w:t>
            </w:r>
          </w:p>
        </w:tc>
        <w:tc>
          <w:tcPr>
            <w:tcW w:w="1418" w:type="dxa"/>
            <w:vAlign w:val="bottom"/>
          </w:tcPr>
          <w:p w:rsidR="00BF582B" w:rsidRPr="0068430A" w:rsidRDefault="00BF582B" w:rsidP="006D2BB2">
            <w:pPr>
              <w:jc w:val="center"/>
            </w:pPr>
            <w:r>
              <w:t>40,8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>
              <w:t>10</w:t>
            </w:r>
            <w:r w:rsidRPr="0068430A">
              <w:t>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B261E6" w:rsidRDefault="00BF582B" w:rsidP="006D2BB2">
            <w:r w:rsidRPr="00B261E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bottom"/>
          </w:tcPr>
          <w:p w:rsidR="00BF582B" w:rsidRPr="00B261E6" w:rsidRDefault="00BF582B" w:rsidP="006D2BB2">
            <w:pPr>
              <w:jc w:val="center"/>
            </w:pPr>
            <w:r w:rsidRPr="00B261E6">
              <w:t>487</w:t>
            </w:r>
          </w:p>
        </w:tc>
        <w:tc>
          <w:tcPr>
            <w:tcW w:w="2528" w:type="dxa"/>
            <w:vAlign w:val="bottom"/>
          </w:tcPr>
          <w:p w:rsidR="00BF582B" w:rsidRPr="00B261E6" w:rsidRDefault="00BF582B" w:rsidP="00025B7A">
            <w:pPr>
              <w:ind w:left="-108" w:right="-131"/>
              <w:jc w:val="center"/>
            </w:pPr>
            <w:r w:rsidRPr="00B261E6">
              <w:t>2.02.40014.05.0000.150</w:t>
            </w:r>
          </w:p>
        </w:tc>
        <w:tc>
          <w:tcPr>
            <w:tcW w:w="1417" w:type="dxa"/>
            <w:vAlign w:val="bottom"/>
          </w:tcPr>
          <w:p w:rsidR="00BF582B" w:rsidRPr="00B261E6" w:rsidRDefault="00BF582B" w:rsidP="00B261E6">
            <w:pPr>
              <w:jc w:val="center"/>
            </w:pPr>
            <w:r w:rsidRPr="00B261E6">
              <w:t>1</w:t>
            </w:r>
            <w:r>
              <w:t> 139,8</w:t>
            </w:r>
          </w:p>
        </w:tc>
        <w:tc>
          <w:tcPr>
            <w:tcW w:w="1418" w:type="dxa"/>
            <w:vAlign w:val="bottom"/>
          </w:tcPr>
          <w:p w:rsidR="00BF582B" w:rsidRPr="00B261E6" w:rsidRDefault="00BF582B" w:rsidP="006D2BB2">
            <w:pPr>
              <w:jc w:val="center"/>
            </w:pPr>
            <w:r>
              <w:t>1 131,2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>
              <w:t>99,2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471AF4" w:rsidRDefault="00BF582B" w:rsidP="006D2BB2">
            <w:r w:rsidRPr="00471AF4">
              <w:lastRenderedPageBreak/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за счет средств областного бюджета</w:t>
            </w:r>
          </w:p>
        </w:tc>
        <w:tc>
          <w:tcPr>
            <w:tcW w:w="992" w:type="dxa"/>
            <w:vAlign w:val="bottom"/>
          </w:tcPr>
          <w:p w:rsidR="00BF582B" w:rsidRPr="00471AF4" w:rsidRDefault="00BF582B" w:rsidP="006D2BB2">
            <w:pPr>
              <w:jc w:val="center"/>
            </w:pPr>
            <w:r w:rsidRPr="00471AF4">
              <w:t>487</w:t>
            </w:r>
          </w:p>
        </w:tc>
        <w:tc>
          <w:tcPr>
            <w:tcW w:w="2528" w:type="dxa"/>
            <w:vAlign w:val="bottom"/>
          </w:tcPr>
          <w:p w:rsidR="00BF582B" w:rsidRPr="00471AF4" w:rsidRDefault="00BF582B" w:rsidP="00025B7A">
            <w:pPr>
              <w:ind w:left="-108" w:right="-131"/>
              <w:jc w:val="center"/>
            </w:pPr>
            <w:r w:rsidRPr="00471AF4">
              <w:t>2.02.45160.05.0220.150</w:t>
            </w:r>
          </w:p>
        </w:tc>
        <w:tc>
          <w:tcPr>
            <w:tcW w:w="1417" w:type="dxa"/>
            <w:vAlign w:val="bottom"/>
          </w:tcPr>
          <w:p w:rsidR="00BF582B" w:rsidRPr="00471AF4" w:rsidRDefault="00BF582B" w:rsidP="006D2BB2">
            <w:pPr>
              <w:jc w:val="center"/>
            </w:pPr>
            <w:r>
              <w:t>138 306,2</w:t>
            </w:r>
          </w:p>
        </w:tc>
        <w:tc>
          <w:tcPr>
            <w:tcW w:w="1418" w:type="dxa"/>
            <w:vAlign w:val="bottom"/>
          </w:tcPr>
          <w:p w:rsidR="00BF582B" w:rsidRPr="00471AF4" w:rsidRDefault="00BF582B" w:rsidP="006D2BB2">
            <w:pPr>
              <w:jc w:val="center"/>
            </w:pPr>
            <w:r>
              <w:t>138 306,2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>
              <w:t>100,0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66595E" w:rsidRDefault="00BF582B" w:rsidP="006D2BB2">
            <w:r w:rsidRPr="0066595E">
              <w:t>Прочие межбюджетные трансферты, передаваемые бюджетам муниципальных районов (за счет средств областного бюджета)</w:t>
            </w:r>
          </w:p>
        </w:tc>
        <w:tc>
          <w:tcPr>
            <w:tcW w:w="992" w:type="dxa"/>
            <w:vAlign w:val="bottom"/>
          </w:tcPr>
          <w:p w:rsidR="00BF582B" w:rsidRPr="0066595E" w:rsidRDefault="00BF582B" w:rsidP="006D2BB2">
            <w:pPr>
              <w:jc w:val="center"/>
            </w:pPr>
            <w:r w:rsidRPr="0066595E">
              <w:t>487</w:t>
            </w:r>
          </w:p>
        </w:tc>
        <w:tc>
          <w:tcPr>
            <w:tcW w:w="2528" w:type="dxa"/>
            <w:vAlign w:val="bottom"/>
          </w:tcPr>
          <w:p w:rsidR="00BF582B" w:rsidRPr="0066595E" w:rsidRDefault="00BF582B" w:rsidP="00025B7A">
            <w:pPr>
              <w:ind w:left="-108" w:right="-131"/>
              <w:jc w:val="center"/>
            </w:pPr>
            <w:r w:rsidRPr="0066595E">
              <w:t>2.02.49999.05.0220.150</w:t>
            </w:r>
          </w:p>
        </w:tc>
        <w:tc>
          <w:tcPr>
            <w:tcW w:w="1417" w:type="dxa"/>
            <w:vAlign w:val="bottom"/>
          </w:tcPr>
          <w:p w:rsidR="00BF582B" w:rsidRPr="0066595E" w:rsidRDefault="00BF582B" w:rsidP="006D2BB2">
            <w:pPr>
              <w:jc w:val="center"/>
            </w:pPr>
            <w:r>
              <w:t>117,4</w:t>
            </w:r>
          </w:p>
        </w:tc>
        <w:tc>
          <w:tcPr>
            <w:tcW w:w="1418" w:type="dxa"/>
            <w:vAlign w:val="bottom"/>
          </w:tcPr>
          <w:p w:rsidR="00BF582B" w:rsidRPr="0066595E" w:rsidRDefault="00BF582B" w:rsidP="006D2BB2">
            <w:pPr>
              <w:jc w:val="center"/>
            </w:pPr>
            <w:r>
              <w:t>117,4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>
              <w:t>10</w:t>
            </w:r>
            <w:r w:rsidRPr="0066595E">
              <w:t>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3222DB" w:rsidRDefault="00BF582B" w:rsidP="006D2BB2">
            <w:r w:rsidRPr="003222DB">
              <w:t>Прочие безвозмездные поступления в бюджеты муниципальных районов</w:t>
            </w:r>
          </w:p>
        </w:tc>
        <w:tc>
          <w:tcPr>
            <w:tcW w:w="992" w:type="dxa"/>
            <w:vAlign w:val="bottom"/>
          </w:tcPr>
          <w:p w:rsidR="00BF582B" w:rsidRPr="003222DB" w:rsidRDefault="00BF582B" w:rsidP="006D2BB2">
            <w:pPr>
              <w:jc w:val="center"/>
            </w:pPr>
            <w:r w:rsidRPr="003222DB">
              <w:t>487</w:t>
            </w:r>
          </w:p>
        </w:tc>
        <w:tc>
          <w:tcPr>
            <w:tcW w:w="2528" w:type="dxa"/>
            <w:vAlign w:val="bottom"/>
          </w:tcPr>
          <w:p w:rsidR="00BF582B" w:rsidRPr="003222DB" w:rsidRDefault="00BF582B" w:rsidP="00025B7A">
            <w:pPr>
              <w:ind w:left="-108" w:right="-131"/>
              <w:jc w:val="center"/>
            </w:pPr>
            <w:r w:rsidRPr="003222DB">
              <w:t>2.07.05030.05.0000.150</w:t>
            </w:r>
          </w:p>
        </w:tc>
        <w:tc>
          <w:tcPr>
            <w:tcW w:w="1417" w:type="dxa"/>
            <w:vAlign w:val="bottom"/>
          </w:tcPr>
          <w:p w:rsidR="00BF582B" w:rsidRPr="003222DB" w:rsidRDefault="00BF582B" w:rsidP="006D2BB2">
            <w:pPr>
              <w:jc w:val="center"/>
            </w:pPr>
            <w:r w:rsidRPr="003222DB">
              <w:t>0,0</w:t>
            </w:r>
          </w:p>
        </w:tc>
        <w:tc>
          <w:tcPr>
            <w:tcW w:w="1418" w:type="dxa"/>
            <w:vAlign w:val="bottom"/>
          </w:tcPr>
          <w:p w:rsidR="00BF582B" w:rsidRPr="003222DB" w:rsidRDefault="00BF582B" w:rsidP="006D2BB2">
            <w:pPr>
              <w:jc w:val="center"/>
            </w:pPr>
            <w:r w:rsidRPr="003222DB">
              <w:t>2,7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 w:rsidRPr="003222DB">
              <w:t>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3760A2" w:rsidRDefault="00BF582B" w:rsidP="006D2BB2">
            <w:r w:rsidRPr="003760A2"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поселений</w:t>
            </w:r>
          </w:p>
        </w:tc>
        <w:tc>
          <w:tcPr>
            <w:tcW w:w="992" w:type="dxa"/>
            <w:vAlign w:val="bottom"/>
          </w:tcPr>
          <w:p w:rsidR="00BF582B" w:rsidRPr="003760A2" w:rsidRDefault="00BF582B" w:rsidP="006D2BB2">
            <w:pPr>
              <w:jc w:val="center"/>
            </w:pPr>
            <w:r w:rsidRPr="003760A2">
              <w:t>487</w:t>
            </w:r>
          </w:p>
        </w:tc>
        <w:tc>
          <w:tcPr>
            <w:tcW w:w="2528" w:type="dxa"/>
            <w:vAlign w:val="bottom"/>
          </w:tcPr>
          <w:p w:rsidR="00BF582B" w:rsidRPr="003760A2" w:rsidRDefault="00BF582B" w:rsidP="00025B7A">
            <w:pPr>
              <w:ind w:left="-108" w:right="-131"/>
              <w:jc w:val="center"/>
            </w:pPr>
            <w:r w:rsidRPr="003760A2">
              <w:t>2.18.45160.05.0000.150</w:t>
            </w:r>
          </w:p>
        </w:tc>
        <w:tc>
          <w:tcPr>
            <w:tcW w:w="1417" w:type="dxa"/>
            <w:vAlign w:val="bottom"/>
          </w:tcPr>
          <w:p w:rsidR="00BF582B" w:rsidRPr="003760A2" w:rsidRDefault="00BF582B" w:rsidP="006D2BB2">
            <w:pPr>
              <w:jc w:val="center"/>
            </w:pPr>
            <w:r>
              <w:t>183,7</w:t>
            </w:r>
          </w:p>
        </w:tc>
        <w:tc>
          <w:tcPr>
            <w:tcW w:w="1418" w:type="dxa"/>
            <w:vAlign w:val="bottom"/>
          </w:tcPr>
          <w:p w:rsidR="00BF582B" w:rsidRPr="003760A2" w:rsidRDefault="00BF582B" w:rsidP="006D2BB2">
            <w:pPr>
              <w:jc w:val="center"/>
            </w:pPr>
            <w:r>
              <w:t>133,7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>
              <w:t>72,8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3760A2" w:rsidRDefault="00BF582B" w:rsidP="006D2BB2">
            <w:r w:rsidRPr="003760A2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992" w:type="dxa"/>
            <w:vAlign w:val="bottom"/>
          </w:tcPr>
          <w:p w:rsidR="00BF582B" w:rsidRPr="003760A2" w:rsidRDefault="00BF582B" w:rsidP="006D2BB2">
            <w:pPr>
              <w:jc w:val="center"/>
            </w:pPr>
            <w:r w:rsidRPr="003760A2">
              <w:t>487</w:t>
            </w:r>
          </w:p>
        </w:tc>
        <w:tc>
          <w:tcPr>
            <w:tcW w:w="2528" w:type="dxa"/>
            <w:vAlign w:val="bottom"/>
          </w:tcPr>
          <w:p w:rsidR="00BF582B" w:rsidRPr="003760A2" w:rsidRDefault="00BF582B" w:rsidP="00025B7A">
            <w:pPr>
              <w:ind w:left="-108" w:right="-131"/>
              <w:jc w:val="center"/>
            </w:pPr>
            <w:r w:rsidRPr="003760A2">
              <w:t>2.18.60010.05.0000.150</w:t>
            </w:r>
          </w:p>
        </w:tc>
        <w:tc>
          <w:tcPr>
            <w:tcW w:w="1417" w:type="dxa"/>
            <w:vAlign w:val="bottom"/>
          </w:tcPr>
          <w:p w:rsidR="00BF582B" w:rsidRPr="003760A2" w:rsidRDefault="00BF582B" w:rsidP="006D2BB2">
            <w:pPr>
              <w:jc w:val="center"/>
            </w:pPr>
            <w:r>
              <w:t>50,0</w:t>
            </w:r>
          </w:p>
        </w:tc>
        <w:tc>
          <w:tcPr>
            <w:tcW w:w="1418" w:type="dxa"/>
            <w:vAlign w:val="bottom"/>
          </w:tcPr>
          <w:p w:rsidR="00BF582B" w:rsidRPr="003760A2" w:rsidRDefault="00BF582B" w:rsidP="006D2BB2">
            <w:pPr>
              <w:jc w:val="center"/>
            </w:pPr>
            <w:r>
              <w:t>50,0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 w:rsidRPr="003760A2">
              <w:t>100,0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D2568C" w:rsidRDefault="00BF582B" w:rsidP="006D2BB2">
            <w:r w:rsidRPr="00D2568C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BF582B" w:rsidRPr="00D2568C" w:rsidRDefault="00BF582B" w:rsidP="006D2BB2">
            <w:pPr>
              <w:jc w:val="center"/>
            </w:pPr>
            <w:r w:rsidRPr="00D2568C">
              <w:t>487</w:t>
            </w:r>
          </w:p>
        </w:tc>
        <w:tc>
          <w:tcPr>
            <w:tcW w:w="2528" w:type="dxa"/>
            <w:vAlign w:val="bottom"/>
          </w:tcPr>
          <w:p w:rsidR="00BF582B" w:rsidRPr="00D2568C" w:rsidRDefault="00BF582B" w:rsidP="00025B7A">
            <w:pPr>
              <w:ind w:left="-108" w:right="-131"/>
              <w:jc w:val="center"/>
            </w:pPr>
            <w:r w:rsidRPr="00D2568C">
              <w:t>2.19.35120.05.0110.150</w:t>
            </w:r>
          </w:p>
        </w:tc>
        <w:tc>
          <w:tcPr>
            <w:tcW w:w="1417" w:type="dxa"/>
            <w:vAlign w:val="bottom"/>
          </w:tcPr>
          <w:p w:rsidR="00BF582B" w:rsidRPr="00D2568C" w:rsidRDefault="00BF582B" w:rsidP="006D2BB2">
            <w:pPr>
              <w:jc w:val="center"/>
            </w:pPr>
            <w:r w:rsidRPr="00D2568C">
              <w:t>-2</w:t>
            </w:r>
            <w:r>
              <w:t>3,1</w:t>
            </w:r>
          </w:p>
        </w:tc>
        <w:tc>
          <w:tcPr>
            <w:tcW w:w="1418" w:type="dxa"/>
            <w:vAlign w:val="bottom"/>
          </w:tcPr>
          <w:p w:rsidR="00BF582B" w:rsidRPr="00D2568C" w:rsidRDefault="00BF582B" w:rsidP="006D2BB2">
            <w:pPr>
              <w:jc w:val="center"/>
            </w:pPr>
            <w:r>
              <w:t>-23,1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 w:rsidRPr="00D2568C">
              <w:t>100,0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D2568C" w:rsidRDefault="00BF582B" w:rsidP="006D2BB2">
            <w:r w:rsidRPr="00D2568C"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BF582B" w:rsidRPr="00D2568C" w:rsidRDefault="00BF582B" w:rsidP="006D2BB2">
            <w:pPr>
              <w:jc w:val="center"/>
            </w:pPr>
            <w:r w:rsidRPr="00D2568C">
              <w:t>487</w:t>
            </w:r>
          </w:p>
        </w:tc>
        <w:tc>
          <w:tcPr>
            <w:tcW w:w="2528" w:type="dxa"/>
            <w:vAlign w:val="bottom"/>
          </w:tcPr>
          <w:p w:rsidR="00BF582B" w:rsidRPr="00D2568C" w:rsidRDefault="00BF582B" w:rsidP="00025B7A">
            <w:pPr>
              <w:ind w:left="-108" w:right="-131"/>
              <w:jc w:val="center"/>
            </w:pPr>
            <w:r w:rsidRPr="00D2568C">
              <w:t>2.19.45160.05.0220.150</w:t>
            </w:r>
          </w:p>
        </w:tc>
        <w:tc>
          <w:tcPr>
            <w:tcW w:w="1417" w:type="dxa"/>
            <w:vAlign w:val="bottom"/>
          </w:tcPr>
          <w:p w:rsidR="00BF582B" w:rsidRPr="00D2568C" w:rsidRDefault="00BF582B" w:rsidP="006D2BB2">
            <w:pPr>
              <w:jc w:val="center"/>
            </w:pPr>
            <w:r>
              <w:t>-971,9</w:t>
            </w:r>
          </w:p>
        </w:tc>
        <w:tc>
          <w:tcPr>
            <w:tcW w:w="1418" w:type="dxa"/>
            <w:vAlign w:val="bottom"/>
          </w:tcPr>
          <w:p w:rsidR="00BF582B" w:rsidRPr="00D2568C" w:rsidRDefault="00BF582B" w:rsidP="006D2BB2">
            <w:pPr>
              <w:jc w:val="center"/>
            </w:pPr>
            <w:r>
              <w:t>-971,9</w:t>
            </w:r>
          </w:p>
        </w:tc>
        <w:tc>
          <w:tcPr>
            <w:tcW w:w="850" w:type="dxa"/>
            <w:vAlign w:val="bottom"/>
          </w:tcPr>
          <w:p w:rsidR="00BF582B" w:rsidRPr="00CF58A1" w:rsidRDefault="00BF582B" w:rsidP="006D2BB2">
            <w:pPr>
              <w:jc w:val="center"/>
            </w:pPr>
            <w:r w:rsidRPr="00D2568C">
              <w:t>100,0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</w:tcPr>
          <w:p w:rsidR="00BF582B" w:rsidRPr="000D180B" w:rsidRDefault="00BF582B" w:rsidP="006D2BB2">
            <w:r w:rsidRPr="000D180B">
              <w:t xml:space="preserve">Возврат прочих остатков субсидий, субвенций и иных </w:t>
            </w:r>
            <w:r w:rsidRPr="000D180B"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  <w:vAlign w:val="bottom"/>
          </w:tcPr>
          <w:p w:rsidR="00BF582B" w:rsidRPr="000D180B" w:rsidRDefault="00BF582B" w:rsidP="006D2BB2">
            <w:pPr>
              <w:jc w:val="center"/>
            </w:pPr>
            <w:r w:rsidRPr="000D180B">
              <w:lastRenderedPageBreak/>
              <w:t>487</w:t>
            </w:r>
          </w:p>
        </w:tc>
        <w:tc>
          <w:tcPr>
            <w:tcW w:w="2528" w:type="dxa"/>
            <w:vAlign w:val="bottom"/>
          </w:tcPr>
          <w:p w:rsidR="00BF582B" w:rsidRPr="000D180B" w:rsidRDefault="00BF582B" w:rsidP="00025B7A">
            <w:pPr>
              <w:ind w:left="-108" w:right="-131"/>
              <w:jc w:val="center"/>
            </w:pPr>
            <w:r w:rsidRPr="000D180B">
              <w:t>2.19.60010.05.0000.150</w:t>
            </w:r>
          </w:p>
        </w:tc>
        <w:tc>
          <w:tcPr>
            <w:tcW w:w="1417" w:type="dxa"/>
            <w:vAlign w:val="bottom"/>
          </w:tcPr>
          <w:p w:rsidR="00BF582B" w:rsidRPr="000D180B" w:rsidRDefault="00BF582B" w:rsidP="006D2BB2">
            <w:pPr>
              <w:jc w:val="center"/>
            </w:pPr>
            <w:r>
              <w:t>-27,3</w:t>
            </w:r>
          </w:p>
        </w:tc>
        <w:tc>
          <w:tcPr>
            <w:tcW w:w="1418" w:type="dxa"/>
            <w:vAlign w:val="bottom"/>
          </w:tcPr>
          <w:p w:rsidR="00BF582B" w:rsidRPr="000D180B" w:rsidRDefault="00BF582B" w:rsidP="006D2BB2">
            <w:pPr>
              <w:jc w:val="center"/>
            </w:pPr>
            <w:r>
              <w:t>-27,3</w:t>
            </w:r>
          </w:p>
        </w:tc>
        <w:tc>
          <w:tcPr>
            <w:tcW w:w="850" w:type="dxa"/>
            <w:vAlign w:val="bottom"/>
          </w:tcPr>
          <w:p w:rsidR="00BF582B" w:rsidRDefault="00BF582B" w:rsidP="006D2BB2">
            <w:pPr>
              <w:jc w:val="center"/>
            </w:pPr>
            <w:r w:rsidRPr="000D180B">
              <w:t>100,0</w:t>
            </w:r>
          </w:p>
        </w:tc>
      </w:tr>
      <w:tr w:rsidR="00BF582B" w:rsidRPr="004157A8" w:rsidTr="00025B7A">
        <w:trPr>
          <w:jc w:val="center"/>
        </w:trPr>
        <w:tc>
          <w:tcPr>
            <w:tcW w:w="3521" w:type="dxa"/>
          </w:tcPr>
          <w:p w:rsidR="00BF582B" w:rsidRPr="004157A8" w:rsidRDefault="00BF582B" w:rsidP="006D2BB2">
            <w:pPr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lastRenderedPageBreak/>
              <w:t>Государственная жилищная инспекция Нижегородской области</w:t>
            </w:r>
          </w:p>
        </w:tc>
        <w:tc>
          <w:tcPr>
            <w:tcW w:w="992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798</w:t>
            </w:r>
          </w:p>
        </w:tc>
        <w:tc>
          <w:tcPr>
            <w:tcW w:w="2528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1 200,0</w:t>
            </w:r>
          </w:p>
        </w:tc>
        <w:tc>
          <w:tcPr>
            <w:tcW w:w="1418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t>1 038,0</w:t>
            </w:r>
          </w:p>
        </w:tc>
        <w:tc>
          <w:tcPr>
            <w:tcW w:w="850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t>86,5</w:t>
            </w:r>
          </w:p>
        </w:tc>
      </w:tr>
      <w:tr w:rsidR="00BF582B" w:rsidRPr="00F4756E" w:rsidTr="00025B7A">
        <w:trPr>
          <w:jc w:val="center"/>
        </w:trPr>
        <w:tc>
          <w:tcPr>
            <w:tcW w:w="3521" w:type="dxa"/>
            <w:vAlign w:val="center"/>
          </w:tcPr>
          <w:p w:rsidR="00BF582B" w:rsidRPr="008806F5" w:rsidRDefault="00BF582B" w:rsidP="006D2BB2">
            <w:pPr>
              <w:outlineLvl w:val="0"/>
              <w:rPr>
                <w:szCs w:val="24"/>
              </w:rPr>
            </w:pPr>
            <w:r w:rsidRPr="008806F5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BF582B" w:rsidRPr="008806F5" w:rsidRDefault="00BF582B" w:rsidP="006D2BB2">
            <w:pPr>
              <w:jc w:val="center"/>
              <w:rPr>
                <w:szCs w:val="24"/>
              </w:rPr>
            </w:pPr>
            <w:r w:rsidRPr="008806F5">
              <w:rPr>
                <w:szCs w:val="24"/>
              </w:rPr>
              <w:t>798</w:t>
            </w:r>
          </w:p>
        </w:tc>
        <w:tc>
          <w:tcPr>
            <w:tcW w:w="2528" w:type="dxa"/>
            <w:vAlign w:val="bottom"/>
          </w:tcPr>
          <w:p w:rsidR="00BF582B" w:rsidRPr="008806F5" w:rsidRDefault="00BF582B" w:rsidP="00025B7A">
            <w:pPr>
              <w:ind w:left="-108" w:right="-131"/>
              <w:jc w:val="center"/>
              <w:outlineLvl w:val="0"/>
              <w:rPr>
                <w:szCs w:val="24"/>
              </w:rPr>
            </w:pPr>
            <w:r w:rsidRPr="008806F5">
              <w:rPr>
                <w:szCs w:val="24"/>
              </w:rPr>
              <w:t>1 16 10123 01 0051 140</w:t>
            </w:r>
          </w:p>
        </w:tc>
        <w:tc>
          <w:tcPr>
            <w:tcW w:w="1417" w:type="dxa"/>
            <w:vAlign w:val="bottom"/>
          </w:tcPr>
          <w:p w:rsidR="00BF582B" w:rsidRPr="008806F5" w:rsidRDefault="00BF582B" w:rsidP="006D2BB2">
            <w:pPr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1 200,0</w:t>
            </w:r>
          </w:p>
        </w:tc>
        <w:tc>
          <w:tcPr>
            <w:tcW w:w="1418" w:type="dxa"/>
            <w:vAlign w:val="bottom"/>
          </w:tcPr>
          <w:p w:rsidR="00BF582B" w:rsidRPr="008806F5" w:rsidRDefault="00BF582B" w:rsidP="006D2B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1 038,0</w:t>
            </w:r>
          </w:p>
        </w:tc>
        <w:tc>
          <w:tcPr>
            <w:tcW w:w="850" w:type="dxa"/>
            <w:vAlign w:val="bottom"/>
          </w:tcPr>
          <w:p w:rsidR="00BF582B" w:rsidRPr="002A179E" w:rsidRDefault="00BF582B" w:rsidP="006D2BB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86,5</w:t>
            </w:r>
          </w:p>
        </w:tc>
      </w:tr>
      <w:tr w:rsidR="00BF582B" w:rsidRPr="004157A8" w:rsidTr="00025B7A">
        <w:trPr>
          <w:jc w:val="center"/>
        </w:trPr>
        <w:tc>
          <w:tcPr>
            <w:tcW w:w="3521" w:type="dxa"/>
          </w:tcPr>
          <w:p w:rsidR="00BF582B" w:rsidRPr="004157A8" w:rsidRDefault="00BF582B" w:rsidP="006D2BB2">
            <w:pPr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t>Комитет государственного ветеринарного надзора НО</w:t>
            </w:r>
          </w:p>
        </w:tc>
        <w:tc>
          <w:tcPr>
            <w:tcW w:w="992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881</w:t>
            </w:r>
          </w:p>
        </w:tc>
        <w:tc>
          <w:tcPr>
            <w:tcW w:w="2528" w:type="dxa"/>
            <w:vAlign w:val="bottom"/>
          </w:tcPr>
          <w:p w:rsidR="00BF582B" w:rsidRPr="004157A8" w:rsidRDefault="00BF582B" w:rsidP="00025B7A">
            <w:pPr>
              <w:ind w:left="-108" w:right="-131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4157A8">
              <w:rPr>
                <w:b/>
                <w:bCs/>
                <w:color w:val="000000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t>1,0</w:t>
            </w:r>
          </w:p>
        </w:tc>
        <w:tc>
          <w:tcPr>
            <w:tcW w:w="850" w:type="dxa"/>
            <w:vAlign w:val="bottom"/>
          </w:tcPr>
          <w:p w:rsidR="00BF582B" w:rsidRPr="004157A8" w:rsidRDefault="00BF582B" w:rsidP="006D2BB2">
            <w:pPr>
              <w:jc w:val="center"/>
              <w:rPr>
                <w:b/>
                <w:color w:val="000000"/>
                <w:szCs w:val="24"/>
              </w:rPr>
            </w:pPr>
            <w:r w:rsidRPr="004157A8">
              <w:rPr>
                <w:b/>
                <w:color w:val="000000"/>
                <w:szCs w:val="24"/>
              </w:rPr>
              <w:t>0,0</w:t>
            </w:r>
          </w:p>
        </w:tc>
      </w:tr>
      <w:tr w:rsidR="00BF582B" w:rsidRPr="006B1429" w:rsidTr="00025B7A">
        <w:trPr>
          <w:jc w:val="center"/>
        </w:trPr>
        <w:tc>
          <w:tcPr>
            <w:tcW w:w="3521" w:type="dxa"/>
            <w:vAlign w:val="center"/>
          </w:tcPr>
          <w:p w:rsidR="00BF582B" w:rsidRPr="008806F5" w:rsidRDefault="00BF582B" w:rsidP="006D2BB2">
            <w:pPr>
              <w:outlineLvl w:val="0"/>
              <w:rPr>
                <w:szCs w:val="24"/>
              </w:rPr>
            </w:pPr>
            <w:r w:rsidRPr="008806F5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992" w:type="dxa"/>
            <w:vAlign w:val="bottom"/>
          </w:tcPr>
          <w:p w:rsidR="00BF582B" w:rsidRPr="008806F5" w:rsidRDefault="00BF582B" w:rsidP="006D2BB2">
            <w:pPr>
              <w:jc w:val="center"/>
              <w:rPr>
                <w:bCs/>
                <w:color w:val="000000"/>
                <w:szCs w:val="24"/>
              </w:rPr>
            </w:pPr>
            <w:r w:rsidRPr="008806F5">
              <w:rPr>
                <w:bCs/>
                <w:color w:val="000000"/>
                <w:szCs w:val="24"/>
              </w:rPr>
              <w:t>881</w:t>
            </w:r>
          </w:p>
        </w:tc>
        <w:tc>
          <w:tcPr>
            <w:tcW w:w="2528" w:type="dxa"/>
            <w:vAlign w:val="bottom"/>
          </w:tcPr>
          <w:p w:rsidR="00BF582B" w:rsidRPr="008806F5" w:rsidRDefault="00BF582B" w:rsidP="00025B7A">
            <w:pPr>
              <w:ind w:left="-108" w:right="-131"/>
              <w:jc w:val="center"/>
              <w:rPr>
                <w:szCs w:val="24"/>
              </w:rPr>
            </w:pPr>
            <w:r w:rsidRPr="008806F5">
              <w:rPr>
                <w:szCs w:val="24"/>
              </w:rPr>
              <w:t>1 16 10123 01 0000 140</w:t>
            </w:r>
          </w:p>
        </w:tc>
        <w:tc>
          <w:tcPr>
            <w:tcW w:w="1417" w:type="dxa"/>
            <w:vAlign w:val="bottom"/>
          </w:tcPr>
          <w:p w:rsidR="00BF582B" w:rsidRPr="008806F5" w:rsidRDefault="00BF582B" w:rsidP="006D2BB2">
            <w:pPr>
              <w:jc w:val="center"/>
              <w:rPr>
                <w:bCs/>
                <w:color w:val="000000"/>
                <w:szCs w:val="24"/>
              </w:rPr>
            </w:pPr>
            <w:r w:rsidRPr="008806F5"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BF582B" w:rsidRPr="008806F5" w:rsidRDefault="00BF582B" w:rsidP="006D2BB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1,0</w:t>
            </w:r>
          </w:p>
        </w:tc>
        <w:tc>
          <w:tcPr>
            <w:tcW w:w="850" w:type="dxa"/>
            <w:vAlign w:val="bottom"/>
          </w:tcPr>
          <w:p w:rsidR="00BF582B" w:rsidRDefault="00BF582B" w:rsidP="006D2BB2">
            <w:pPr>
              <w:jc w:val="center"/>
              <w:rPr>
                <w:color w:val="000000"/>
                <w:szCs w:val="24"/>
              </w:rPr>
            </w:pPr>
            <w:r w:rsidRPr="008806F5">
              <w:rPr>
                <w:color w:val="000000"/>
                <w:szCs w:val="24"/>
              </w:rPr>
              <w:t>0,0</w:t>
            </w:r>
          </w:p>
        </w:tc>
      </w:tr>
      <w:bookmarkEnd w:id="0"/>
    </w:tbl>
    <w:p w:rsidR="00806907" w:rsidRDefault="00806907"/>
    <w:sectPr w:rsidR="00806907" w:rsidSect="00261C45">
      <w:headerReference w:type="even" r:id="rId8"/>
      <w:headerReference w:type="default" r:id="rId9"/>
      <w:headerReference w:type="first" r:id="rId10"/>
      <w:pgSz w:w="11907" w:h="16840" w:code="9"/>
      <w:pgMar w:top="993" w:right="567" w:bottom="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71E" w:rsidRDefault="0068671E" w:rsidP="006931F0">
      <w:r>
        <w:separator/>
      </w:r>
    </w:p>
  </w:endnote>
  <w:endnote w:type="continuationSeparator" w:id="0">
    <w:p w:rsidR="0068671E" w:rsidRDefault="0068671E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71E" w:rsidRDefault="0068671E" w:rsidP="006931F0">
      <w:r>
        <w:separator/>
      </w:r>
    </w:p>
  </w:footnote>
  <w:footnote w:type="continuationSeparator" w:id="0">
    <w:p w:rsidR="0068671E" w:rsidRDefault="0068671E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71E" w:rsidRDefault="006867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671E" w:rsidRDefault="006867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71E" w:rsidRDefault="0068671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65FE">
      <w:rPr>
        <w:noProof/>
      </w:rPr>
      <w:t>43</w:t>
    </w:r>
    <w:r>
      <w:rPr>
        <w:noProof/>
      </w:rPr>
      <w:fldChar w:fldCharType="end"/>
    </w:r>
  </w:p>
  <w:p w:rsidR="0068671E" w:rsidRDefault="0068671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71E" w:rsidRPr="00EB7D94" w:rsidRDefault="0068671E">
    <w:pPr>
      <w:pStyle w:val="a3"/>
      <w:jc w:val="center"/>
      <w:rPr>
        <w:lang w:val="en-US"/>
      </w:rPr>
    </w:pPr>
  </w:p>
  <w:p w:rsidR="0068671E" w:rsidRPr="000148D8" w:rsidRDefault="0068671E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50F"/>
    <w:rsid w:val="00001682"/>
    <w:rsid w:val="00004D61"/>
    <w:rsid w:val="00005360"/>
    <w:rsid w:val="00012F1A"/>
    <w:rsid w:val="000174D7"/>
    <w:rsid w:val="0001793B"/>
    <w:rsid w:val="000201A2"/>
    <w:rsid w:val="00021F70"/>
    <w:rsid w:val="0002202D"/>
    <w:rsid w:val="0002238F"/>
    <w:rsid w:val="00022E05"/>
    <w:rsid w:val="000232CC"/>
    <w:rsid w:val="00025270"/>
    <w:rsid w:val="00025869"/>
    <w:rsid w:val="00025B7A"/>
    <w:rsid w:val="00025EAE"/>
    <w:rsid w:val="0002666B"/>
    <w:rsid w:val="00027C68"/>
    <w:rsid w:val="000301FE"/>
    <w:rsid w:val="00030C45"/>
    <w:rsid w:val="000325CA"/>
    <w:rsid w:val="00034A5B"/>
    <w:rsid w:val="00035AE7"/>
    <w:rsid w:val="000367E0"/>
    <w:rsid w:val="00036A73"/>
    <w:rsid w:val="00036C07"/>
    <w:rsid w:val="000438AD"/>
    <w:rsid w:val="000445EC"/>
    <w:rsid w:val="00045028"/>
    <w:rsid w:val="00047A08"/>
    <w:rsid w:val="00047BFD"/>
    <w:rsid w:val="000502E0"/>
    <w:rsid w:val="00052296"/>
    <w:rsid w:val="00052340"/>
    <w:rsid w:val="000532D8"/>
    <w:rsid w:val="00053356"/>
    <w:rsid w:val="00054197"/>
    <w:rsid w:val="000560A5"/>
    <w:rsid w:val="000567A7"/>
    <w:rsid w:val="00067B93"/>
    <w:rsid w:val="0007249C"/>
    <w:rsid w:val="00073CCE"/>
    <w:rsid w:val="0007417D"/>
    <w:rsid w:val="000745DD"/>
    <w:rsid w:val="00074D91"/>
    <w:rsid w:val="00080350"/>
    <w:rsid w:val="000818CB"/>
    <w:rsid w:val="00082193"/>
    <w:rsid w:val="000828A9"/>
    <w:rsid w:val="000876DC"/>
    <w:rsid w:val="00092D01"/>
    <w:rsid w:val="00096D2E"/>
    <w:rsid w:val="00096E15"/>
    <w:rsid w:val="000A1CBE"/>
    <w:rsid w:val="000A36DA"/>
    <w:rsid w:val="000A6CA7"/>
    <w:rsid w:val="000B12E8"/>
    <w:rsid w:val="000C03C5"/>
    <w:rsid w:val="000C1241"/>
    <w:rsid w:val="000C33F1"/>
    <w:rsid w:val="000C5FAA"/>
    <w:rsid w:val="000C614C"/>
    <w:rsid w:val="000C64C9"/>
    <w:rsid w:val="000D0605"/>
    <w:rsid w:val="000D180B"/>
    <w:rsid w:val="000D36E3"/>
    <w:rsid w:val="000D41D7"/>
    <w:rsid w:val="000D560B"/>
    <w:rsid w:val="000E51CD"/>
    <w:rsid w:val="000E5573"/>
    <w:rsid w:val="000E62F8"/>
    <w:rsid w:val="000F3043"/>
    <w:rsid w:val="000F6511"/>
    <w:rsid w:val="000F6C91"/>
    <w:rsid w:val="000F6F38"/>
    <w:rsid w:val="00101DCF"/>
    <w:rsid w:val="0010322C"/>
    <w:rsid w:val="00105481"/>
    <w:rsid w:val="00106295"/>
    <w:rsid w:val="00110832"/>
    <w:rsid w:val="001117C5"/>
    <w:rsid w:val="0011645A"/>
    <w:rsid w:val="0012524D"/>
    <w:rsid w:val="00127C36"/>
    <w:rsid w:val="00130585"/>
    <w:rsid w:val="00130C2E"/>
    <w:rsid w:val="00133259"/>
    <w:rsid w:val="00133277"/>
    <w:rsid w:val="00133803"/>
    <w:rsid w:val="00133D79"/>
    <w:rsid w:val="00134658"/>
    <w:rsid w:val="00135E62"/>
    <w:rsid w:val="00135F64"/>
    <w:rsid w:val="00137AB0"/>
    <w:rsid w:val="00141048"/>
    <w:rsid w:val="001426F6"/>
    <w:rsid w:val="00143CFE"/>
    <w:rsid w:val="00145858"/>
    <w:rsid w:val="00150678"/>
    <w:rsid w:val="00150D2A"/>
    <w:rsid w:val="0015328F"/>
    <w:rsid w:val="0015717E"/>
    <w:rsid w:val="00157B08"/>
    <w:rsid w:val="00160D46"/>
    <w:rsid w:val="001619E7"/>
    <w:rsid w:val="00162CD1"/>
    <w:rsid w:val="00163090"/>
    <w:rsid w:val="00165C31"/>
    <w:rsid w:val="00166C09"/>
    <w:rsid w:val="00170BDE"/>
    <w:rsid w:val="00171431"/>
    <w:rsid w:val="00172E47"/>
    <w:rsid w:val="00174BBD"/>
    <w:rsid w:val="00175450"/>
    <w:rsid w:val="00180815"/>
    <w:rsid w:val="00185361"/>
    <w:rsid w:val="001914C2"/>
    <w:rsid w:val="001939C8"/>
    <w:rsid w:val="001951C3"/>
    <w:rsid w:val="001959E7"/>
    <w:rsid w:val="00196986"/>
    <w:rsid w:val="00196E4F"/>
    <w:rsid w:val="00196F80"/>
    <w:rsid w:val="00197CED"/>
    <w:rsid w:val="001A1806"/>
    <w:rsid w:val="001A1F0B"/>
    <w:rsid w:val="001A24B5"/>
    <w:rsid w:val="001A2C87"/>
    <w:rsid w:val="001A44C5"/>
    <w:rsid w:val="001A4EDB"/>
    <w:rsid w:val="001A5B0B"/>
    <w:rsid w:val="001A6178"/>
    <w:rsid w:val="001B144C"/>
    <w:rsid w:val="001B34FD"/>
    <w:rsid w:val="001C1701"/>
    <w:rsid w:val="001C1815"/>
    <w:rsid w:val="001C507B"/>
    <w:rsid w:val="001C69ED"/>
    <w:rsid w:val="001D07E4"/>
    <w:rsid w:val="001D19F3"/>
    <w:rsid w:val="001D40E2"/>
    <w:rsid w:val="001D4A09"/>
    <w:rsid w:val="001D5EEC"/>
    <w:rsid w:val="001D64A0"/>
    <w:rsid w:val="001D6712"/>
    <w:rsid w:val="001E2309"/>
    <w:rsid w:val="001E78F1"/>
    <w:rsid w:val="001F0ECA"/>
    <w:rsid w:val="001F19A9"/>
    <w:rsid w:val="001F786C"/>
    <w:rsid w:val="0020047F"/>
    <w:rsid w:val="00200A26"/>
    <w:rsid w:val="002010E9"/>
    <w:rsid w:val="00201181"/>
    <w:rsid w:val="0020392C"/>
    <w:rsid w:val="00203A02"/>
    <w:rsid w:val="00205A93"/>
    <w:rsid w:val="002104A5"/>
    <w:rsid w:val="0021062E"/>
    <w:rsid w:val="00213A67"/>
    <w:rsid w:val="002261A6"/>
    <w:rsid w:val="002338D3"/>
    <w:rsid w:val="00235507"/>
    <w:rsid w:val="00237217"/>
    <w:rsid w:val="00237471"/>
    <w:rsid w:val="00237B1F"/>
    <w:rsid w:val="00240A10"/>
    <w:rsid w:val="002434DD"/>
    <w:rsid w:val="00243E2C"/>
    <w:rsid w:val="002451E7"/>
    <w:rsid w:val="0024617C"/>
    <w:rsid w:val="00251075"/>
    <w:rsid w:val="002526BD"/>
    <w:rsid w:val="00253394"/>
    <w:rsid w:val="00253619"/>
    <w:rsid w:val="00253A10"/>
    <w:rsid w:val="002547B1"/>
    <w:rsid w:val="00261B35"/>
    <w:rsid w:val="00261C45"/>
    <w:rsid w:val="00263499"/>
    <w:rsid w:val="0026573F"/>
    <w:rsid w:val="00266715"/>
    <w:rsid w:val="0026763A"/>
    <w:rsid w:val="002677C3"/>
    <w:rsid w:val="0027035E"/>
    <w:rsid w:val="00273EC1"/>
    <w:rsid w:val="00275007"/>
    <w:rsid w:val="0027588E"/>
    <w:rsid w:val="00275BEB"/>
    <w:rsid w:val="002774BB"/>
    <w:rsid w:val="00277EEF"/>
    <w:rsid w:val="00282815"/>
    <w:rsid w:val="00286FA1"/>
    <w:rsid w:val="00287F2C"/>
    <w:rsid w:val="002905B9"/>
    <w:rsid w:val="0029504F"/>
    <w:rsid w:val="0029664B"/>
    <w:rsid w:val="002A1771"/>
    <w:rsid w:val="002A30D8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21DA"/>
    <w:rsid w:val="002D2D86"/>
    <w:rsid w:val="002D38AA"/>
    <w:rsid w:val="002D4B42"/>
    <w:rsid w:val="002D4BBF"/>
    <w:rsid w:val="002D5242"/>
    <w:rsid w:val="002D5B8A"/>
    <w:rsid w:val="002D6E37"/>
    <w:rsid w:val="002E2E8B"/>
    <w:rsid w:val="002E5639"/>
    <w:rsid w:val="002E62B1"/>
    <w:rsid w:val="002F4E76"/>
    <w:rsid w:val="002F5DB8"/>
    <w:rsid w:val="002F6DF1"/>
    <w:rsid w:val="002F784E"/>
    <w:rsid w:val="002F796F"/>
    <w:rsid w:val="002F7AF1"/>
    <w:rsid w:val="003003EE"/>
    <w:rsid w:val="0030176E"/>
    <w:rsid w:val="00302E36"/>
    <w:rsid w:val="003042CB"/>
    <w:rsid w:val="00305038"/>
    <w:rsid w:val="00305B31"/>
    <w:rsid w:val="00306722"/>
    <w:rsid w:val="0031085C"/>
    <w:rsid w:val="0031587A"/>
    <w:rsid w:val="00315903"/>
    <w:rsid w:val="00316220"/>
    <w:rsid w:val="00320FFE"/>
    <w:rsid w:val="003222DB"/>
    <w:rsid w:val="0032349B"/>
    <w:rsid w:val="00324C88"/>
    <w:rsid w:val="0033213F"/>
    <w:rsid w:val="0033268C"/>
    <w:rsid w:val="0034068F"/>
    <w:rsid w:val="00341E55"/>
    <w:rsid w:val="00344937"/>
    <w:rsid w:val="00353ACE"/>
    <w:rsid w:val="00360204"/>
    <w:rsid w:val="00364D18"/>
    <w:rsid w:val="00364F16"/>
    <w:rsid w:val="00370A7E"/>
    <w:rsid w:val="00372468"/>
    <w:rsid w:val="003757F4"/>
    <w:rsid w:val="00375EB0"/>
    <w:rsid w:val="003760A2"/>
    <w:rsid w:val="0037684F"/>
    <w:rsid w:val="003818B5"/>
    <w:rsid w:val="003847B5"/>
    <w:rsid w:val="003900A2"/>
    <w:rsid w:val="00390F90"/>
    <w:rsid w:val="00391191"/>
    <w:rsid w:val="00391E12"/>
    <w:rsid w:val="0039290E"/>
    <w:rsid w:val="00394042"/>
    <w:rsid w:val="00395454"/>
    <w:rsid w:val="00396F85"/>
    <w:rsid w:val="00397069"/>
    <w:rsid w:val="00397145"/>
    <w:rsid w:val="003A2E39"/>
    <w:rsid w:val="003A6EFA"/>
    <w:rsid w:val="003A7C09"/>
    <w:rsid w:val="003B01AB"/>
    <w:rsid w:val="003B0EF9"/>
    <w:rsid w:val="003B21FA"/>
    <w:rsid w:val="003B30EB"/>
    <w:rsid w:val="003B4947"/>
    <w:rsid w:val="003B5403"/>
    <w:rsid w:val="003C0914"/>
    <w:rsid w:val="003C3955"/>
    <w:rsid w:val="003C5D42"/>
    <w:rsid w:val="003C7E97"/>
    <w:rsid w:val="003D0569"/>
    <w:rsid w:val="003D13E3"/>
    <w:rsid w:val="003D2BF0"/>
    <w:rsid w:val="003D3D65"/>
    <w:rsid w:val="003D4175"/>
    <w:rsid w:val="003E0077"/>
    <w:rsid w:val="003E1AB2"/>
    <w:rsid w:val="003E34F5"/>
    <w:rsid w:val="003E465E"/>
    <w:rsid w:val="003E674D"/>
    <w:rsid w:val="003E7A22"/>
    <w:rsid w:val="003F3477"/>
    <w:rsid w:val="003F3EF4"/>
    <w:rsid w:val="003F4E00"/>
    <w:rsid w:val="003F50D6"/>
    <w:rsid w:val="003F60EA"/>
    <w:rsid w:val="003F7F1E"/>
    <w:rsid w:val="00401031"/>
    <w:rsid w:val="0040180A"/>
    <w:rsid w:val="00405959"/>
    <w:rsid w:val="00407D04"/>
    <w:rsid w:val="00412B24"/>
    <w:rsid w:val="0041398C"/>
    <w:rsid w:val="004157A8"/>
    <w:rsid w:val="00416AA9"/>
    <w:rsid w:val="00417702"/>
    <w:rsid w:val="00423F3C"/>
    <w:rsid w:val="00424662"/>
    <w:rsid w:val="00424FFF"/>
    <w:rsid w:val="00427E2C"/>
    <w:rsid w:val="00430110"/>
    <w:rsid w:val="00430AF1"/>
    <w:rsid w:val="00436C2D"/>
    <w:rsid w:val="00436D09"/>
    <w:rsid w:val="00436D34"/>
    <w:rsid w:val="00440195"/>
    <w:rsid w:val="00442CEF"/>
    <w:rsid w:val="0044453E"/>
    <w:rsid w:val="00446AB6"/>
    <w:rsid w:val="00447AAF"/>
    <w:rsid w:val="0045002A"/>
    <w:rsid w:val="0045157C"/>
    <w:rsid w:val="00453249"/>
    <w:rsid w:val="00454E62"/>
    <w:rsid w:val="004558BE"/>
    <w:rsid w:val="004564DE"/>
    <w:rsid w:val="004565EB"/>
    <w:rsid w:val="004577BD"/>
    <w:rsid w:val="00460A97"/>
    <w:rsid w:val="004636D4"/>
    <w:rsid w:val="00463AA4"/>
    <w:rsid w:val="004651A8"/>
    <w:rsid w:val="00466389"/>
    <w:rsid w:val="00466507"/>
    <w:rsid w:val="004709E4"/>
    <w:rsid w:val="00471AF4"/>
    <w:rsid w:val="00473234"/>
    <w:rsid w:val="00474CB1"/>
    <w:rsid w:val="00481DDD"/>
    <w:rsid w:val="00482E27"/>
    <w:rsid w:val="00485164"/>
    <w:rsid w:val="00485F64"/>
    <w:rsid w:val="004868E1"/>
    <w:rsid w:val="00487D2D"/>
    <w:rsid w:val="004920B8"/>
    <w:rsid w:val="00494E1D"/>
    <w:rsid w:val="00494F22"/>
    <w:rsid w:val="0049500C"/>
    <w:rsid w:val="00497DDD"/>
    <w:rsid w:val="004A120C"/>
    <w:rsid w:val="004A17B7"/>
    <w:rsid w:val="004A1CE4"/>
    <w:rsid w:val="004A2021"/>
    <w:rsid w:val="004A31BD"/>
    <w:rsid w:val="004A3204"/>
    <w:rsid w:val="004B014E"/>
    <w:rsid w:val="004B0DCC"/>
    <w:rsid w:val="004B4292"/>
    <w:rsid w:val="004B665E"/>
    <w:rsid w:val="004C3A3B"/>
    <w:rsid w:val="004C4C95"/>
    <w:rsid w:val="004D2106"/>
    <w:rsid w:val="004D4EE4"/>
    <w:rsid w:val="004D5E8A"/>
    <w:rsid w:val="004D6922"/>
    <w:rsid w:val="004D6ACE"/>
    <w:rsid w:val="004E2B63"/>
    <w:rsid w:val="004E2CEB"/>
    <w:rsid w:val="004E32D8"/>
    <w:rsid w:val="004E33ED"/>
    <w:rsid w:val="004E3D94"/>
    <w:rsid w:val="004E6594"/>
    <w:rsid w:val="004E76BB"/>
    <w:rsid w:val="004F02C7"/>
    <w:rsid w:val="004F2163"/>
    <w:rsid w:val="004F3525"/>
    <w:rsid w:val="004F4E85"/>
    <w:rsid w:val="004F4FDC"/>
    <w:rsid w:val="004F6EB3"/>
    <w:rsid w:val="0050036C"/>
    <w:rsid w:val="005005F1"/>
    <w:rsid w:val="00502BFE"/>
    <w:rsid w:val="00506452"/>
    <w:rsid w:val="00506A84"/>
    <w:rsid w:val="00506C37"/>
    <w:rsid w:val="005122C2"/>
    <w:rsid w:val="005143FF"/>
    <w:rsid w:val="005144FC"/>
    <w:rsid w:val="005150D5"/>
    <w:rsid w:val="0051514B"/>
    <w:rsid w:val="005168D3"/>
    <w:rsid w:val="005172F7"/>
    <w:rsid w:val="00517F0B"/>
    <w:rsid w:val="00520A5B"/>
    <w:rsid w:val="00522FF4"/>
    <w:rsid w:val="0052455F"/>
    <w:rsid w:val="00524EC1"/>
    <w:rsid w:val="00525ABA"/>
    <w:rsid w:val="0052770B"/>
    <w:rsid w:val="00534DF7"/>
    <w:rsid w:val="0053562A"/>
    <w:rsid w:val="005362CD"/>
    <w:rsid w:val="00536450"/>
    <w:rsid w:val="00536917"/>
    <w:rsid w:val="00536B2F"/>
    <w:rsid w:val="00537922"/>
    <w:rsid w:val="00537C9D"/>
    <w:rsid w:val="00540727"/>
    <w:rsid w:val="00541A0A"/>
    <w:rsid w:val="005440A7"/>
    <w:rsid w:val="0054439C"/>
    <w:rsid w:val="00546808"/>
    <w:rsid w:val="00547093"/>
    <w:rsid w:val="0054752F"/>
    <w:rsid w:val="00547E18"/>
    <w:rsid w:val="005506FE"/>
    <w:rsid w:val="00550937"/>
    <w:rsid w:val="00550A4C"/>
    <w:rsid w:val="00550AA5"/>
    <w:rsid w:val="00552019"/>
    <w:rsid w:val="0055241F"/>
    <w:rsid w:val="005541AC"/>
    <w:rsid w:val="00556F4D"/>
    <w:rsid w:val="00557658"/>
    <w:rsid w:val="005617AB"/>
    <w:rsid w:val="00561BC0"/>
    <w:rsid w:val="00563C99"/>
    <w:rsid w:val="00563D3F"/>
    <w:rsid w:val="00564FBB"/>
    <w:rsid w:val="00565108"/>
    <w:rsid w:val="005661A6"/>
    <w:rsid w:val="0057108D"/>
    <w:rsid w:val="00574372"/>
    <w:rsid w:val="00575258"/>
    <w:rsid w:val="00580B52"/>
    <w:rsid w:val="005811FF"/>
    <w:rsid w:val="00581407"/>
    <w:rsid w:val="005819DE"/>
    <w:rsid w:val="00581A8F"/>
    <w:rsid w:val="00583633"/>
    <w:rsid w:val="005860D5"/>
    <w:rsid w:val="005901EC"/>
    <w:rsid w:val="00590AA8"/>
    <w:rsid w:val="00591533"/>
    <w:rsid w:val="005921FD"/>
    <w:rsid w:val="00593A8E"/>
    <w:rsid w:val="00595349"/>
    <w:rsid w:val="0059560D"/>
    <w:rsid w:val="00595666"/>
    <w:rsid w:val="005977E4"/>
    <w:rsid w:val="00597BAB"/>
    <w:rsid w:val="005A01CA"/>
    <w:rsid w:val="005A01DC"/>
    <w:rsid w:val="005A1B0E"/>
    <w:rsid w:val="005A45B7"/>
    <w:rsid w:val="005A4F21"/>
    <w:rsid w:val="005B22D0"/>
    <w:rsid w:val="005B31EB"/>
    <w:rsid w:val="005B4DC9"/>
    <w:rsid w:val="005C0126"/>
    <w:rsid w:val="005C194B"/>
    <w:rsid w:val="005C294D"/>
    <w:rsid w:val="005C40F3"/>
    <w:rsid w:val="005C5A6C"/>
    <w:rsid w:val="005C60AF"/>
    <w:rsid w:val="005C67A2"/>
    <w:rsid w:val="005C6A6E"/>
    <w:rsid w:val="005D2E5C"/>
    <w:rsid w:val="005D3FEC"/>
    <w:rsid w:val="005D4427"/>
    <w:rsid w:val="005D444E"/>
    <w:rsid w:val="005D702A"/>
    <w:rsid w:val="005E0484"/>
    <w:rsid w:val="005E0B65"/>
    <w:rsid w:val="005E162C"/>
    <w:rsid w:val="005E2F88"/>
    <w:rsid w:val="005E6C11"/>
    <w:rsid w:val="005E6DE5"/>
    <w:rsid w:val="005E7315"/>
    <w:rsid w:val="005E7F79"/>
    <w:rsid w:val="005F092E"/>
    <w:rsid w:val="005F0938"/>
    <w:rsid w:val="005F3015"/>
    <w:rsid w:val="005F30AA"/>
    <w:rsid w:val="005F3ACD"/>
    <w:rsid w:val="005F525C"/>
    <w:rsid w:val="006009A8"/>
    <w:rsid w:val="00600B53"/>
    <w:rsid w:val="00601150"/>
    <w:rsid w:val="00602B9B"/>
    <w:rsid w:val="00604B0E"/>
    <w:rsid w:val="00605B3E"/>
    <w:rsid w:val="00607495"/>
    <w:rsid w:val="00607A34"/>
    <w:rsid w:val="00607E0C"/>
    <w:rsid w:val="006109C4"/>
    <w:rsid w:val="0061187D"/>
    <w:rsid w:val="006159EB"/>
    <w:rsid w:val="006200A0"/>
    <w:rsid w:val="00621927"/>
    <w:rsid w:val="006225A4"/>
    <w:rsid w:val="00623A70"/>
    <w:rsid w:val="006248D6"/>
    <w:rsid w:val="006248DB"/>
    <w:rsid w:val="006248EA"/>
    <w:rsid w:val="0062574B"/>
    <w:rsid w:val="006260CA"/>
    <w:rsid w:val="00626C7F"/>
    <w:rsid w:val="00627D61"/>
    <w:rsid w:val="00632190"/>
    <w:rsid w:val="006355CF"/>
    <w:rsid w:val="00640167"/>
    <w:rsid w:val="006424AA"/>
    <w:rsid w:val="00642E78"/>
    <w:rsid w:val="00642EE1"/>
    <w:rsid w:val="00644309"/>
    <w:rsid w:val="00646F73"/>
    <w:rsid w:val="00647A04"/>
    <w:rsid w:val="0065052B"/>
    <w:rsid w:val="00653D3F"/>
    <w:rsid w:val="00655700"/>
    <w:rsid w:val="00655C13"/>
    <w:rsid w:val="006610E8"/>
    <w:rsid w:val="0066199A"/>
    <w:rsid w:val="0066595E"/>
    <w:rsid w:val="00665A63"/>
    <w:rsid w:val="00667355"/>
    <w:rsid w:val="00667628"/>
    <w:rsid w:val="00670501"/>
    <w:rsid w:val="00670CDC"/>
    <w:rsid w:val="00671E8A"/>
    <w:rsid w:val="00673950"/>
    <w:rsid w:val="006811F2"/>
    <w:rsid w:val="00682736"/>
    <w:rsid w:val="00683C14"/>
    <w:rsid w:val="0068430A"/>
    <w:rsid w:val="00684E86"/>
    <w:rsid w:val="0068548E"/>
    <w:rsid w:val="0068671E"/>
    <w:rsid w:val="006878B5"/>
    <w:rsid w:val="00687CC1"/>
    <w:rsid w:val="00690B35"/>
    <w:rsid w:val="00691DF6"/>
    <w:rsid w:val="006931F0"/>
    <w:rsid w:val="006949CC"/>
    <w:rsid w:val="00694BCB"/>
    <w:rsid w:val="00695E64"/>
    <w:rsid w:val="006965A8"/>
    <w:rsid w:val="00697AE9"/>
    <w:rsid w:val="00697EAF"/>
    <w:rsid w:val="006A03A9"/>
    <w:rsid w:val="006A1376"/>
    <w:rsid w:val="006A138C"/>
    <w:rsid w:val="006A3BA2"/>
    <w:rsid w:val="006A518A"/>
    <w:rsid w:val="006A5863"/>
    <w:rsid w:val="006A5D49"/>
    <w:rsid w:val="006A696F"/>
    <w:rsid w:val="006B0D38"/>
    <w:rsid w:val="006B1429"/>
    <w:rsid w:val="006B28C9"/>
    <w:rsid w:val="006B34DB"/>
    <w:rsid w:val="006B3BB2"/>
    <w:rsid w:val="006B41DB"/>
    <w:rsid w:val="006B7D14"/>
    <w:rsid w:val="006C079A"/>
    <w:rsid w:val="006C2217"/>
    <w:rsid w:val="006C2692"/>
    <w:rsid w:val="006C2E8D"/>
    <w:rsid w:val="006C3758"/>
    <w:rsid w:val="006C55CE"/>
    <w:rsid w:val="006C5C4F"/>
    <w:rsid w:val="006D1DAB"/>
    <w:rsid w:val="006D2BB2"/>
    <w:rsid w:val="006D3B73"/>
    <w:rsid w:val="006D4873"/>
    <w:rsid w:val="006D4E96"/>
    <w:rsid w:val="006D6EF9"/>
    <w:rsid w:val="006E19D0"/>
    <w:rsid w:val="006E2160"/>
    <w:rsid w:val="006E2837"/>
    <w:rsid w:val="006E5EFC"/>
    <w:rsid w:val="006E73B6"/>
    <w:rsid w:val="006E7CD4"/>
    <w:rsid w:val="006F0ACD"/>
    <w:rsid w:val="006F132C"/>
    <w:rsid w:val="006F28EF"/>
    <w:rsid w:val="006F3654"/>
    <w:rsid w:val="006F42F9"/>
    <w:rsid w:val="006F71A0"/>
    <w:rsid w:val="006F7DFB"/>
    <w:rsid w:val="006F7F69"/>
    <w:rsid w:val="007018D6"/>
    <w:rsid w:val="00706775"/>
    <w:rsid w:val="00707014"/>
    <w:rsid w:val="0071296B"/>
    <w:rsid w:val="00712AF2"/>
    <w:rsid w:val="00713165"/>
    <w:rsid w:val="00714300"/>
    <w:rsid w:val="007159C8"/>
    <w:rsid w:val="007210DF"/>
    <w:rsid w:val="00722678"/>
    <w:rsid w:val="00725019"/>
    <w:rsid w:val="007250DA"/>
    <w:rsid w:val="00725D6F"/>
    <w:rsid w:val="00731866"/>
    <w:rsid w:val="00732084"/>
    <w:rsid w:val="00733015"/>
    <w:rsid w:val="007342FB"/>
    <w:rsid w:val="0074221B"/>
    <w:rsid w:val="00742458"/>
    <w:rsid w:val="00742DEB"/>
    <w:rsid w:val="007462DF"/>
    <w:rsid w:val="007468F3"/>
    <w:rsid w:val="0074731B"/>
    <w:rsid w:val="00751749"/>
    <w:rsid w:val="00752052"/>
    <w:rsid w:val="00752502"/>
    <w:rsid w:val="007532E8"/>
    <w:rsid w:val="0075562C"/>
    <w:rsid w:val="00756BC1"/>
    <w:rsid w:val="0075754F"/>
    <w:rsid w:val="00761854"/>
    <w:rsid w:val="007675A8"/>
    <w:rsid w:val="00767827"/>
    <w:rsid w:val="00770C78"/>
    <w:rsid w:val="007711CC"/>
    <w:rsid w:val="007715AF"/>
    <w:rsid w:val="00773653"/>
    <w:rsid w:val="0077480B"/>
    <w:rsid w:val="00777787"/>
    <w:rsid w:val="00782F16"/>
    <w:rsid w:val="00783689"/>
    <w:rsid w:val="00784138"/>
    <w:rsid w:val="00785048"/>
    <w:rsid w:val="00785526"/>
    <w:rsid w:val="007874E0"/>
    <w:rsid w:val="00790C57"/>
    <w:rsid w:val="00791161"/>
    <w:rsid w:val="00794175"/>
    <w:rsid w:val="0079604A"/>
    <w:rsid w:val="00796F9D"/>
    <w:rsid w:val="007977FF"/>
    <w:rsid w:val="007A1320"/>
    <w:rsid w:val="007A2FD7"/>
    <w:rsid w:val="007A3FC7"/>
    <w:rsid w:val="007A4D13"/>
    <w:rsid w:val="007A4FBC"/>
    <w:rsid w:val="007B02B6"/>
    <w:rsid w:val="007B0A1A"/>
    <w:rsid w:val="007B1282"/>
    <w:rsid w:val="007B1FAA"/>
    <w:rsid w:val="007B3CCB"/>
    <w:rsid w:val="007B44C2"/>
    <w:rsid w:val="007B5390"/>
    <w:rsid w:val="007B55EE"/>
    <w:rsid w:val="007B594B"/>
    <w:rsid w:val="007B685E"/>
    <w:rsid w:val="007B7ECC"/>
    <w:rsid w:val="007C1E44"/>
    <w:rsid w:val="007C333E"/>
    <w:rsid w:val="007C37DE"/>
    <w:rsid w:val="007C4976"/>
    <w:rsid w:val="007C4ED1"/>
    <w:rsid w:val="007C7413"/>
    <w:rsid w:val="007D0DBA"/>
    <w:rsid w:val="007D1E32"/>
    <w:rsid w:val="007D29F2"/>
    <w:rsid w:val="007D52DE"/>
    <w:rsid w:val="007D74BC"/>
    <w:rsid w:val="007D794F"/>
    <w:rsid w:val="007E4AB7"/>
    <w:rsid w:val="007E4B0E"/>
    <w:rsid w:val="007E62D1"/>
    <w:rsid w:val="007E6B53"/>
    <w:rsid w:val="007F0F59"/>
    <w:rsid w:val="007F1DCD"/>
    <w:rsid w:val="007F59CB"/>
    <w:rsid w:val="0080227E"/>
    <w:rsid w:val="008065F9"/>
    <w:rsid w:val="00806907"/>
    <w:rsid w:val="00806EA1"/>
    <w:rsid w:val="0081179B"/>
    <w:rsid w:val="008129D9"/>
    <w:rsid w:val="00814C00"/>
    <w:rsid w:val="008156F1"/>
    <w:rsid w:val="00815CCA"/>
    <w:rsid w:val="00817176"/>
    <w:rsid w:val="0082118B"/>
    <w:rsid w:val="0082145C"/>
    <w:rsid w:val="008220ED"/>
    <w:rsid w:val="0082340A"/>
    <w:rsid w:val="00823D79"/>
    <w:rsid w:val="0082489C"/>
    <w:rsid w:val="00827364"/>
    <w:rsid w:val="008278C4"/>
    <w:rsid w:val="0082795F"/>
    <w:rsid w:val="00827E8E"/>
    <w:rsid w:val="00830F88"/>
    <w:rsid w:val="00835DD8"/>
    <w:rsid w:val="00837002"/>
    <w:rsid w:val="0083706A"/>
    <w:rsid w:val="00841D84"/>
    <w:rsid w:val="008439B4"/>
    <w:rsid w:val="008451FB"/>
    <w:rsid w:val="00845340"/>
    <w:rsid w:val="00853221"/>
    <w:rsid w:val="00853732"/>
    <w:rsid w:val="008549CC"/>
    <w:rsid w:val="00854C43"/>
    <w:rsid w:val="00854F34"/>
    <w:rsid w:val="00862FDF"/>
    <w:rsid w:val="0086373C"/>
    <w:rsid w:val="0086522B"/>
    <w:rsid w:val="00867C38"/>
    <w:rsid w:val="00871C3B"/>
    <w:rsid w:val="0087784B"/>
    <w:rsid w:val="00877BC3"/>
    <w:rsid w:val="008805F3"/>
    <w:rsid w:val="008806F5"/>
    <w:rsid w:val="0088084C"/>
    <w:rsid w:val="00881C96"/>
    <w:rsid w:val="00882292"/>
    <w:rsid w:val="0088309B"/>
    <w:rsid w:val="0088385C"/>
    <w:rsid w:val="00884C1C"/>
    <w:rsid w:val="00884F6A"/>
    <w:rsid w:val="0088527A"/>
    <w:rsid w:val="00885C2D"/>
    <w:rsid w:val="0088682E"/>
    <w:rsid w:val="00890952"/>
    <w:rsid w:val="00891A5C"/>
    <w:rsid w:val="00891CCE"/>
    <w:rsid w:val="00893C43"/>
    <w:rsid w:val="008950B6"/>
    <w:rsid w:val="00895407"/>
    <w:rsid w:val="0089567B"/>
    <w:rsid w:val="00895778"/>
    <w:rsid w:val="008975C7"/>
    <w:rsid w:val="008976FB"/>
    <w:rsid w:val="008A1C66"/>
    <w:rsid w:val="008A3D9E"/>
    <w:rsid w:val="008A57F4"/>
    <w:rsid w:val="008A6010"/>
    <w:rsid w:val="008A6262"/>
    <w:rsid w:val="008B0233"/>
    <w:rsid w:val="008B0234"/>
    <w:rsid w:val="008B109C"/>
    <w:rsid w:val="008B1480"/>
    <w:rsid w:val="008B2B2B"/>
    <w:rsid w:val="008B3869"/>
    <w:rsid w:val="008B42E7"/>
    <w:rsid w:val="008B51F2"/>
    <w:rsid w:val="008B663E"/>
    <w:rsid w:val="008C047C"/>
    <w:rsid w:val="008C11D6"/>
    <w:rsid w:val="008C29E5"/>
    <w:rsid w:val="008C2D95"/>
    <w:rsid w:val="008C32DE"/>
    <w:rsid w:val="008C3927"/>
    <w:rsid w:val="008C6001"/>
    <w:rsid w:val="008C7FCF"/>
    <w:rsid w:val="008D0220"/>
    <w:rsid w:val="008D3723"/>
    <w:rsid w:val="008D3F60"/>
    <w:rsid w:val="008D3F9E"/>
    <w:rsid w:val="008D5B83"/>
    <w:rsid w:val="008D5D4E"/>
    <w:rsid w:val="008D6DCF"/>
    <w:rsid w:val="008D7CD9"/>
    <w:rsid w:val="008E29DD"/>
    <w:rsid w:val="008E3295"/>
    <w:rsid w:val="008E3E7A"/>
    <w:rsid w:val="008E4301"/>
    <w:rsid w:val="008E7417"/>
    <w:rsid w:val="008E774E"/>
    <w:rsid w:val="008F06AB"/>
    <w:rsid w:val="008F2636"/>
    <w:rsid w:val="008F38A8"/>
    <w:rsid w:val="008F6728"/>
    <w:rsid w:val="009002BD"/>
    <w:rsid w:val="00900A48"/>
    <w:rsid w:val="0090155B"/>
    <w:rsid w:val="009032C1"/>
    <w:rsid w:val="00911960"/>
    <w:rsid w:val="00911EC6"/>
    <w:rsid w:val="00912341"/>
    <w:rsid w:val="00912F70"/>
    <w:rsid w:val="00916204"/>
    <w:rsid w:val="00916A41"/>
    <w:rsid w:val="00916D29"/>
    <w:rsid w:val="0092020E"/>
    <w:rsid w:val="00920FDD"/>
    <w:rsid w:val="009210EB"/>
    <w:rsid w:val="0092111E"/>
    <w:rsid w:val="00922163"/>
    <w:rsid w:val="00923F3B"/>
    <w:rsid w:val="00925808"/>
    <w:rsid w:val="009300CC"/>
    <w:rsid w:val="0093192D"/>
    <w:rsid w:val="009326AB"/>
    <w:rsid w:val="009326BF"/>
    <w:rsid w:val="00934BB8"/>
    <w:rsid w:val="009354AA"/>
    <w:rsid w:val="00936B23"/>
    <w:rsid w:val="00942810"/>
    <w:rsid w:val="009439EB"/>
    <w:rsid w:val="00944424"/>
    <w:rsid w:val="00945BA4"/>
    <w:rsid w:val="00947CD2"/>
    <w:rsid w:val="00950F00"/>
    <w:rsid w:val="00951100"/>
    <w:rsid w:val="0095233F"/>
    <w:rsid w:val="0095365C"/>
    <w:rsid w:val="0095645A"/>
    <w:rsid w:val="009605C3"/>
    <w:rsid w:val="009616C9"/>
    <w:rsid w:val="0096195C"/>
    <w:rsid w:val="009628A6"/>
    <w:rsid w:val="009636E7"/>
    <w:rsid w:val="00963AD1"/>
    <w:rsid w:val="009663EB"/>
    <w:rsid w:val="00967B12"/>
    <w:rsid w:val="00967B9A"/>
    <w:rsid w:val="00971D72"/>
    <w:rsid w:val="00973F2C"/>
    <w:rsid w:val="0097491D"/>
    <w:rsid w:val="009766B3"/>
    <w:rsid w:val="00976BA5"/>
    <w:rsid w:val="00976E59"/>
    <w:rsid w:val="00977122"/>
    <w:rsid w:val="0097715F"/>
    <w:rsid w:val="009774CF"/>
    <w:rsid w:val="00981CA2"/>
    <w:rsid w:val="009828A6"/>
    <w:rsid w:val="00984804"/>
    <w:rsid w:val="00990AAD"/>
    <w:rsid w:val="009911D1"/>
    <w:rsid w:val="00991D97"/>
    <w:rsid w:val="00991EE7"/>
    <w:rsid w:val="00992154"/>
    <w:rsid w:val="00992F49"/>
    <w:rsid w:val="009968AE"/>
    <w:rsid w:val="009A1C27"/>
    <w:rsid w:val="009A1E84"/>
    <w:rsid w:val="009A203B"/>
    <w:rsid w:val="009A406B"/>
    <w:rsid w:val="009A4260"/>
    <w:rsid w:val="009A43E3"/>
    <w:rsid w:val="009A4B14"/>
    <w:rsid w:val="009B0E1B"/>
    <w:rsid w:val="009B1237"/>
    <w:rsid w:val="009B160B"/>
    <w:rsid w:val="009B21DD"/>
    <w:rsid w:val="009B517D"/>
    <w:rsid w:val="009B533D"/>
    <w:rsid w:val="009B54C0"/>
    <w:rsid w:val="009C14C5"/>
    <w:rsid w:val="009C3F6C"/>
    <w:rsid w:val="009C40F6"/>
    <w:rsid w:val="009C4402"/>
    <w:rsid w:val="009C5513"/>
    <w:rsid w:val="009C5E68"/>
    <w:rsid w:val="009C6A98"/>
    <w:rsid w:val="009C6ABB"/>
    <w:rsid w:val="009C7A6B"/>
    <w:rsid w:val="009D0769"/>
    <w:rsid w:val="009D0A67"/>
    <w:rsid w:val="009D15BE"/>
    <w:rsid w:val="009D2174"/>
    <w:rsid w:val="009D48D6"/>
    <w:rsid w:val="009D5B27"/>
    <w:rsid w:val="009D665A"/>
    <w:rsid w:val="009D68C3"/>
    <w:rsid w:val="009D7B45"/>
    <w:rsid w:val="009E1D1E"/>
    <w:rsid w:val="009E27A2"/>
    <w:rsid w:val="009E4D42"/>
    <w:rsid w:val="009E4E87"/>
    <w:rsid w:val="009E5F8A"/>
    <w:rsid w:val="009E6079"/>
    <w:rsid w:val="009E71FB"/>
    <w:rsid w:val="009F1B1D"/>
    <w:rsid w:val="00A006FC"/>
    <w:rsid w:val="00A02E18"/>
    <w:rsid w:val="00A0317A"/>
    <w:rsid w:val="00A033FD"/>
    <w:rsid w:val="00A035EE"/>
    <w:rsid w:val="00A05A78"/>
    <w:rsid w:val="00A05D36"/>
    <w:rsid w:val="00A12A27"/>
    <w:rsid w:val="00A16B78"/>
    <w:rsid w:val="00A16C5C"/>
    <w:rsid w:val="00A215EA"/>
    <w:rsid w:val="00A22BC9"/>
    <w:rsid w:val="00A23346"/>
    <w:rsid w:val="00A257D1"/>
    <w:rsid w:val="00A259C4"/>
    <w:rsid w:val="00A26E39"/>
    <w:rsid w:val="00A2737C"/>
    <w:rsid w:val="00A32366"/>
    <w:rsid w:val="00A33CEE"/>
    <w:rsid w:val="00A340A2"/>
    <w:rsid w:val="00A3627A"/>
    <w:rsid w:val="00A37D24"/>
    <w:rsid w:val="00A45038"/>
    <w:rsid w:val="00A468B2"/>
    <w:rsid w:val="00A47B30"/>
    <w:rsid w:val="00A51005"/>
    <w:rsid w:val="00A521D6"/>
    <w:rsid w:val="00A53634"/>
    <w:rsid w:val="00A5603C"/>
    <w:rsid w:val="00A56243"/>
    <w:rsid w:val="00A56308"/>
    <w:rsid w:val="00A563FC"/>
    <w:rsid w:val="00A56DFE"/>
    <w:rsid w:val="00A609B4"/>
    <w:rsid w:val="00A63676"/>
    <w:rsid w:val="00A644F4"/>
    <w:rsid w:val="00A65DAB"/>
    <w:rsid w:val="00A66B1A"/>
    <w:rsid w:val="00A70C5E"/>
    <w:rsid w:val="00A7127A"/>
    <w:rsid w:val="00A71944"/>
    <w:rsid w:val="00A71A60"/>
    <w:rsid w:val="00A7250F"/>
    <w:rsid w:val="00A7685A"/>
    <w:rsid w:val="00A76968"/>
    <w:rsid w:val="00A76CB1"/>
    <w:rsid w:val="00A82ABD"/>
    <w:rsid w:val="00A833D3"/>
    <w:rsid w:val="00A83439"/>
    <w:rsid w:val="00A8408F"/>
    <w:rsid w:val="00A90908"/>
    <w:rsid w:val="00A93020"/>
    <w:rsid w:val="00A9438E"/>
    <w:rsid w:val="00A948E1"/>
    <w:rsid w:val="00A95132"/>
    <w:rsid w:val="00A96C4B"/>
    <w:rsid w:val="00A9792A"/>
    <w:rsid w:val="00AA37DE"/>
    <w:rsid w:val="00AA3DB6"/>
    <w:rsid w:val="00AA416E"/>
    <w:rsid w:val="00AA43B9"/>
    <w:rsid w:val="00AA63DA"/>
    <w:rsid w:val="00AA66DE"/>
    <w:rsid w:val="00AB089A"/>
    <w:rsid w:val="00AB0922"/>
    <w:rsid w:val="00AB2253"/>
    <w:rsid w:val="00AC0A6E"/>
    <w:rsid w:val="00AC0CD2"/>
    <w:rsid w:val="00AC4466"/>
    <w:rsid w:val="00AC4D49"/>
    <w:rsid w:val="00AC5730"/>
    <w:rsid w:val="00AC5C9F"/>
    <w:rsid w:val="00AC5F4C"/>
    <w:rsid w:val="00AD6D7E"/>
    <w:rsid w:val="00AE02B7"/>
    <w:rsid w:val="00AE1E12"/>
    <w:rsid w:val="00AE250E"/>
    <w:rsid w:val="00AE27DA"/>
    <w:rsid w:val="00AE319D"/>
    <w:rsid w:val="00AE3778"/>
    <w:rsid w:val="00AE78DB"/>
    <w:rsid w:val="00AF1A4E"/>
    <w:rsid w:val="00AF1A91"/>
    <w:rsid w:val="00AF20AB"/>
    <w:rsid w:val="00AF72E6"/>
    <w:rsid w:val="00AF7858"/>
    <w:rsid w:val="00B03171"/>
    <w:rsid w:val="00B067CD"/>
    <w:rsid w:val="00B068C8"/>
    <w:rsid w:val="00B07216"/>
    <w:rsid w:val="00B07414"/>
    <w:rsid w:val="00B10855"/>
    <w:rsid w:val="00B13D03"/>
    <w:rsid w:val="00B14CFB"/>
    <w:rsid w:val="00B15F73"/>
    <w:rsid w:val="00B161D5"/>
    <w:rsid w:val="00B1739F"/>
    <w:rsid w:val="00B20886"/>
    <w:rsid w:val="00B21680"/>
    <w:rsid w:val="00B23482"/>
    <w:rsid w:val="00B255B8"/>
    <w:rsid w:val="00B255CE"/>
    <w:rsid w:val="00B261E6"/>
    <w:rsid w:val="00B27765"/>
    <w:rsid w:val="00B27D83"/>
    <w:rsid w:val="00B30D7E"/>
    <w:rsid w:val="00B321B4"/>
    <w:rsid w:val="00B334BD"/>
    <w:rsid w:val="00B35C84"/>
    <w:rsid w:val="00B3687D"/>
    <w:rsid w:val="00B41D6B"/>
    <w:rsid w:val="00B41EAE"/>
    <w:rsid w:val="00B43ADC"/>
    <w:rsid w:val="00B45DA9"/>
    <w:rsid w:val="00B46594"/>
    <w:rsid w:val="00B53077"/>
    <w:rsid w:val="00B5392C"/>
    <w:rsid w:val="00B5418C"/>
    <w:rsid w:val="00B55D24"/>
    <w:rsid w:val="00B56365"/>
    <w:rsid w:val="00B57998"/>
    <w:rsid w:val="00B57AC7"/>
    <w:rsid w:val="00B62E61"/>
    <w:rsid w:val="00B640C9"/>
    <w:rsid w:val="00B64C3A"/>
    <w:rsid w:val="00B67F93"/>
    <w:rsid w:val="00B70CC3"/>
    <w:rsid w:val="00B72A49"/>
    <w:rsid w:val="00B73134"/>
    <w:rsid w:val="00B73C8F"/>
    <w:rsid w:val="00B76E37"/>
    <w:rsid w:val="00B7770C"/>
    <w:rsid w:val="00B80320"/>
    <w:rsid w:val="00B80F40"/>
    <w:rsid w:val="00B80FCD"/>
    <w:rsid w:val="00B81777"/>
    <w:rsid w:val="00B82A87"/>
    <w:rsid w:val="00B8308D"/>
    <w:rsid w:val="00B840DE"/>
    <w:rsid w:val="00B843FC"/>
    <w:rsid w:val="00B90180"/>
    <w:rsid w:val="00B90D8B"/>
    <w:rsid w:val="00B911FE"/>
    <w:rsid w:val="00B91961"/>
    <w:rsid w:val="00B92B70"/>
    <w:rsid w:val="00B9321E"/>
    <w:rsid w:val="00B947B9"/>
    <w:rsid w:val="00BA1476"/>
    <w:rsid w:val="00BA3050"/>
    <w:rsid w:val="00BA46A6"/>
    <w:rsid w:val="00BA4F9E"/>
    <w:rsid w:val="00BA50A0"/>
    <w:rsid w:val="00BA5800"/>
    <w:rsid w:val="00BA6C99"/>
    <w:rsid w:val="00BA7352"/>
    <w:rsid w:val="00BB114B"/>
    <w:rsid w:val="00BB2E21"/>
    <w:rsid w:val="00BB408A"/>
    <w:rsid w:val="00BB50DA"/>
    <w:rsid w:val="00BB5926"/>
    <w:rsid w:val="00BC089F"/>
    <w:rsid w:val="00BD187D"/>
    <w:rsid w:val="00BD1938"/>
    <w:rsid w:val="00BD5734"/>
    <w:rsid w:val="00BD6176"/>
    <w:rsid w:val="00BD6F3F"/>
    <w:rsid w:val="00BD7706"/>
    <w:rsid w:val="00BE06C2"/>
    <w:rsid w:val="00BE2E66"/>
    <w:rsid w:val="00BE351A"/>
    <w:rsid w:val="00BE5370"/>
    <w:rsid w:val="00BE5B4B"/>
    <w:rsid w:val="00BF14EA"/>
    <w:rsid w:val="00BF26D5"/>
    <w:rsid w:val="00BF2B10"/>
    <w:rsid w:val="00BF582B"/>
    <w:rsid w:val="00BF667B"/>
    <w:rsid w:val="00BF727F"/>
    <w:rsid w:val="00BF7322"/>
    <w:rsid w:val="00C01943"/>
    <w:rsid w:val="00C03198"/>
    <w:rsid w:val="00C04152"/>
    <w:rsid w:val="00C053AE"/>
    <w:rsid w:val="00C10A80"/>
    <w:rsid w:val="00C13FD5"/>
    <w:rsid w:val="00C15631"/>
    <w:rsid w:val="00C16C48"/>
    <w:rsid w:val="00C1713F"/>
    <w:rsid w:val="00C20A03"/>
    <w:rsid w:val="00C21496"/>
    <w:rsid w:val="00C26B68"/>
    <w:rsid w:val="00C2799C"/>
    <w:rsid w:val="00C301A0"/>
    <w:rsid w:val="00C30B4C"/>
    <w:rsid w:val="00C322E2"/>
    <w:rsid w:val="00C339A9"/>
    <w:rsid w:val="00C34ABB"/>
    <w:rsid w:val="00C37609"/>
    <w:rsid w:val="00C410E7"/>
    <w:rsid w:val="00C41348"/>
    <w:rsid w:val="00C41BB3"/>
    <w:rsid w:val="00C43D57"/>
    <w:rsid w:val="00C52224"/>
    <w:rsid w:val="00C5336B"/>
    <w:rsid w:val="00C533B1"/>
    <w:rsid w:val="00C53C4D"/>
    <w:rsid w:val="00C55350"/>
    <w:rsid w:val="00C55BA7"/>
    <w:rsid w:val="00C55F0F"/>
    <w:rsid w:val="00C56303"/>
    <w:rsid w:val="00C566F1"/>
    <w:rsid w:val="00C57B5E"/>
    <w:rsid w:val="00C62D58"/>
    <w:rsid w:val="00C6307A"/>
    <w:rsid w:val="00C63CD2"/>
    <w:rsid w:val="00C65A75"/>
    <w:rsid w:val="00C70F20"/>
    <w:rsid w:val="00C7136B"/>
    <w:rsid w:val="00C7277F"/>
    <w:rsid w:val="00C72943"/>
    <w:rsid w:val="00C73B79"/>
    <w:rsid w:val="00C74134"/>
    <w:rsid w:val="00C764B6"/>
    <w:rsid w:val="00C7658E"/>
    <w:rsid w:val="00C80C9E"/>
    <w:rsid w:val="00C81CAA"/>
    <w:rsid w:val="00C824FA"/>
    <w:rsid w:val="00C865FE"/>
    <w:rsid w:val="00C8695A"/>
    <w:rsid w:val="00C87F25"/>
    <w:rsid w:val="00C90A95"/>
    <w:rsid w:val="00C91023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49B"/>
    <w:rsid w:val="00CA4038"/>
    <w:rsid w:val="00CA57B0"/>
    <w:rsid w:val="00CA5AB4"/>
    <w:rsid w:val="00CA5E1A"/>
    <w:rsid w:val="00CA6298"/>
    <w:rsid w:val="00CB000A"/>
    <w:rsid w:val="00CB2EF1"/>
    <w:rsid w:val="00CB349A"/>
    <w:rsid w:val="00CB4601"/>
    <w:rsid w:val="00CB69CD"/>
    <w:rsid w:val="00CC0708"/>
    <w:rsid w:val="00CC109F"/>
    <w:rsid w:val="00CC1798"/>
    <w:rsid w:val="00CC467F"/>
    <w:rsid w:val="00CC49E4"/>
    <w:rsid w:val="00CC64DC"/>
    <w:rsid w:val="00CD0314"/>
    <w:rsid w:val="00CD15B8"/>
    <w:rsid w:val="00CD1C67"/>
    <w:rsid w:val="00CD2EF4"/>
    <w:rsid w:val="00CD6FFE"/>
    <w:rsid w:val="00CE0FCD"/>
    <w:rsid w:val="00CE1ECB"/>
    <w:rsid w:val="00CE2FFD"/>
    <w:rsid w:val="00CE30D7"/>
    <w:rsid w:val="00CE4D79"/>
    <w:rsid w:val="00CE714F"/>
    <w:rsid w:val="00CF0A95"/>
    <w:rsid w:val="00CF3FAD"/>
    <w:rsid w:val="00CF731B"/>
    <w:rsid w:val="00D00CA7"/>
    <w:rsid w:val="00D01B43"/>
    <w:rsid w:val="00D0294D"/>
    <w:rsid w:val="00D04560"/>
    <w:rsid w:val="00D0537F"/>
    <w:rsid w:val="00D05F43"/>
    <w:rsid w:val="00D063EE"/>
    <w:rsid w:val="00D067BF"/>
    <w:rsid w:val="00D11E5C"/>
    <w:rsid w:val="00D12316"/>
    <w:rsid w:val="00D172CA"/>
    <w:rsid w:val="00D2182A"/>
    <w:rsid w:val="00D241D6"/>
    <w:rsid w:val="00D25484"/>
    <w:rsid w:val="00D2568C"/>
    <w:rsid w:val="00D2606D"/>
    <w:rsid w:val="00D2616A"/>
    <w:rsid w:val="00D26886"/>
    <w:rsid w:val="00D302E9"/>
    <w:rsid w:val="00D306F8"/>
    <w:rsid w:val="00D315CC"/>
    <w:rsid w:val="00D32964"/>
    <w:rsid w:val="00D334A1"/>
    <w:rsid w:val="00D37700"/>
    <w:rsid w:val="00D37871"/>
    <w:rsid w:val="00D37D2F"/>
    <w:rsid w:val="00D4232E"/>
    <w:rsid w:val="00D4283E"/>
    <w:rsid w:val="00D4304C"/>
    <w:rsid w:val="00D43764"/>
    <w:rsid w:val="00D44C89"/>
    <w:rsid w:val="00D45414"/>
    <w:rsid w:val="00D459E6"/>
    <w:rsid w:val="00D46720"/>
    <w:rsid w:val="00D46929"/>
    <w:rsid w:val="00D46AF9"/>
    <w:rsid w:val="00D519AD"/>
    <w:rsid w:val="00D52A52"/>
    <w:rsid w:val="00D55E66"/>
    <w:rsid w:val="00D5636D"/>
    <w:rsid w:val="00D610CC"/>
    <w:rsid w:val="00D61215"/>
    <w:rsid w:val="00D61F6B"/>
    <w:rsid w:val="00D6622D"/>
    <w:rsid w:val="00D667DF"/>
    <w:rsid w:val="00D6744B"/>
    <w:rsid w:val="00D67D77"/>
    <w:rsid w:val="00D705BC"/>
    <w:rsid w:val="00D71EB0"/>
    <w:rsid w:val="00D7350C"/>
    <w:rsid w:val="00D7385B"/>
    <w:rsid w:val="00D75D56"/>
    <w:rsid w:val="00D802EA"/>
    <w:rsid w:val="00D81692"/>
    <w:rsid w:val="00D86135"/>
    <w:rsid w:val="00D86E6F"/>
    <w:rsid w:val="00D872CD"/>
    <w:rsid w:val="00D87541"/>
    <w:rsid w:val="00D9005B"/>
    <w:rsid w:val="00D94648"/>
    <w:rsid w:val="00D963D6"/>
    <w:rsid w:val="00DA12C1"/>
    <w:rsid w:val="00DA18EC"/>
    <w:rsid w:val="00DA26D6"/>
    <w:rsid w:val="00DA2BFC"/>
    <w:rsid w:val="00DA2C10"/>
    <w:rsid w:val="00DA3395"/>
    <w:rsid w:val="00DA7DD3"/>
    <w:rsid w:val="00DB04AA"/>
    <w:rsid w:val="00DB1680"/>
    <w:rsid w:val="00DB2597"/>
    <w:rsid w:val="00DC04F7"/>
    <w:rsid w:val="00DC07D6"/>
    <w:rsid w:val="00DC12BB"/>
    <w:rsid w:val="00DC1C3F"/>
    <w:rsid w:val="00DC2BF6"/>
    <w:rsid w:val="00DC3094"/>
    <w:rsid w:val="00DC535C"/>
    <w:rsid w:val="00DD031A"/>
    <w:rsid w:val="00DD0677"/>
    <w:rsid w:val="00DD0AF5"/>
    <w:rsid w:val="00DD2639"/>
    <w:rsid w:val="00DD2E78"/>
    <w:rsid w:val="00DD5250"/>
    <w:rsid w:val="00DD5CE6"/>
    <w:rsid w:val="00DE15C1"/>
    <w:rsid w:val="00DE1634"/>
    <w:rsid w:val="00DE1E67"/>
    <w:rsid w:val="00DE4877"/>
    <w:rsid w:val="00DE56E9"/>
    <w:rsid w:val="00DE7428"/>
    <w:rsid w:val="00DF210D"/>
    <w:rsid w:val="00DF22DC"/>
    <w:rsid w:val="00DF2C69"/>
    <w:rsid w:val="00DF41AD"/>
    <w:rsid w:val="00E011D9"/>
    <w:rsid w:val="00E02F7E"/>
    <w:rsid w:val="00E05EBB"/>
    <w:rsid w:val="00E101FD"/>
    <w:rsid w:val="00E14CB7"/>
    <w:rsid w:val="00E2040F"/>
    <w:rsid w:val="00E2090C"/>
    <w:rsid w:val="00E31289"/>
    <w:rsid w:val="00E3140F"/>
    <w:rsid w:val="00E32E31"/>
    <w:rsid w:val="00E33948"/>
    <w:rsid w:val="00E36032"/>
    <w:rsid w:val="00E42746"/>
    <w:rsid w:val="00E44163"/>
    <w:rsid w:val="00E44768"/>
    <w:rsid w:val="00E450D4"/>
    <w:rsid w:val="00E454C4"/>
    <w:rsid w:val="00E458C3"/>
    <w:rsid w:val="00E466CB"/>
    <w:rsid w:val="00E47486"/>
    <w:rsid w:val="00E525DE"/>
    <w:rsid w:val="00E53C37"/>
    <w:rsid w:val="00E54855"/>
    <w:rsid w:val="00E54F1D"/>
    <w:rsid w:val="00E56E6A"/>
    <w:rsid w:val="00E57032"/>
    <w:rsid w:val="00E61244"/>
    <w:rsid w:val="00E616B4"/>
    <w:rsid w:val="00E6214B"/>
    <w:rsid w:val="00E66217"/>
    <w:rsid w:val="00E66689"/>
    <w:rsid w:val="00E67EE1"/>
    <w:rsid w:val="00E7262F"/>
    <w:rsid w:val="00E74CBD"/>
    <w:rsid w:val="00E76338"/>
    <w:rsid w:val="00E7726A"/>
    <w:rsid w:val="00E80036"/>
    <w:rsid w:val="00E812A4"/>
    <w:rsid w:val="00E83487"/>
    <w:rsid w:val="00E837D2"/>
    <w:rsid w:val="00E83E47"/>
    <w:rsid w:val="00E84280"/>
    <w:rsid w:val="00E8523C"/>
    <w:rsid w:val="00E85542"/>
    <w:rsid w:val="00E85E26"/>
    <w:rsid w:val="00E90436"/>
    <w:rsid w:val="00E911D0"/>
    <w:rsid w:val="00E91402"/>
    <w:rsid w:val="00E91E74"/>
    <w:rsid w:val="00E920A8"/>
    <w:rsid w:val="00E92B8D"/>
    <w:rsid w:val="00E9366C"/>
    <w:rsid w:val="00E94901"/>
    <w:rsid w:val="00E950A3"/>
    <w:rsid w:val="00E956DB"/>
    <w:rsid w:val="00EA1921"/>
    <w:rsid w:val="00EA1D9F"/>
    <w:rsid w:val="00EA270D"/>
    <w:rsid w:val="00EA3CFD"/>
    <w:rsid w:val="00EA4889"/>
    <w:rsid w:val="00EA4EFF"/>
    <w:rsid w:val="00EA6FBE"/>
    <w:rsid w:val="00EA78B3"/>
    <w:rsid w:val="00EB3DAA"/>
    <w:rsid w:val="00EB76C6"/>
    <w:rsid w:val="00EC0821"/>
    <w:rsid w:val="00EC0B19"/>
    <w:rsid w:val="00EC2042"/>
    <w:rsid w:val="00EC20BE"/>
    <w:rsid w:val="00EC30AD"/>
    <w:rsid w:val="00EC3AF2"/>
    <w:rsid w:val="00ED33F6"/>
    <w:rsid w:val="00ED5296"/>
    <w:rsid w:val="00ED7B61"/>
    <w:rsid w:val="00EE2509"/>
    <w:rsid w:val="00EE2601"/>
    <w:rsid w:val="00EE4205"/>
    <w:rsid w:val="00EE4C63"/>
    <w:rsid w:val="00EE6916"/>
    <w:rsid w:val="00EF1A1A"/>
    <w:rsid w:val="00EF4528"/>
    <w:rsid w:val="00EF4864"/>
    <w:rsid w:val="00EF4C69"/>
    <w:rsid w:val="00EF4CF9"/>
    <w:rsid w:val="00EF4FD9"/>
    <w:rsid w:val="00EF5A11"/>
    <w:rsid w:val="00EF5F60"/>
    <w:rsid w:val="00EF6ADD"/>
    <w:rsid w:val="00F0014C"/>
    <w:rsid w:val="00F004B6"/>
    <w:rsid w:val="00F0101E"/>
    <w:rsid w:val="00F01799"/>
    <w:rsid w:val="00F030DC"/>
    <w:rsid w:val="00F036FC"/>
    <w:rsid w:val="00F0408D"/>
    <w:rsid w:val="00F05605"/>
    <w:rsid w:val="00F061BA"/>
    <w:rsid w:val="00F06A40"/>
    <w:rsid w:val="00F10218"/>
    <w:rsid w:val="00F10B6B"/>
    <w:rsid w:val="00F1272C"/>
    <w:rsid w:val="00F14813"/>
    <w:rsid w:val="00F15423"/>
    <w:rsid w:val="00F1616B"/>
    <w:rsid w:val="00F16DD9"/>
    <w:rsid w:val="00F17AEF"/>
    <w:rsid w:val="00F216BD"/>
    <w:rsid w:val="00F23E02"/>
    <w:rsid w:val="00F24DA1"/>
    <w:rsid w:val="00F27FA6"/>
    <w:rsid w:val="00F31D02"/>
    <w:rsid w:val="00F36E7F"/>
    <w:rsid w:val="00F403CE"/>
    <w:rsid w:val="00F404AD"/>
    <w:rsid w:val="00F40F30"/>
    <w:rsid w:val="00F41170"/>
    <w:rsid w:val="00F47084"/>
    <w:rsid w:val="00F5069F"/>
    <w:rsid w:val="00F55FAC"/>
    <w:rsid w:val="00F63B55"/>
    <w:rsid w:val="00F65145"/>
    <w:rsid w:val="00F654EA"/>
    <w:rsid w:val="00F65D38"/>
    <w:rsid w:val="00F6669A"/>
    <w:rsid w:val="00F6773F"/>
    <w:rsid w:val="00F67BD6"/>
    <w:rsid w:val="00F71639"/>
    <w:rsid w:val="00F71DBF"/>
    <w:rsid w:val="00F7523A"/>
    <w:rsid w:val="00F75500"/>
    <w:rsid w:val="00F75D27"/>
    <w:rsid w:val="00F761F2"/>
    <w:rsid w:val="00F77B83"/>
    <w:rsid w:val="00F80286"/>
    <w:rsid w:val="00F80C80"/>
    <w:rsid w:val="00F80FC3"/>
    <w:rsid w:val="00F81E7C"/>
    <w:rsid w:val="00F822B1"/>
    <w:rsid w:val="00F844E5"/>
    <w:rsid w:val="00F85063"/>
    <w:rsid w:val="00F87487"/>
    <w:rsid w:val="00F87A21"/>
    <w:rsid w:val="00F90A89"/>
    <w:rsid w:val="00F91588"/>
    <w:rsid w:val="00F92159"/>
    <w:rsid w:val="00F934B8"/>
    <w:rsid w:val="00F942AE"/>
    <w:rsid w:val="00F94C3C"/>
    <w:rsid w:val="00F954A1"/>
    <w:rsid w:val="00F95E16"/>
    <w:rsid w:val="00FA0F7E"/>
    <w:rsid w:val="00FA2DD4"/>
    <w:rsid w:val="00FA521C"/>
    <w:rsid w:val="00FA70A2"/>
    <w:rsid w:val="00FB04C6"/>
    <w:rsid w:val="00FB064B"/>
    <w:rsid w:val="00FB2AD5"/>
    <w:rsid w:val="00FB45A6"/>
    <w:rsid w:val="00FB4858"/>
    <w:rsid w:val="00FC073B"/>
    <w:rsid w:val="00FC405E"/>
    <w:rsid w:val="00FC4569"/>
    <w:rsid w:val="00FC4FFC"/>
    <w:rsid w:val="00FC5452"/>
    <w:rsid w:val="00FC6194"/>
    <w:rsid w:val="00FC6D4C"/>
    <w:rsid w:val="00FC7459"/>
    <w:rsid w:val="00FC7D38"/>
    <w:rsid w:val="00FD0537"/>
    <w:rsid w:val="00FD4B64"/>
    <w:rsid w:val="00FD60EB"/>
    <w:rsid w:val="00FE1B03"/>
    <w:rsid w:val="00FE22CA"/>
    <w:rsid w:val="00FE24BF"/>
    <w:rsid w:val="00FE303A"/>
    <w:rsid w:val="00FE335B"/>
    <w:rsid w:val="00FE41EC"/>
    <w:rsid w:val="00FE5774"/>
    <w:rsid w:val="00FF3440"/>
    <w:rsid w:val="00FF5790"/>
    <w:rsid w:val="00FF73F9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paragraph" w:styleId="a6">
    <w:name w:val="Balloon Text"/>
    <w:basedOn w:val="a"/>
    <w:link w:val="a7"/>
    <w:uiPriority w:val="99"/>
    <w:semiHidden/>
    <w:unhideWhenUsed/>
    <w:rsid w:val="000D56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56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349E3-6355-4F18-8AE6-4DD8B82A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43</Pages>
  <Words>9533</Words>
  <Characters>54340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Елетина Надежда Николаевна</cp:lastModifiedBy>
  <cp:revision>483</cp:revision>
  <cp:lastPrinted>2021-07-05T10:50:00Z</cp:lastPrinted>
  <dcterms:created xsi:type="dcterms:W3CDTF">2019-07-08T11:51:00Z</dcterms:created>
  <dcterms:modified xsi:type="dcterms:W3CDTF">2021-07-05T11:15:00Z</dcterms:modified>
</cp:coreProperties>
</file>