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A742F" w14:textId="77777777" w:rsidR="0093511B" w:rsidRDefault="0093511B" w:rsidP="0093511B">
      <w:pPr>
        <w:pStyle w:val="ConsPlusTitle"/>
        <w:widowControl/>
        <w:ind w:left="10632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4</w:t>
      </w:r>
    </w:p>
    <w:p w14:paraId="5D380457" w14:textId="77777777" w:rsidR="0093511B" w:rsidRDefault="0093511B" w:rsidP="0093511B">
      <w:pPr>
        <w:pStyle w:val="ConsPlusTitle"/>
        <w:widowControl/>
        <w:ind w:left="10632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 решению Совета депутатов</w:t>
      </w:r>
    </w:p>
    <w:p w14:paraId="490B7291" w14:textId="77777777" w:rsidR="0093511B" w:rsidRDefault="0093511B" w:rsidP="0093511B">
      <w:pPr>
        <w:pStyle w:val="ConsPlusTitle"/>
        <w:widowControl/>
        <w:ind w:left="10632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 муниципального округа</w:t>
      </w:r>
    </w:p>
    <w:p w14:paraId="57371345" w14:textId="77777777" w:rsidR="0093511B" w:rsidRDefault="0093511B" w:rsidP="0093511B">
      <w:pPr>
        <w:pStyle w:val="ConsPlusTitle"/>
        <w:widowControl/>
        <w:ind w:left="10632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14:paraId="34966A3B" w14:textId="11B665A6" w:rsidR="00FF2C50" w:rsidRDefault="009A1DEE" w:rsidP="009A1DEE">
      <w:pPr>
        <w:spacing w:after="0"/>
        <w:ind w:left="10632" w:hanging="1418"/>
        <w:jc w:val="center"/>
        <w:rPr>
          <w:rFonts w:ascii="Times New Roman" w:hAnsi="Times New Roman" w:cs="Times New Roman"/>
          <w:sz w:val="28"/>
          <w:szCs w:val="28"/>
        </w:rPr>
      </w:pPr>
      <w:r w:rsidRPr="009A1DE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 декабря 2022 года № 415</w:t>
      </w:r>
    </w:p>
    <w:p w14:paraId="09761C80" w14:textId="77777777" w:rsidR="00AD39A5" w:rsidRDefault="00F82717" w:rsidP="00F827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14:paraId="32C566C8" w14:textId="77777777" w:rsidR="00B714AA" w:rsidRPr="00B714AA" w:rsidRDefault="00B714AA" w:rsidP="00F82717">
      <w:pPr>
        <w:spacing w:after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132FFD6B" w14:textId="07ED398C" w:rsidR="00AD39A5" w:rsidRDefault="00AD39A5" w:rsidP="00F827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бюджета Балахнинского муниципального округа на 2023 год </w:t>
      </w:r>
    </w:p>
    <w:p w14:paraId="3319BE13" w14:textId="77777777" w:rsidR="00AD39A5" w:rsidRDefault="00AD39A5" w:rsidP="00F827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на плановый период 2024 и 2025 годов</w:t>
      </w:r>
    </w:p>
    <w:p w14:paraId="7D9DAE53" w14:textId="77777777" w:rsidR="00012E50" w:rsidRDefault="004B1DE4" w:rsidP="00AD39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2717">
        <w:rPr>
          <w:rFonts w:ascii="Times New Roman" w:hAnsi="Times New Roman" w:cs="Times New Roman"/>
          <w:sz w:val="28"/>
          <w:szCs w:val="28"/>
        </w:rPr>
        <w:t>(</w:t>
      </w:r>
      <w:r w:rsidR="000C3859" w:rsidRPr="00763895">
        <w:rPr>
          <w:rFonts w:ascii="Times New Roman" w:hAnsi="Times New Roman" w:cs="Times New Roman"/>
          <w:sz w:val="28"/>
          <w:szCs w:val="28"/>
        </w:rPr>
        <w:t>тыс. руб</w:t>
      </w:r>
      <w:r w:rsidR="00F82717">
        <w:rPr>
          <w:rFonts w:ascii="Times New Roman" w:hAnsi="Times New Roman" w:cs="Times New Roman"/>
          <w:sz w:val="28"/>
          <w:szCs w:val="28"/>
        </w:rPr>
        <w:t>лей)</w:t>
      </w:r>
    </w:p>
    <w:p w14:paraId="253594AC" w14:textId="77777777" w:rsidR="00805253" w:rsidRPr="000C3859" w:rsidRDefault="00805253" w:rsidP="00AD39A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870" w:type="dxa"/>
        <w:jc w:val="right"/>
        <w:tblLook w:val="04A0" w:firstRow="1" w:lastRow="0" w:firstColumn="1" w:lastColumn="0" w:noHBand="0" w:noVBand="1"/>
      </w:tblPr>
      <w:tblGrid>
        <w:gridCol w:w="560"/>
        <w:gridCol w:w="6798"/>
        <w:gridCol w:w="799"/>
        <w:gridCol w:w="657"/>
        <w:gridCol w:w="658"/>
        <w:gridCol w:w="1883"/>
        <w:gridCol w:w="685"/>
        <w:gridCol w:w="1261"/>
        <w:gridCol w:w="1274"/>
        <w:gridCol w:w="1370"/>
      </w:tblGrid>
      <w:tr w:rsidR="00166160" w:rsidRPr="00012E50" w14:paraId="7ED11E0A" w14:textId="77777777" w:rsidTr="00C21393">
        <w:trPr>
          <w:trHeight w:val="315"/>
          <w:tblHeader/>
          <w:jc w:val="right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6154" w14:textId="77777777" w:rsidR="00166160" w:rsidRPr="00012E50" w:rsidRDefault="0016616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39AFF" w14:textId="77777777" w:rsidR="00166160" w:rsidRPr="006C5879" w:rsidRDefault="00B302F1" w:rsidP="006C5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0D6A" w14:textId="77777777" w:rsidR="00166160" w:rsidRPr="00012E50" w:rsidRDefault="0016616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811B" w14:textId="77777777" w:rsidR="00166160" w:rsidRPr="00012E50" w:rsidRDefault="00166160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год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F4B4" w14:textId="77777777" w:rsidR="00166160" w:rsidRPr="00012E50" w:rsidRDefault="00166160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год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55AA" w14:textId="77777777" w:rsidR="00166160" w:rsidRPr="00012E50" w:rsidRDefault="00166160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год</w:t>
            </w:r>
          </w:p>
        </w:tc>
      </w:tr>
      <w:tr w:rsidR="00166160" w:rsidRPr="00012E50" w14:paraId="430F2871" w14:textId="77777777" w:rsidTr="00C21393">
        <w:trPr>
          <w:trHeight w:val="799"/>
          <w:tblHeader/>
          <w:jc w:val="right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A6A2F" w14:textId="77777777" w:rsidR="00166160" w:rsidRPr="00012E50" w:rsidRDefault="0016616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84CFC" w14:textId="77777777" w:rsidR="00166160" w:rsidRPr="00012E50" w:rsidRDefault="0016616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5D6D" w14:textId="77777777" w:rsidR="00166160" w:rsidRPr="00012E50" w:rsidRDefault="00166160" w:rsidP="00012E50">
            <w:pPr>
              <w:spacing w:after="0" w:line="240" w:lineRule="auto"/>
              <w:ind w:left="-86" w:hanging="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 ство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2FE6F" w14:textId="77777777" w:rsidR="00166160" w:rsidRPr="00012E50" w:rsidRDefault="0016616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 дел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7A803" w14:textId="77777777" w:rsidR="00166160" w:rsidRPr="00012E50" w:rsidRDefault="0016616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 раз дел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6411" w14:textId="77777777" w:rsidR="00166160" w:rsidRPr="00012E50" w:rsidRDefault="0016616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CA603" w14:textId="77777777" w:rsidR="00166160" w:rsidRPr="00012E50" w:rsidRDefault="00166160" w:rsidP="00012E50">
            <w:pPr>
              <w:spacing w:after="0" w:line="240" w:lineRule="auto"/>
              <w:ind w:left="-131" w:right="-1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 дов</w:t>
            </w: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97FA7" w14:textId="77777777" w:rsidR="00166160" w:rsidRPr="00012E50" w:rsidRDefault="0016616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31D35" w14:textId="77777777" w:rsidR="00166160" w:rsidRPr="00012E50" w:rsidRDefault="0016616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4578B" w14:textId="77777777" w:rsidR="00166160" w:rsidRPr="00012E50" w:rsidRDefault="0016616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810A6" w:rsidRPr="00012E50" w14:paraId="60643C7F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F52B0" w14:textId="77777777" w:rsidR="003810A6" w:rsidRPr="00012E50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40966" w14:textId="77777777" w:rsidR="003810A6" w:rsidRPr="003810A6" w:rsidRDefault="003810A6" w:rsidP="00381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95143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F74EC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545B2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F8DD7" w14:textId="77777777" w:rsidR="003810A6" w:rsidRPr="003810A6" w:rsidRDefault="003810A6" w:rsidP="003810A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13238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06244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66 830,4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68EF6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66 830,4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75F6A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66 830,4</w:t>
            </w:r>
          </w:p>
        </w:tc>
      </w:tr>
      <w:tr w:rsidR="003810A6" w:rsidRPr="00012E50" w14:paraId="4E39C416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1CFEC" w14:textId="77777777" w:rsidR="003810A6" w:rsidRPr="00012E50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246E9" w14:textId="77777777" w:rsidR="003810A6" w:rsidRPr="003810A6" w:rsidRDefault="003810A6" w:rsidP="00381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718A2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8E8D7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94438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AD017" w14:textId="77777777" w:rsidR="003810A6" w:rsidRPr="003810A6" w:rsidRDefault="003810A6" w:rsidP="003810A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DE197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43287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58 159,0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32242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58 159,0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6272D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58 159,0</w:t>
            </w:r>
          </w:p>
        </w:tc>
      </w:tr>
      <w:tr w:rsidR="003810A6" w:rsidRPr="00012E50" w14:paraId="33814077" w14:textId="77777777" w:rsidTr="00C21393">
        <w:trPr>
          <w:trHeight w:val="75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4588F" w14:textId="77777777" w:rsidR="003810A6" w:rsidRPr="00012E50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63440" w14:textId="77777777" w:rsidR="003810A6" w:rsidRPr="003810A6" w:rsidRDefault="003810A6" w:rsidP="00381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F4DF9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F1151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80B51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719CA" w14:textId="77777777" w:rsidR="003810A6" w:rsidRPr="003810A6" w:rsidRDefault="003810A6" w:rsidP="003810A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51B7E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CAB0F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21 489,9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B22B6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21 489,9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F65CD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21 489,9</w:t>
            </w:r>
          </w:p>
        </w:tc>
      </w:tr>
      <w:tr w:rsidR="003810A6" w:rsidRPr="00012E50" w14:paraId="7762FA19" w14:textId="77777777" w:rsidTr="00C21393">
        <w:trPr>
          <w:trHeight w:val="62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2EAA7" w14:textId="77777777" w:rsidR="003810A6" w:rsidRPr="00012E50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0BED8" w14:textId="77777777" w:rsidR="003810A6" w:rsidRPr="003810A6" w:rsidRDefault="003810A6" w:rsidP="0038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62476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1867D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153C5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7935E" w14:textId="77777777" w:rsidR="003810A6" w:rsidRPr="003810A6" w:rsidRDefault="003810A6" w:rsidP="003810A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D5F15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56B9E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21 489,9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E4EB6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21 489,9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E6C71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21 489,9</w:t>
            </w:r>
          </w:p>
        </w:tc>
      </w:tr>
      <w:tr w:rsidR="003810A6" w:rsidRPr="00012E50" w14:paraId="35304BC1" w14:textId="77777777" w:rsidTr="00C21393">
        <w:trPr>
          <w:trHeight w:val="49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18320" w14:textId="77777777" w:rsidR="003810A6" w:rsidRPr="00012E50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027C9" w14:textId="77777777" w:rsidR="003810A6" w:rsidRPr="003810A6" w:rsidRDefault="00B4034E" w:rsidP="0038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3810A6" w:rsidRPr="003810A6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31698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6B77B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9E9F7" w14:textId="77777777" w:rsidR="003810A6" w:rsidRPr="00AE0D6E" w:rsidRDefault="003810A6" w:rsidP="00AE0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E0D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15B02" w14:textId="77777777" w:rsidR="003810A6" w:rsidRPr="003810A6" w:rsidRDefault="003810A6" w:rsidP="003810A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10 3 00 00000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D3100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D753D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21 489,9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76D64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21 489,9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C7E90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21 489,9</w:t>
            </w:r>
          </w:p>
        </w:tc>
      </w:tr>
      <w:tr w:rsidR="003810A6" w:rsidRPr="00012E50" w14:paraId="51CEA0ED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7051B" w14:textId="77777777" w:rsidR="003810A6" w:rsidRPr="00012E50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B960F" w14:textId="77777777" w:rsidR="003810A6" w:rsidRPr="003810A6" w:rsidRDefault="003810A6" w:rsidP="0038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финансового органа Балахнинского муниципального округа</w:t>
            </w:r>
            <w:r w:rsidR="00AB4022">
              <w:rPr>
                <w:rFonts w:ascii="Times New Roman" w:hAnsi="Times New Roman" w:cs="Times New Roman"/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8683B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394C5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F34A3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340B6" w14:textId="77777777" w:rsidR="003810A6" w:rsidRPr="003810A6" w:rsidRDefault="003810A6" w:rsidP="003810A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10 3 01 00000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64462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A3B44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21 489,9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08D78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21 489,9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038C5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21 489,9</w:t>
            </w:r>
          </w:p>
        </w:tc>
      </w:tr>
      <w:tr w:rsidR="003810A6" w:rsidRPr="00012E50" w14:paraId="2A27BB23" w14:textId="77777777" w:rsidTr="00C21393">
        <w:trPr>
          <w:trHeight w:val="60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08940" w14:textId="77777777" w:rsidR="003810A6" w:rsidRPr="00012E50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E5555" w14:textId="77777777" w:rsidR="003810A6" w:rsidRPr="003810A6" w:rsidRDefault="003810A6" w:rsidP="0093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C8C1A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77C56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9E69B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0896B" w14:textId="77777777" w:rsidR="003810A6" w:rsidRPr="003810A6" w:rsidRDefault="003810A6" w:rsidP="003810A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4C828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F6ACB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21 489,9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0B36D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21 489,9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059F4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21 489,9</w:t>
            </w:r>
          </w:p>
        </w:tc>
      </w:tr>
      <w:tr w:rsidR="003810A6" w:rsidRPr="00012E50" w14:paraId="2D405CF8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2EADB" w14:textId="77777777" w:rsidR="003810A6" w:rsidRPr="00012E50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8B5CB" w14:textId="77777777" w:rsidR="003810A6" w:rsidRPr="003810A6" w:rsidRDefault="003810A6" w:rsidP="0038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2E53F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153B7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5654E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C224D" w14:textId="77777777" w:rsidR="003810A6" w:rsidRPr="003810A6" w:rsidRDefault="003810A6" w:rsidP="003810A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CA9F6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0E881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20 837,7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48829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20 837,7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88203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20 837,7</w:t>
            </w:r>
          </w:p>
        </w:tc>
      </w:tr>
      <w:tr w:rsidR="003810A6" w:rsidRPr="00012E50" w14:paraId="4C313C14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B728F" w14:textId="77777777" w:rsidR="003810A6" w:rsidRPr="00012E50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690F9" w14:textId="77777777" w:rsidR="003810A6" w:rsidRPr="003810A6" w:rsidRDefault="003810A6" w:rsidP="00381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45CB3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51A5E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14BBB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33EFF" w14:textId="77777777" w:rsidR="003810A6" w:rsidRPr="003810A6" w:rsidRDefault="003810A6" w:rsidP="003810A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46BFD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FC152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652,2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83CA9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652,2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BD904" w14:textId="77777777"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652,2</w:t>
            </w:r>
          </w:p>
        </w:tc>
      </w:tr>
      <w:tr w:rsidR="0089191C" w:rsidRPr="00012E50" w14:paraId="1B85A07A" w14:textId="77777777" w:rsidTr="00C21393">
        <w:trPr>
          <w:trHeight w:val="20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AAC00" w14:textId="77777777"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54295" w14:textId="77777777"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82C03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D5FC9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05CB1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0AE65" w14:textId="77777777"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</w:t>
            </w:r>
            <w:r w:rsidR="00C501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F2618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5328C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36 669,1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0F7CE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36 669,1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F7698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36 669,1</w:t>
            </w:r>
          </w:p>
        </w:tc>
      </w:tr>
      <w:tr w:rsidR="0089191C" w:rsidRPr="00012E50" w14:paraId="24439531" w14:textId="77777777" w:rsidTr="00C21393">
        <w:trPr>
          <w:trHeight w:val="67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A3A84" w14:textId="77777777"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3BDC2" w14:textId="77777777"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39338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399B8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D0189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0A882" w14:textId="77777777"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D3E7E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35B9E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36 669,1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E7460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36 669,1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32E49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36 669,1</w:t>
            </w:r>
          </w:p>
        </w:tc>
      </w:tr>
      <w:tr w:rsidR="0089191C" w:rsidRPr="00012E50" w14:paraId="51F96EFF" w14:textId="77777777" w:rsidTr="00C21393">
        <w:trPr>
          <w:trHeight w:val="58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F3737" w14:textId="77777777"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61E95" w14:textId="77777777" w:rsidR="0089191C" w:rsidRPr="0089191C" w:rsidRDefault="00B4034E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9191C" w:rsidRPr="0089191C">
              <w:rPr>
                <w:rFonts w:ascii="Times New Roman" w:hAnsi="Times New Roman" w:cs="Times New Roman"/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01FA8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B4EAA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5B968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6A91D" w14:textId="77777777"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2B1AD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7024E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36 000,0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0369E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36 000,0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BFB6D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36 000,0</w:t>
            </w:r>
          </w:p>
        </w:tc>
      </w:tr>
      <w:tr w:rsidR="0089191C" w:rsidRPr="00012E50" w14:paraId="1C91D4CC" w14:textId="77777777" w:rsidTr="00C21393">
        <w:trPr>
          <w:trHeight w:val="41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403C7" w14:textId="77777777"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1CCA6" w14:textId="77777777"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4D09A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364B0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A6505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22351" w14:textId="77777777"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10 1 03 00000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1C499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0212F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5EECE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7096F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89191C" w:rsidRPr="00012E50" w14:paraId="6BC5F58B" w14:textId="77777777" w:rsidTr="00C21393">
        <w:trPr>
          <w:trHeight w:val="54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D580C" w14:textId="77777777"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79835" w14:textId="77777777"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6E68B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752AB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B1A5F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FADD1" w14:textId="77777777"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10 1 03 26000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BF5B4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DDEDF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BDABD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37AAC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89191C" w:rsidRPr="00012E50" w14:paraId="3857DED6" w14:textId="77777777" w:rsidTr="00C21393">
        <w:trPr>
          <w:trHeight w:val="37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9C644" w14:textId="77777777"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7E06B" w14:textId="77777777"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927D0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92039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5CD05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7405D" w14:textId="77777777"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10 1 03 26000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CF9E4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B6BF5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95E76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9A125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89191C" w:rsidRPr="00012E50" w14:paraId="0215432B" w14:textId="77777777" w:rsidTr="00C21393">
        <w:trPr>
          <w:trHeight w:val="107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C7BC8" w14:textId="77777777"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5586F" w14:textId="77777777"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E7DAD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85081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54BF7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01A2B" w14:textId="77777777"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10 1 05 00000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8E2D9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38902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BD3F6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F7416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</w:tr>
      <w:tr w:rsidR="0089191C" w:rsidRPr="00012E50" w14:paraId="2972670C" w14:textId="77777777" w:rsidTr="00C21393">
        <w:trPr>
          <w:trHeight w:val="52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E6D91" w14:textId="77777777"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DF5D9" w14:textId="77777777"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D49B5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18513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B03B4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9F1CD" w14:textId="77777777"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 xml:space="preserve">10 1 05 00590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DFE0B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7CB27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98B3C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F3E36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</w:tr>
      <w:tr w:rsidR="0089191C" w:rsidRPr="00012E50" w14:paraId="5B4AD2B3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81180" w14:textId="77777777"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422AE" w14:textId="77777777"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35C7B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FAA7B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C1BAE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ECABD" w14:textId="77777777"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 xml:space="preserve">10 1 05 00590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4770C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7DEA6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57799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9F4A3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</w:tr>
      <w:tr w:rsidR="0089191C" w:rsidRPr="00012E50" w14:paraId="69D89113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213C9" w14:textId="77777777"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E0266" w14:textId="77777777" w:rsidR="0089191C" w:rsidRPr="0089191C" w:rsidRDefault="00B4034E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9191C" w:rsidRPr="0089191C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EF0F9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F6C48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9C83E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3D44D" w14:textId="77777777"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10 3 00 00000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48FBF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B834F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669,1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916FD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669,1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39E9C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669,1</w:t>
            </w:r>
          </w:p>
        </w:tc>
      </w:tr>
      <w:tr w:rsidR="0089191C" w:rsidRPr="00012E50" w14:paraId="7B2BDD8A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284E8" w14:textId="77777777"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18D8C" w14:textId="77777777"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028D3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AEEF5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E11B4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A2B64" w14:textId="77777777"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10 3 01 00000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F5EB0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06B17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669,1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94A72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669,1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998E8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669,1</w:t>
            </w:r>
          </w:p>
        </w:tc>
      </w:tr>
      <w:tr w:rsidR="0089191C" w:rsidRPr="00012E50" w14:paraId="1699DADE" w14:textId="77777777" w:rsidTr="00C21393">
        <w:trPr>
          <w:trHeight w:val="44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EDF22" w14:textId="77777777"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2F9AF" w14:textId="77777777"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1A2B6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C0EF0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5D989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7607F" w14:textId="77777777"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 xml:space="preserve">10 3 01 00590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DA834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A91FC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669,1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F21C7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669,1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F8FBB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669,1</w:t>
            </w:r>
          </w:p>
        </w:tc>
      </w:tr>
      <w:tr w:rsidR="0089191C" w:rsidRPr="00012E50" w14:paraId="1E9D33FF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E39A3" w14:textId="77777777"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5E487" w14:textId="77777777"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CDF5D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1E833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5B834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88E44" w14:textId="77777777"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 xml:space="preserve">10 3 01 00590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68557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6551C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C12C6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91CA8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</w:tr>
      <w:tr w:rsidR="0089191C" w:rsidRPr="00012E50" w14:paraId="2481FB24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084BF" w14:textId="77777777"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15553" w14:textId="77777777"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324FF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F2E4A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FBD0E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4726A" w14:textId="77777777"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 xml:space="preserve">10 3 01 00590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62C6A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2CB87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6DEF9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4C3A3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</w:tr>
      <w:tr w:rsidR="0089191C" w:rsidRPr="00012E50" w14:paraId="3B0CCF9A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C4D06" w14:textId="77777777"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3BAD2" w14:textId="77777777"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2C363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E702D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24590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38FA3" w14:textId="77777777"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A3064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F2D70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F1BF8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0E3B7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171,4</w:t>
            </w:r>
          </w:p>
        </w:tc>
      </w:tr>
      <w:tr w:rsidR="0089191C" w:rsidRPr="00012E50" w14:paraId="19198D6B" w14:textId="77777777" w:rsidTr="00C21393">
        <w:trPr>
          <w:trHeight w:val="34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524E7" w14:textId="77777777"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5A995" w14:textId="77777777"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76FC0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7028C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9A0FB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19B25" w14:textId="77777777"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9ABBC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E4E93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919DF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249E4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171,4</w:t>
            </w:r>
          </w:p>
        </w:tc>
      </w:tr>
      <w:tr w:rsidR="0089191C" w:rsidRPr="00012E50" w14:paraId="07B54D26" w14:textId="77777777" w:rsidTr="00C21393">
        <w:trPr>
          <w:trHeight w:val="29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2F055" w14:textId="77777777"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A91AA" w14:textId="77777777"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32E14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B90E7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2CD60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DC574" w14:textId="77777777"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CA412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F1178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DF4A5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F45CC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89191C" w:rsidRPr="00012E50" w14:paraId="71F1938B" w14:textId="77777777" w:rsidTr="00C21393">
        <w:trPr>
          <w:trHeight w:val="58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D5A76" w14:textId="77777777"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43F6C" w14:textId="32A54411"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Подпрограмма                                                                            "Прочие мероприятия в рамках программы"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1BF43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373E8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2942C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B56CA" w14:textId="77777777"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12 3 00 00000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D787F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4764E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B63D5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19F86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89191C" w:rsidRPr="00012E50" w14:paraId="7C9BEE76" w14:textId="77777777" w:rsidTr="00C21393">
        <w:trPr>
          <w:trHeight w:val="72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640B8" w14:textId="77777777"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DAB2E" w14:textId="09311CB7"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обязательств, по компенсации части платежа </w:t>
            </w:r>
            <w:proofErr w:type="gramStart"/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граждан  по</w:t>
            </w:r>
            <w:proofErr w:type="gramEnd"/>
            <w:r w:rsidRPr="0089191C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D09D5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F0F9D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6CEB5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4B2F8" w14:textId="77777777"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12 3 01 00000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2BD4C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4C0FC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C5C1C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692D5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89191C" w:rsidRPr="00012E50" w14:paraId="2322F039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81317" w14:textId="77777777"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11454" w14:textId="77777777"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58C1E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D3E2F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7380A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D9C7E" w14:textId="77777777"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12 3 01 S2270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964D7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E687E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B8231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E522A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89191C" w:rsidRPr="00012E50" w14:paraId="7F3F0480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681D1" w14:textId="77777777"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EF0DE" w14:textId="77777777"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B2221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92FA6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596BF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4F401" w14:textId="77777777"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12 3 01 S2270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1A34D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2B21E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7E72A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C0DED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89191C" w:rsidRPr="00012E50" w14:paraId="7D75275B" w14:textId="77777777" w:rsidTr="00C21393">
        <w:trPr>
          <w:trHeight w:val="23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CA6AD" w14:textId="77777777"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2FE36" w14:textId="77777777"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F1C69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1A3DC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82634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E9FB0" w14:textId="77777777"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0F417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0BEF7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AF4CD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E4BF7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191C" w:rsidRPr="00012E50" w14:paraId="2326A7A0" w14:textId="77777777" w:rsidTr="00C21393">
        <w:trPr>
          <w:trHeight w:val="94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3CC2B" w14:textId="77777777"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C35B4" w14:textId="77777777"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54169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B3F45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72A16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656AD" w14:textId="77777777"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7E5AA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29B26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6EC54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51F17" w14:textId="77777777"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82660E" w:rsidRPr="00012E50" w14:paraId="4D49E03F" w14:textId="77777777" w:rsidTr="00C21393">
        <w:trPr>
          <w:trHeight w:val="83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958AE" w14:textId="77777777"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BBD7D" w14:textId="59FCA8FF" w:rsidR="0082660E" w:rsidRPr="0082660E" w:rsidRDefault="0082660E" w:rsidP="002B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Обеспечение обязательств, принятых в рамках областной целевой программы "Молодой семье-доступное жилье" на 2004-2010 годы"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139AE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E96CF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C71CA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6567B" w14:textId="77777777"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08F83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84D4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ABCF8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024A1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82660E" w:rsidRPr="00012E50" w14:paraId="2E80E1A6" w14:textId="77777777" w:rsidTr="00C21393">
        <w:trPr>
          <w:trHeight w:val="25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CADBA" w14:textId="77777777"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16E12" w14:textId="77777777"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8768B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86957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E2D4E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D0F89" w14:textId="77777777"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9BA88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5E35A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FB568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F3C16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82660E" w:rsidRPr="00012E50" w14:paraId="2500CE2F" w14:textId="77777777" w:rsidTr="00C21393">
        <w:trPr>
          <w:trHeight w:val="25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D65FD" w14:textId="77777777"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E55BB" w14:textId="77777777"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BB0F8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0B8E3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1CF67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EABC4" w14:textId="77777777"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02FBB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3F53E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44ED6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13AFD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</w:tr>
      <w:tr w:rsidR="0082660E" w:rsidRPr="00012E50" w14:paraId="5A7CF342" w14:textId="77777777" w:rsidTr="00C21393">
        <w:trPr>
          <w:trHeight w:val="31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2A57C" w14:textId="77777777"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359AB" w14:textId="77777777"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3C3E0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E182E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27235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41864" w14:textId="77777777"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8BCED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488AB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BE747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482DB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</w:tr>
      <w:tr w:rsidR="0082660E" w:rsidRPr="00012E50" w14:paraId="606DB824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D13CE" w14:textId="77777777"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D7DBB" w14:textId="77777777"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D5C1A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3444F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07611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E759E" w14:textId="77777777"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30997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39B81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17FCD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0B071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</w:tr>
      <w:tr w:rsidR="0082660E" w:rsidRPr="00012E50" w14:paraId="16BE70EF" w14:textId="77777777" w:rsidTr="00C21393">
        <w:trPr>
          <w:trHeight w:val="74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E15CA" w14:textId="77777777"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6E8FC" w14:textId="77777777"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4D619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67305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75CE8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4252C" w14:textId="77777777"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77 7 03 74500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2CA40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5B4BE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3BF67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2BF37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</w:tr>
      <w:tr w:rsidR="0082660E" w:rsidRPr="00012E50" w14:paraId="2F4CDBFB" w14:textId="77777777" w:rsidTr="00D97822">
        <w:trPr>
          <w:trHeight w:val="18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F2D09" w14:textId="77777777"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F6C31" w14:textId="77777777"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656EF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2056F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761D8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1723C" w14:textId="77777777"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77 7 03 74500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84EAC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F0563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E65D5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55F11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</w:tr>
      <w:tr w:rsidR="0082660E" w:rsidRPr="00012E50" w14:paraId="3A82D330" w14:textId="77777777" w:rsidTr="00D97822">
        <w:trPr>
          <w:trHeight w:val="28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FE6A1" w14:textId="77777777"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F7C0A" w14:textId="77777777"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66565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CC4C2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523FC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26EC2" w14:textId="77777777"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FFE1E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47F1F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D80E8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72A69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2660E" w:rsidRPr="00012E50" w14:paraId="7224DC26" w14:textId="77777777" w:rsidTr="00C21393">
        <w:trPr>
          <w:trHeight w:val="54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CB87F" w14:textId="77777777"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EB4BB" w14:textId="77777777"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8468C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72FD0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23F4A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2D61E" w14:textId="77777777"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D2DBE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09AC8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EAC71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A5754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</w:tr>
      <w:tr w:rsidR="0082660E" w:rsidRPr="00012E50" w14:paraId="12984AD9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E8536" w14:textId="77777777"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90F35" w14:textId="77777777"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92CA3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22E87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FA531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132D2" w14:textId="77777777"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7A351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12C2B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87457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41E3A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</w:tr>
      <w:tr w:rsidR="0082660E" w:rsidRPr="00012E50" w14:paraId="6C981593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C2E03" w14:textId="77777777"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E185B" w14:textId="77777777"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95139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DBC6A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21E01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5CAA0" w14:textId="77777777"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B5A27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E77F0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C0FFF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E935C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8 500,0</w:t>
            </w:r>
          </w:p>
        </w:tc>
      </w:tr>
      <w:tr w:rsidR="0082660E" w:rsidRPr="00012E50" w14:paraId="4982213B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08A7C" w14:textId="77777777"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D880B" w14:textId="77777777"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8F566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B1701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E701C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FA7A2" w14:textId="77777777"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EB3F1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9DFF8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20883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D2DC7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8 500,0</w:t>
            </w:r>
          </w:p>
        </w:tc>
      </w:tr>
      <w:tr w:rsidR="0082660E" w:rsidRPr="00012E50" w14:paraId="63DED87B" w14:textId="77777777" w:rsidTr="00D97822">
        <w:trPr>
          <w:trHeight w:val="80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1B611" w14:textId="77777777"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277A8" w14:textId="77777777"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51476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EE80F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93E3A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4E215" w14:textId="77777777"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1FD26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95327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7C96D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7254D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</w:tr>
      <w:tr w:rsidR="0082660E" w:rsidRPr="00012E50" w14:paraId="377D7556" w14:textId="77777777" w:rsidTr="00CF5CAF">
        <w:trPr>
          <w:trHeight w:val="94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3DAE5" w14:textId="77777777"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178D4" w14:textId="77777777" w:rsidR="0082660E" w:rsidRPr="0082660E" w:rsidRDefault="0049699F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2660E" w:rsidRPr="0082660E">
              <w:rPr>
                <w:rFonts w:ascii="Times New Roman" w:hAnsi="Times New Roman" w:cs="Times New Roman"/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53DC0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EB556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F5BC4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03888" w14:textId="77777777"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59A70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29D25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361FF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32709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</w:tr>
      <w:tr w:rsidR="0082660E" w:rsidRPr="00012E50" w14:paraId="34B2881B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B41D3" w14:textId="77777777"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936D6" w14:textId="77777777"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97AE6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C8426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6814C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AEBC4" w14:textId="77777777"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10 1 02 00000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3B006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4865D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34966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38218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</w:tr>
      <w:tr w:rsidR="0082660E" w:rsidRPr="00012E50" w14:paraId="7BE4FACE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C4A8A" w14:textId="77777777"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46059" w14:textId="77777777"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0E7C9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8DF5D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DC85B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C0F2A" w14:textId="77777777"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10 1 02 27000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EC2BC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15F2A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CC94B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2FF9D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</w:tr>
      <w:tr w:rsidR="0082660E" w:rsidRPr="00012E50" w14:paraId="47821FE3" w14:textId="77777777" w:rsidTr="00C21393">
        <w:trPr>
          <w:trHeight w:val="28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6A9B3" w14:textId="77777777"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8EB0D" w14:textId="77777777" w:rsidR="0082660E" w:rsidRPr="0082660E" w:rsidRDefault="0082660E" w:rsidP="00E72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Обслуживание</w:t>
            </w:r>
            <w:r w:rsidR="00E72B8C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государственного (</w:t>
            </w: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E72B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 xml:space="preserve"> долга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E464F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C36D1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FBBE8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86DCD" w14:textId="77777777"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10 1 02 27000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925FE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356EC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A4072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755C5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</w:tr>
      <w:tr w:rsidR="0082660E" w:rsidRPr="00012E50" w14:paraId="24BEFEB1" w14:textId="77777777" w:rsidTr="00C21393">
        <w:trPr>
          <w:trHeight w:val="39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E1F94" w14:textId="77777777"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E61FB" w14:textId="77777777"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1C5A1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79D76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087E4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A0F5F" w14:textId="77777777"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C6550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77192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CE121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588D3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2660E" w:rsidRPr="00012E50" w14:paraId="18CF22A2" w14:textId="77777777" w:rsidTr="00C21393">
        <w:trPr>
          <w:trHeight w:val="58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D7F7A" w14:textId="77777777"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0477C" w14:textId="77777777"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- уплата процентов за пользование кредитами коммерческих банков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3238F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7F1AE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F53B0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A589D" w14:textId="77777777"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63D90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49A2F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8 440,0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BEF90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8 440,0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25622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8 441,5</w:t>
            </w:r>
          </w:p>
        </w:tc>
      </w:tr>
      <w:tr w:rsidR="0082660E" w:rsidRPr="00012E50" w14:paraId="65B3EF35" w14:textId="77777777" w:rsidTr="00C21393">
        <w:trPr>
          <w:trHeight w:val="38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050E1" w14:textId="77777777"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BB223" w14:textId="77777777"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 xml:space="preserve">- уплата процентов за пользование бюджетным кредитом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DBFDB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617EA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0404C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FB112" w14:textId="77777777"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8FD58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BF1E8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C426D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D0DB7" w14:textId="77777777"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</w:tr>
      <w:tr w:rsidR="006371BA" w:rsidRPr="00012E50" w14:paraId="75013EF3" w14:textId="77777777" w:rsidTr="00C21393">
        <w:trPr>
          <w:trHeight w:val="66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CBA44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29FC4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7EC9B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CDE4F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95B09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6360B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432A9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88888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290 454,5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AD572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290 454,5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B62FD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290 197,6</w:t>
            </w:r>
          </w:p>
        </w:tc>
      </w:tr>
      <w:tr w:rsidR="006371BA" w:rsidRPr="00012E50" w14:paraId="2F0AF68D" w14:textId="77777777" w:rsidTr="00E60D95">
        <w:trPr>
          <w:trHeight w:val="71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8F593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1E7A2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02CE3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6BDAF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7A568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187E2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6C1BE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36B4A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7EAD8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94F10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</w:tr>
      <w:tr w:rsidR="006371BA" w:rsidRPr="00012E50" w14:paraId="12A83682" w14:textId="77777777" w:rsidTr="00CF5CAF">
        <w:trPr>
          <w:trHeight w:val="98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13B9D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8DF50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BBB68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1593A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8D4BE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67296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6BE2E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AD4CF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2EAD4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7BADA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6371BA" w:rsidRPr="00012E50" w14:paraId="4A4F551D" w14:textId="77777777" w:rsidTr="00CF5CAF">
        <w:trPr>
          <w:trHeight w:val="156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FCFB3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FE1E3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9B5D4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1633B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88069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31BE7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06 0 01 00000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24C00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A892B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D2969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A857A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6371BA" w:rsidRPr="00012E50" w14:paraId="1CC1530E" w14:textId="77777777" w:rsidTr="00C21393">
        <w:trPr>
          <w:trHeight w:val="39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1116D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65EE9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повышение уровня антитеррористической защищенности потенциальных объектов </w:t>
            </w:r>
            <w:r w:rsidRPr="0063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3E218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57734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AE07B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29950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0689C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9D449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19D0E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30632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6371BA" w:rsidRPr="00012E50" w14:paraId="522D34C0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BFDFA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B3B02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397BD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10999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A078E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08550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726C7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77C88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137E2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9C813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6371BA" w:rsidRPr="00012E50" w14:paraId="397B5FE9" w14:textId="77777777" w:rsidTr="00C21393">
        <w:trPr>
          <w:trHeight w:val="30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D9E44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D66F3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366BA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89701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5EC5C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6DF2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BC5AB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AE20D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ED7A7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3F92F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74 555,9</w:t>
            </w:r>
          </w:p>
        </w:tc>
      </w:tr>
      <w:tr w:rsidR="006371BA" w:rsidRPr="00012E50" w14:paraId="0162B9B6" w14:textId="77777777" w:rsidTr="00C21393">
        <w:trPr>
          <w:trHeight w:val="27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B2D55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FEDB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BDD64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92A41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6F33A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DDC54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A3756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9E09E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AE956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65D36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74 555,9</w:t>
            </w:r>
          </w:p>
        </w:tc>
      </w:tr>
      <w:tr w:rsidR="006371BA" w:rsidRPr="00012E50" w14:paraId="69B3A2EF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B2D78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C30D4" w14:textId="702CBA58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proofErr w:type="gramStart"/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r w:rsidR="00710A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End"/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Развитие культуры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A3153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2FDBE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D2B88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BBB26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78A3A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EC2B6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0B2D6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972BD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</w:tr>
      <w:tr w:rsidR="006371BA" w:rsidRPr="00012E50" w14:paraId="3DDF4E85" w14:textId="77777777" w:rsidTr="00C21393">
        <w:trPr>
          <w:trHeight w:val="64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EA8B5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AE13A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F2DC2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B5474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3ABF9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95462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72724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56D5E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16819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33C5A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</w:tr>
      <w:tr w:rsidR="006371BA" w:rsidRPr="00012E50" w14:paraId="30E70066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407AD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75D00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7AB15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B15A1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98286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141FE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D9C05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73120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47323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1EFBE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</w:tr>
      <w:tr w:rsidR="006371BA" w:rsidRPr="00012E50" w14:paraId="0237A8BD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7219F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19F11" w14:textId="7EF5C610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FFB8A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17E9F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3A162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30BFD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02 4 01 23590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FA526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FA481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6D2E2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52921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</w:tr>
      <w:tr w:rsidR="006371BA" w:rsidRPr="00012E50" w14:paraId="365C264F" w14:textId="77777777" w:rsidTr="00C21393">
        <w:trPr>
          <w:trHeight w:val="60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114A8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23B23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390D9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89438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B1BD0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6AA97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02 4 01 23590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B4D41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F8DC1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E0878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7B80A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</w:tr>
      <w:tr w:rsidR="006371BA" w:rsidRPr="00012E50" w14:paraId="2FCF9C45" w14:textId="77777777" w:rsidTr="00C21393">
        <w:trPr>
          <w:trHeight w:val="41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673E7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9182C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10CC0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30782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3AD1E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515CA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1CD13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5163D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214 908,6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2EECF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214 908,6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0746F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214 651,7</w:t>
            </w:r>
          </w:p>
        </w:tc>
      </w:tr>
      <w:tr w:rsidR="006371BA" w:rsidRPr="00012E50" w14:paraId="1A30D5C2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AC3A7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0CD8A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9E1E0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B37CC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87CC0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6C451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626EC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0213A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211 367,0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75A5A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211 367,0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215F3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211 110,1</w:t>
            </w:r>
          </w:p>
        </w:tc>
      </w:tr>
      <w:tr w:rsidR="006371BA" w:rsidRPr="00012E50" w14:paraId="40ACCC84" w14:textId="77777777" w:rsidTr="00C21393">
        <w:trPr>
          <w:trHeight w:val="79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53C15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ECBD8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proofErr w:type="gramStart"/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программа  «</w:t>
            </w:r>
            <w:proofErr w:type="gramEnd"/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Развитие культуры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EEB9F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1F78B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285F5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9E883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9C1A1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627BC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211 304,5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46DE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211 304,5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E77F6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211 047,6</w:t>
            </w:r>
          </w:p>
        </w:tc>
      </w:tr>
      <w:tr w:rsidR="006371BA" w:rsidRPr="00012E50" w14:paraId="6ED1ED6C" w14:textId="77777777" w:rsidTr="00C21393">
        <w:trPr>
          <w:trHeight w:val="40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ECDFA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0CA7B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4C8A4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2345D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FA622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531BB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1A26F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14B73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84D6C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F0F7C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</w:tr>
      <w:tr w:rsidR="006371BA" w:rsidRPr="00012E50" w14:paraId="58958D04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E3F39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C3245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13C42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19CD8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B07C0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51F33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02 1 01 00000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AC830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E990D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269BB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EF4E4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</w:tr>
      <w:tr w:rsidR="006371BA" w:rsidRPr="00012E50" w14:paraId="3490DABE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FC983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2AF7D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2FC7E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D3C73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4D6FA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80E6F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02 1 01 25020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E9B75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E96E6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F9C4A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BBF91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</w:tr>
      <w:tr w:rsidR="006371BA" w:rsidRPr="00012E50" w14:paraId="418FB169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4864A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0817F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4E351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16FC4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9AE23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A38FA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02 1 01 25020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89481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5EFDB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F79FA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7485C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</w:tr>
      <w:tr w:rsidR="006371BA" w:rsidRPr="00012E50" w14:paraId="08A50673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5E7A1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3E733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975F5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EF717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A2B4F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C5C81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57C6E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3714F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1 856,1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ECC5F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1 856,1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34F45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1 599,2</w:t>
            </w:r>
          </w:p>
        </w:tc>
      </w:tr>
      <w:tr w:rsidR="006371BA" w:rsidRPr="00012E50" w14:paraId="688DAAEB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53156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275A1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75C9A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88C37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7E5BC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52946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02 2 01 00000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D434F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C28A9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1 856,1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091A5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1 856,1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02DE6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1 599,2</w:t>
            </w:r>
          </w:p>
        </w:tc>
      </w:tr>
      <w:tr w:rsidR="006371BA" w:rsidRPr="00012E50" w14:paraId="073C9C2C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2D576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3CC69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5A8FE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0F1BD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6B4DB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4FD30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20D28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F6E87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1 176,9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01751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1 176,9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B7C4F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1 175,0</w:t>
            </w:r>
          </w:p>
        </w:tc>
      </w:tr>
      <w:tr w:rsidR="006371BA" w:rsidRPr="00012E50" w14:paraId="1F867850" w14:textId="77777777" w:rsidTr="00C21393">
        <w:trPr>
          <w:trHeight w:val="31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003AD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9C676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F62B3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A51F6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6F12E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F4EFE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66BF2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7FE8D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1 176,9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D46AE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1 176,9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D6AC8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1 175,0</w:t>
            </w:r>
          </w:p>
        </w:tc>
      </w:tr>
      <w:tr w:rsidR="006371BA" w:rsidRPr="00012E50" w14:paraId="0819355F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26012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C3F33" w14:textId="3FAED214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144E6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CD5F8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9373B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88563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2 01 L4670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1EE39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CD095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AAFBC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47D57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</w:tr>
      <w:tr w:rsidR="006371BA" w:rsidRPr="00012E50" w14:paraId="3E02A9DF" w14:textId="77777777" w:rsidTr="00C21393">
        <w:trPr>
          <w:trHeight w:val="46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12AEB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8560E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A4B60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A781E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EF35C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AEFCD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2 01 L4670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E9470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18E63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055FE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FA5A5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</w:tr>
      <w:tr w:rsidR="006371BA" w:rsidRPr="00012E50" w14:paraId="10E2584F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B9E51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535C9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D27E0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F9DA2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F20DA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C0C3C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E26C0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15C22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849AA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EB2E8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371BA" w:rsidRPr="00012E50" w14:paraId="5FCEA340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28300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86899" w14:textId="30BE1CD0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18801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B60B7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9F17F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264A3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B9056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D2C40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293,2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77A94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293,2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645C0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284,1</w:t>
            </w:r>
          </w:p>
        </w:tc>
      </w:tr>
      <w:tr w:rsidR="006371BA" w:rsidRPr="00012E50" w14:paraId="2BF3B41C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9B98D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00DE5" w14:textId="04134D43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1E276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97B4B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BCF73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25B7F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D067B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E7386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92,6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2C986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92,6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9FE75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6371BA" w:rsidRPr="00012E50" w14:paraId="1C19020C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15556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3A2CE" w14:textId="7387B218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домов культуры в населенных </w:t>
            </w:r>
            <w:r w:rsidRPr="0063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пунктах с числом жителей до 50 тысяч человек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97526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03B7A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676C9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7D118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D318D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2D207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039D2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720FB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371BA" w:rsidRPr="00012E50" w14:paraId="2E354862" w14:textId="77777777" w:rsidTr="00C21393">
        <w:trPr>
          <w:trHeight w:val="27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03711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D3D34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1A5F2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7F547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97FC1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6FC95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2 01 L5190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4C86E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9F7CE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270,3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47D7E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270,3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F1494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</w:tr>
      <w:tr w:rsidR="006371BA" w:rsidRPr="00012E50" w14:paraId="50066C04" w14:textId="77777777" w:rsidTr="00C21393">
        <w:trPr>
          <w:trHeight w:val="37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6B08A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F8F46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854E8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E385F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58A86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013D1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2 01 L5190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50A4D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8E97D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270,3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23F1E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270,3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C5285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</w:tr>
      <w:tr w:rsidR="006371BA" w:rsidRPr="00012E50" w14:paraId="0F6A7CA5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ABC08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C4BEF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9DF2C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3828A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39CA8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DBF88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9B0D4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1887D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DE43A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93D1E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371BA" w:rsidRPr="00012E50" w14:paraId="55C3705B" w14:textId="77777777" w:rsidTr="00C21393">
        <w:trPr>
          <w:trHeight w:val="49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C8A21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BD2B4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F1E82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226EA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B8FA3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235A2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06464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81050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193,8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6D1E9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193,8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FB36F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371BA" w:rsidRPr="00012E50" w14:paraId="113CCBCA" w14:textId="77777777" w:rsidTr="00C21393">
        <w:trPr>
          <w:trHeight w:val="5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A3464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8B84C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2F887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5205F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7A15F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69094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55A26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06296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D4DB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CB086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371BA" w:rsidRPr="00012E50" w14:paraId="39FCA242" w14:textId="77777777" w:rsidTr="00C21393">
        <w:trPr>
          <w:trHeight w:val="55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2C651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F0BA2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E2982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B2A08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84B86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62C9F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9A8A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7849C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744C4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5E2DB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</w:tr>
      <w:tr w:rsidR="006371BA" w:rsidRPr="00012E50" w14:paraId="62C055F1" w14:textId="77777777" w:rsidTr="00C21393">
        <w:trPr>
          <w:trHeight w:val="56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98862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1D93D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7D77E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2F0E9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10951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F26D8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02 3 00 00000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1EBB6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C6447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FFCB8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EDB4F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</w:tr>
      <w:tr w:rsidR="006371BA" w:rsidRPr="00012E50" w14:paraId="6F2B5CCE" w14:textId="77777777" w:rsidTr="00C21393">
        <w:trPr>
          <w:trHeight w:val="27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DDC24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2FF89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1F5ED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43FB0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C44CA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7CAFB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02 3 01 00000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2D19B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FF9A7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96D6A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724CC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</w:tr>
      <w:tr w:rsidR="006371BA" w:rsidRPr="00012E50" w14:paraId="3EEDE5EE" w14:textId="77777777" w:rsidTr="00C21393">
        <w:trPr>
          <w:trHeight w:val="26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43B9A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F6B05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98432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142C9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C03F1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01630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FD68E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6B206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838A3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1C8B8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</w:tr>
      <w:tr w:rsidR="006371BA" w:rsidRPr="00012E50" w14:paraId="3C77550E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A9FF2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6E181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5DC7E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8A450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48965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7DD1A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A208F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0005D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AD7A3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F589C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</w:tr>
      <w:tr w:rsidR="006371BA" w:rsidRPr="00012E50" w14:paraId="306C8102" w14:textId="77777777" w:rsidTr="00C21393">
        <w:trPr>
          <w:trHeight w:val="36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6C1A4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F9C54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CFDA2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B15C1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E6826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E6E3F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824B5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4E19C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207 802,2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FFDCE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207 802,2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8B10A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207 802,2</w:t>
            </w:r>
          </w:p>
        </w:tc>
      </w:tr>
      <w:tr w:rsidR="006371BA" w:rsidRPr="00012E50" w14:paraId="61255E13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E024B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AC58C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95E95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E41FC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641CD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74CD6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B6EDA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89B7C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207 612,2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181F2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207 612,2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2E69A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207 612,2</w:t>
            </w:r>
          </w:p>
        </w:tc>
      </w:tr>
      <w:tr w:rsidR="006371BA" w:rsidRPr="00012E50" w14:paraId="3E4DEA12" w14:textId="77777777" w:rsidTr="00C21393">
        <w:trPr>
          <w:trHeight w:val="65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6E2F7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E2101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50632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B760B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C6196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865F2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02 4 01 40590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BE66E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3EAFF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147 865,0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AF4BB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147 865,0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B7756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147 865,0</w:t>
            </w:r>
          </w:p>
        </w:tc>
      </w:tr>
      <w:tr w:rsidR="006371BA" w:rsidRPr="00012E50" w14:paraId="7168C70E" w14:textId="77777777" w:rsidTr="00C21393">
        <w:trPr>
          <w:trHeight w:val="45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9877C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F7CCF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3E619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EF8D8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D2CF1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1F569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02 4 01 40590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0B183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6A56F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147 865,0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59208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147 865,0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FF64E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147 865,0</w:t>
            </w:r>
          </w:p>
        </w:tc>
      </w:tr>
      <w:tr w:rsidR="006371BA" w:rsidRPr="00012E50" w14:paraId="2BB2A307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9512E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C3D89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172DB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01D57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26E05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3805E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08C16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AFE3C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19 697,3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82043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19 697,3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A635D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19 697,3</w:t>
            </w:r>
          </w:p>
        </w:tc>
      </w:tr>
      <w:tr w:rsidR="006371BA" w:rsidRPr="00012E50" w14:paraId="7EAD1DBF" w14:textId="77777777" w:rsidTr="00C21393">
        <w:trPr>
          <w:trHeight w:val="52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51EE1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E87B0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83EC9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D624F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160DE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DFB44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D38A5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2DCB9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19 697,3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A6353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19 697,3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130E2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19 697,3</w:t>
            </w:r>
          </w:p>
        </w:tc>
      </w:tr>
      <w:tr w:rsidR="006371BA" w:rsidRPr="00012E50" w14:paraId="01D43BE1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B2BCF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C951F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16F7A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E4B0D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20040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05884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07B72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CA6CB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40 049,9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7A69E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40 049,9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FD252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40 049,9</w:t>
            </w:r>
          </w:p>
        </w:tc>
      </w:tr>
      <w:tr w:rsidR="006371BA" w:rsidRPr="00012E50" w14:paraId="792037E2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9E108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AD5E4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C381D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1716D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9219C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B54A8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B9BF4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AC133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40 049,9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2880A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40 049,9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99830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40 049,9</w:t>
            </w:r>
          </w:p>
        </w:tc>
      </w:tr>
      <w:tr w:rsidR="006371BA" w:rsidRPr="00012E50" w14:paraId="1E1689B6" w14:textId="77777777" w:rsidTr="00C21393">
        <w:trPr>
          <w:trHeight w:val="67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CE01F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EEB63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отных граждан, испытывающих труд</w:t>
            </w: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ности в поиске работы (в том числе выпускников начального и среднего профессионального образования в возрасте от 18 до 20 лет ищущих работу впервые)</w:t>
            </w:r>
            <w:r w:rsidR="00DB49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в мун</w:t>
            </w:r>
            <w:r w:rsidR="00B66CDE">
              <w:rPr>
                <w:rFonts w:ascii="Times New Roman" w:hAnsi="Times New Roman" w:cs="Times New Roman"/>
                <w:sz w:val="24"/>
                <w:szCs w:val="24"/>
              </w:rPr>
              <w:t>иципальных учреждениях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924E9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9C05C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5485C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5E171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674CE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BEAFC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2B1D1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C8AD2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6371BA" w:rsidRPr="00012E50" w14:paraId="7434A37A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DC26A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8384B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482A4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4AEE9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6F8AF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F3BD2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02 4 02 25030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6D701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33AFA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A34CD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88E36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6371BA" w:rsidRPr="00012E50" w14:paraId="61B512FE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074CF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DFBD8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374B9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19C38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30755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D0C71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02 4 02 25030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3063F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36565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5AA9B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EF11F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6371BA" w:rsidRPr="00012E50" w14:paraId="7BDB0017" w14:textId="77777777" w:rsidTr="00C21393">
        <w:trPr>
          <w:trHeight w:val="52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68737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E4D3A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59AD7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1EBBF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DB65D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9B533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92DD5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02916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4E944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598FC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6371BA" w:rsidRPr="00012E50" w14:paraId="0705980C" w14:textId="77777777" w:rsidTr="00C21393">
        <w:trPr>
          <w:trHeight w:val="54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F7F00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7D43A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59BE0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99BF2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055E7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C583C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02 4 03 25030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1BD0D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E91F5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25620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EAF3D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6371BA" w:rsidRPr="00012E50" w14:paraId="1B005A2D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6B283" w14:textId="77777777"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B4799" w14:textId="77777777"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683BD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8A441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22D1B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90FF7" w14:textId="77777777"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02 4 03 25030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6688C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59967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AD665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F893A" w14:textId="77777777"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9D4B2D" w:rsidRPr="00012E50" w14:paraId="7BD45802" w14:textId="77777777" w:rsidTr="00C21393">
        <w:trPr>
          <w:trHeight w:val="78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03D98" w14:textId="77777777" w:rsidR="009D4B2D" w:rsidRPr="00012E50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7FAD5" w14:textId="77777777" w:rsidR="009D4B2D" w:rsidRPr="009D4B2D" w:rsidRDefault="009D4B2D" w:rsidP="009D4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EBF15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4C4B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C8D8C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F0576" w14:textId="77777777" w:rsidR="009D4B2D" w:rsidRPr="009D4B2D" w:rsidRDefault="009D4B2D" w:rsidP="009D4B2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12BED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EF572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AE1CB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4F83F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9D4B2D" w:rsidRPr="00012E50" w14:paraId="3F627A47" w14:textId="77777777" w:rsidTr="00C21393">
        <w:trPr>
          <w:trHeight w:val="51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13DBD" w14:textId="77777777" w:rsidR="009D4B2D" w:rsidRPr="00012E50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A3CA0" w14:textId="77777777" w:rsidR="009D4B2D" w:rsidRPr="009D4B2D" w:rsidRDefault="009D4B2D" w:rsidP="009D4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48C1B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FDAAD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4E3DB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62D90" w14:textId="77777777" w:rsidR="009D4B2D" w:rsidRPr="009D4B2D" w:rsidRDefault="009D4B2D" w:rsidP="009D4B2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05 2 00 00000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EC174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07EAB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845F4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087B1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9D4B2D" w:rsidRPr="00012E50" w14:paraId="5C18CF88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9BBA0" w14:textId="77777777" w:rsidR="009D4B2D" w:rsidRPr="00012E50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FCE0D" w14:textId="77777777" w:rsidR="009D4B2D" w:rsidRPr="009D4B2D" w:rsidRDefault="009D4B2D" w:rsidP="009D4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0BC44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333A1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0606E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05DF6" w14:textId="77777777" w:rsidR="009D4B2D" w:rsidRPr="009D4B2D" w:rsidRDefault="009D4B2D" w:rsidP="009D4B2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05 2 04 00000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185D3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7D93A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55D5C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B83B7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9D4B2D" w:rsidRPr="00012E50" w14:paraId="64831421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E7C42" w14:textId="77777777" w:rsidR="009D4B2D" w:rsidRPr="00012E50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1C05F" w14:textId="77777777" w:rsidR="009D4B2D" w:rsidRPr="009D4B2D" w:rsidRDefault="009D4B2D" w:rsidP="009D4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DF8E4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230C0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4FB36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608B4" w14:textId="77777777" w:rsidR="009D4B2D" w:rsidRPr="009D4B2D" w:rsidRDefault="009D4B2D" w:rsidP="009D4B2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8C32C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44A66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6F59B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9313F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9D4B2D" w:rsidRPr="00012E50" w14:paraId="5C36DD63" w14:textId="77777777" w:rsidTr="00C21393">
        <w:trPr>
          <w:trHeight w:val="62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81274" w14:textId="77777777" w:rsidR="009D4B2D" w:rsidRPr="00012E50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8A52A" w14:textId="77777777" w:rsidR="009D4B2D" w:rsidRPr="009D4B2D" w:rsidRDefault="009D4B2D" w:rsidP="009D4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4F880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E21D6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4F8B0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57224" w14:textId="77777777" w:rsidR="009D4B2D" w:rsidRPr="009D4B2D" w:rsidRDefault="009D4B2D" w:rsidP="009D4B2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8D92C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03DD5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0EDD9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14CAA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9D4B2D" w:rsidRPr="00012E50" w14:paraId="604E2F3D" w14:textId="77777777" w:rsidTr="00C21393">
        <w:trPr>
          <w:trHeight w:val="39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811AE" w14:textId="77777777" w:rsidR="009D4B2D" w:rsidRPr="00012E50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B1D92" w14:textId="77777777" w:rsidR="009D4B2D" w:rsidRPr="009D4B2D" w:rsidRDefault="009D4B2D" w:rsidP="009D4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A5052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80AF1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89F63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758A7" w14:textId="77777777" w:rsidR="009D4B2D" w:rsidRPr="009D4B2D" w:rsidRDefault="009D4B2D" w:rsidP="009D4B2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0E7A4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36AC5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3 541,6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412DB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3 541,6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44F2C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3 541,6</w:t>
            </w:r>
          </w:p>
        </w:tc>
      </w:tr>
      <w:tr w:rsidR="009D4B2D" w:rsidRPr="00012E50" w14:paraId="6E389CF3" w14:textId="77777777" w:rsidTr="00C21393">
        <w:trPr>
          <w:trHeight w:val="36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71259" w14:textId="77777777" w:rsidR="009D4B2D" w:rsidRPr="00012E50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BC59" w14:textId="77777777" w:rsidR="009D4B2D" w:rsidRPr="009D4B2D" w:rsidRDefault="009D4B2D" w:rsidP="009D4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proofErr w:type="gramStart"/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программа  «</w:t>
            </w:r>
            <w:proofErr w:type="gramEnd"/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Развитие культуры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157E8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63441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F5457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36652" w14:textId="77777777" w:rsidR="009D4B2D" w:rsidRPr="009D4B2D" w:rsidRDefault="009D4B2D" w:rsidP="009D4B2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93406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DBB07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C9DC9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E023D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</w:tr>
      <w:tr w:rsidR="009D4B2D" w:rsidRPr="00012E50" w14:paraId="373F4C4B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9F85D" w14:textId="77777777" w:rsidR="009D4B2D" w:rsidRPr="00012E50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9B26C" w14:textId="77777777" w:rsidR="009D4B2D" w:rsidRPr="009D4B2D" w:rsidRDefault="009D4B2D" w:rsidP="009D4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E9A46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13C63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643FC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ADFDC" w14:textId="77777777" w:rsidR="009D4B2D" w:rsidRPr="009D4B2D" w:rsidRDefault="009D4B2D" w:rsidP="009D4B2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02 8 00 00000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AAF12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B2F90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C81FA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3256A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</w:tr>
      <w:tr w:rsidR="009D4B2D" w:rsidRPr="00012E50" w14:paraId="0BC62C74" w14:textId="77777777" w:rsidTr="00C21393">
        <w:trPr>
          <w:trHeight w:val="41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EAB98" w14:textId="77777777" w:rsidR="009D4B2D" w:rsidRPr="00012E50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9B198" w14:textId="77777777" w:rsidR="009D4B2D" w:rsidRPr="009D4B2D" w:rsidRDefault="009D4B2D" w:rsidP="009D4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F0A15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296C2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E3CC3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DC5BA" w14:textId="77777777" w:rsidR="009D4B2D" w:rsidRPr="009D4B2D" w:rsidRDefault="009D4B2D" w:rsidP="009D4B2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02 8 01 00000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755F2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91BF9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31159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D60C5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</w:tr>
      <w:tr w:rsidR="009D4B2D" w:rsidRPr="00012E50" w14:paraId="4537981D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40B2C" w14:textId="77777777" w:rsidR="009D4B2D" w:rsidRPr="00012E50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D7731" w14:textId="77777777" w:rsidR="009D4B2D" w:rsidRPr="009D4B2D" w:rsidRDefault="009D4B2D" w:rsidP="009D4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27555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C123F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4E8F5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9D254" w14:textId="77777777" w:rsidR="009D4B2D" w:rsidRPr="009D4B2D" w:rsidRDefault="009D4B2D" w:rsidP="009D4B2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69365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149FB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FF62E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40DF1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</w:tr>
      <w:tr w:rsidR="009D4B2D" w:rsidRPr="00012E50" w14:paraId="0654B210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367E8" w14:textId="77777777" w:rsidR="009D4B2D" w:rsidRPr="00012E50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5DAD0" w14:textId="77777777" w:rsidR="009D4B2D" w:rsidRPr="009D4B2D" w:rsidRDefault="009D4B2D" w:rsidP="009D4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84BDC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3043F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6D01B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A993E" w14:textId="77777777" w:rsidR="009D4B2D" w:rsidRPr="009D4B2D" w:rsidRDefault="009D4B2D" w:rsidP="009D4B2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595B2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CB405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3 437,6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2DBEF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3 437,6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C61E7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3 437,6</w:t>
            </w:r>
          </w:p>
        </w:tc>
      </w:tr>
      <w:tr w:rsidR="009D4B2D" w:rsidRPr="00012E50" w14:paraId="2545C695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FCCCD" w14:textId="77777777" w:rsidR="009D4B2D" w:rsidRPr="00012E50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0CF20" w14:textId="77777777" w:rsidR="009D4B2D" w:rsidRPr="009D4B2D" w:rsidRDefault="009D4B2D" w:rsidP="009D4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70C2A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A85BF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9A5BC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803B9" w14:textId="77777777" w:rsidR="009D4B2D" w:rsidRPr="009D4B2D" w:rsidRDefault="009D4B2D" w:rsidP="009D4B2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3B5A8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CEBFD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6096C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45D23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</w:tr>
      <w:tr w:rsidR="009D4B2D" w:rsidRPr="00012E50" w14:paraId="4A97580A" w14:textId="77777777" w:rsidTr="00C21393">
        <w:trPr>
          <w:trHeight w:val="53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004D2" w14:textId="77777777" w:rsidR="009D4B2D" w:rsidRPr="00012E50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592BB" w14:textId="77777777" w:rsidR="009D4B2D" w:rsidRPr="009D4B2D" w:rsidRDefault="009D4B2D" w:rsidP="009D4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ACA62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2C44B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1334C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9B5B9" w14:textId="77777777" w:rsidR="009D4B2D" w:rsidRPr="009D4B2D" w:rsidRDefault="009D4B2D" w:rsidP="009D4B2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D6AE7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ADA97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08EF4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8CDAD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490,0</w:t>
            </w:r>
          </w:p>
        </w:tc>
      </w:tr>
      <w:tr w:rsidR="009D4B2D" w:rsidRPr="00012E50" w14:paraId="4C524DFE" w14:textId="77777777" w:rsidTr="00C21393">
        <w:trPr>
          <w:trHeight w:val="34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94A94" w14:textId="77777777" w:rsidR="009D4B2D" w:rsidRPr="00012E50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EEC88" w14:textId="77777777" w:rsidR="009D4B2D" w:rsidRPr="009D4B2D" w:rsidRDefault="009D4B2D" w:rsidP="009D4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4CBEF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08850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A1B89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F32A1" w14:textId="77777777" w:rsidR="009D4B2D" w:rsidRPr="009D4B2D" w:rsidRDefault="009D4B2D" w:rsidP="009D4B2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63ED9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60E7B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66412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9C2C8" w14:textId="77777777"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490,0</w:t>
            </w:r>
          </w:p>
        </w:tc>
      </w:tr>
      <w:tr w:rsidR="00F37AC0" w:rsidRPr="00012E50" w14:paraId="782922F0" w14:textId="77777777" w:rsidTr="00C21393">
        <w:trPr>
          <w:trHeight w:val="53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6F33A" w14:textId="77777777" w:rsidR="00F37AC0" w:rsidRPr="00012E5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DA567" w14:textId="77777777" w:rsidR="00F37AC0" w:rsidRPr="00F37AC0" w:rsidRDefault="00F37AC0" w:rsidP="00F37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proofErr w:type="gramStart"/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программа  «</w:t>
            </w:r>
            <w:proofErr w:type="gramEnd"/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Развитие культуры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F3622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CAEC3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944B5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DB3BE" w14:textId="77777777" w:rsidR="00F37AC0" w:rsidRPr="00F37AC0" w:rsidRDefault="00F37AC0" w:rsidP="00F37AC0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52748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0FC41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A1046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F0BEC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</w:tr>
      <w:tr w:rsidR="00F37AC0" w:rsidRPr="00012E50" w14:paraId="4765C0C5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E58F5" w14:textId="77777777" w:rsidR="00F37AC0" w:rsidRPr="00012E5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78DF0" w14:textId="77777777" w:rsidR="00F37AC0" w:rsidRPr="00F37AC0" w:rsidRDefault="00F37AC0" w:rsidP="00F37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D0F58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29708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8F59C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32422" w14:textId="77777777" w:rsidR="00F37AC0" w:rsidRPr="00F37AC0" w:rsidRDefault="00F37AC0" w:rsidP="00F37AC0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02 3 00 00000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E0A9C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9EFFF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8BDB7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2D22B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</w:tr>
      <w:tr w:rsidR="00F37AC0" w:rsidRPr="00012E50" w14:paraId="456B41CB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116DE" w14:textId="77777777" w:rsidR="00F37AC0" w:rsidRPr="00012E5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6F933" w14:textId="666C7841" w:rsidR="00F37AC0" w:rsidRPr="00F37AC0" w:rsidRDefault="00F37AC0" w:rsidP="00F37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2D5FF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86184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1E28B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C9CF5" w14:textId="77777777" w:rsidR="00F37AC0" w:rsidRPr="00F37AC0" w:rsidRDefault="00F37AC0" w:rsidP="00F37AC0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02 3 02 00000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E07CC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DD7B5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8EFE1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75C42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F37AC0" w:rsidRPr="00012E50" w14:paraId="48897CE5" w14:textId="77777777" w:rsidTr="00C21393">
        <w:trPr>
          <w:trHeight w:val="34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7DF37" w14:textId="77777777" w:rsidR="00F37AC0" w:rsidRPr="00012E5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B0BFD" w14:textId="77777777" w:rsidR="00F37AC0" w:rsidRPr="00F37AC0" w:rsidRDefault="00F37AC0" w:rsidP="00F37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79591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1BF67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8C98E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91F3C" w14:textId="77777777" w:rsidR="00F37AC0" w:rsidRPr="00F37AC0" w:rsidRDefault="00F37AC0" w:rsidP="00F37AC0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001AF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D7BF4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91044" w14:textId="77777777" w:rsidR="00F37AC0" w:rsidRPr="00F37AC0" w:rsidRDefault="00F37AC0" w:rsidP="00F37AC0">
            <w:pPr>
              <w:spacing w:after="0" w:line="240" w:lineRule="auto"/>
              <w:ind w:hanging="17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1C543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F37AC0" w:rsidRPr="00012E50" w14:paraId="17D6992D" w14:textId="77777777" w:rsidTr="00C21393">
        <w:trPr>
          <w:trHeight w:val="58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94A10" w14:textId="77777777" w:rsidR="00F37AC0" w:rsidRPr="00012E5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B1EBA" w14:textId="77777777" w:rsidR="00F37AC0" w:rsidRPr="00F37AC0" w:rsidRDefault="00F37AC0" w:rsidP="00F37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6BA62" w14:textId="77777777" w:rsidR="00F37AC0" w:rsidRPr="00F37AC0" w:rsidRDefault="00F37AC0" w:rsidP="00F37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92255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703D3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A9389" w14:textId="77777777" w:rsidR="00F37AC0" w:rsidRPr="00F37AC0" w:rsidRDefault="00F37AC0" w:rsidP="00F37AC0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ADF89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E72D9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8ADC7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F4E96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F37AC0" w:rsidRPr="00012E50" w14:paraId="6EF73632" w14:textId="77777777" w:rsidTr="00C21393">
        <w:trPr>
          <w:trHeight w:val="50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F0E2B" w14:textId="77777777" w:rsidR="00F37AC0" w:rsidRPr="00012E5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F51A7" w14:textId="77777777" w:rsidR="00F37AC0" w:rsidRPr="00F37AC0" w:rsidRDefault="00F37AC0" w:rsidP="00F37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C38D3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CE997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A3846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D96FF" w14:textId="77777777" w:rsidR="00F37AC0" w:rsidRPr="00F37AC0" w:rsidRDefault="00F37AC0" w:rsidP="00F37AC0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665A5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6167A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90E40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49579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F37AC0" w:rsidRPr="00012E50" w14:paraId="58B68B91" w14:textId="77777777" w:rsidTr="00C21393">
        <w:trPr>
          <w:trHeight w:val="67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703F1" w14:textId="77777777" w:rsidR="00F37AC0" w:rsidRPr="00012E5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EFE0E" w14:textId="77777777" w:rsidR="00F37AC0" w:rsidRPr="00F37AC0" w:rsidRDefault="00F37AC0" w:rsidP="00F37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54032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C8139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65759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1E40C" w14:textId="77777777" w:rsidR="00F37AC0" w:rsidRPr="00F37AC0" w:rsidRDefault="00F37AC0" w:rsidP="00F37AC0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02 3 03 00000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67DB8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1E220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C96DB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40FFF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37AC0" w:rsidRPr="00012E50" w14:paraId="5E2D88C8" w14:textId="77777777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52319" w14:textId="77777777" w:rsidR="00F37AC0" w:rsidRPr="00012E5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065BA" w14:textId="77777777" w:rsidR="00F37AC0" w:rsidRPr="00F37AC0" w:rsidRDefault="00F37AC0" w:rsidP="00F37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B5CED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8A718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F29FF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AF327" w14:textId="77777777" w:rsidR="00F37AC0" w:rsidRPr="00F37AC0" w:rsidRDefault="00F37AC0" w:rsidP="00F37AC0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EFF00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9890D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BA0D8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6789B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37AC0" w:rsidRPr="00012E50" w14:paraId="3E15F93F" w14:textId="77777777" w:rsidTr="00C21393">
        <w:trPr>
          <w:trHeight w:val="55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53C85" w14:textId="77777777" w:rsidR="00F37AC0" w:rsidRPr="00012E5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F8851" w14:textId="77777777" w:rsidR="00F37AC0" w:rsidRPr="00F37AC0" w:rsidRDefault="00F37AC0" w:rsidP="00F37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D68A2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40D8E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8E06B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64EEC" w14:textId="77777777" w:rsidR="00F37AC0" w:rsidRPr="00F37AC0" w:rsidRDefault="00F37AC0" w:rsidP="00F37AC0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E9CB5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EB7F3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3CA35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1206E" w14:textId="77777777"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E50507" w:rsidRPr="00012E50" w14:paraId="76EFE5B4" w14:textId="77777777" w:rsidTr="00C21393">
        <w:trPr>
          <w:trHeight w:val="59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7C531" w14:textId="77777777" w:rsidR="00E50507" w:rsidRPr="00012E50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4EACE" w14:textId="77777777" w:rsidR="00E50507" w:rsidRPr="00E50507" w:rsidRDefault="00E50507" w:rsidP="00E50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09A03" w14:textId="77777777"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108E8" w14:textId="77777777"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F8AE1" w14:textId="77777777"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F989A" w14:textId="77777777" w:rsidR="00E50507" w:rsidRPr="00E50507" w:rsidRDefault="00E50507" w:rsidP="00E5050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E34FF" w14:textId="77777777"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3E771" w14:textId="77777777" w:rsidR="00E50507" w:rsidRPr="00E50507" w:rsidRDefault="001E58B3" w:rsidP="00C15E34">
            <w:pPr>
              <w:spacing w:after="0" w:line="240" w:lineRule="auto"/>
              <w:ind w:right="-118" w:hanging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1 435 </w:t>
            </w:r>
            <w:r w:rsidR="00E50507"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530,4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2947F" w14:textId="77777777" w:rsidR="00E50507" w:rsidRPr="00E50507" w:rsidRDefault="00E50507" w:rsidP="00E50507">
            <w:pPr>
              <w:spacing w:after="0" w:line="240" w:lineRule="auto"/>
              <w:ind w:right="-160" w:hanging="1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1 433 090,7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799B0" w14:textId="77777777"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1 435 492,9</w:t>
            </w:r>
          </w:p>
        </w:tc>
      </w:tr>
      <w:tr w:rsidR="00E50507" w:rsidRPr="00012E50" w14:paraId="3C980C62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C1277" w14:textId="77777777" w:rsidR="00E50507" w:rsidRPr="00012E50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D449C" w14:textId="77777777" w:rsidR="00E50507" w:rsidRPr="00E50507" w:rsidRDefault="00E50507" w:rsidP="00E505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DE55F" w14:textId="77777777"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53909" w14:textId="77777777"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A1212" w14:textId="77777777"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40380" w14:textId="77777777" w:rsidR="00E50507" w:rsidRPr="00E50507" w:rsidRDefault="00E50507" w:rsidP="00E5050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6F980" w14:textId="77777777"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E7F97" w14:textId="77777777"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18066" w14:textId="77777777" w:rsidR="00E50507" w:rsidRPr="00E50507" w:rsidRDefault="00E50507" w:rsidP="00E50507">
            <w:pPr>
              <w:spacing w:after="0" w:line="240" w:lineRule="auto"/>
              <w:ind w:hanging="17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799E7" w14:textId="77777777"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9 403,0</w:t>
            </w:r>
          </w:p>
        </w:tc>
      </w:tr>
      <w:tr w:rsidR="00E50507" w:rsidRPr="00012E50" w14:paraId="67776B01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FE0CC" w14:textId="77777777" w:rsidR="00E50507" w:rsidRPr="00012E50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FB9BD" w14:textId="77777777" w:rsidR="00E50507" w:rsidRPr="00E50507" w:rsidRDefault="00E50507" w:rsidP="00E505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57A60" w14:textId="77777777"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4923C" w14:textId="77777777"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AEE13" w14:textId="77777777"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C266A" w14:textId="77777777" w:rsidR="00E50507" w:rsidRPr="00E50507" w:rsidRDefault="00E50507" w:rsidP="00E5050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AB6B4" w14:textId="77777777"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FFD85" w14:textId="77777777"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DA0E6" w14:textId="77777777"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25944" w14:textId="77777777"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9 403,0</w:t>
            </w:r>
          </w:p>
        </w:tc>
      </w:tr>
      <w:tr w:rsidR="006670DA" w:rsidRPr="00012E50" w14:paraId="5BA5E894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0F561" w14:textId="77777777" w:rsidR="006670DA" w:rsidRPr="00012E50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27949" w14:textId="77777777" w:rsidR="006670DA" w:rsidRPr="006670DA" w:rsidRDefault="006670DA" w:rsidP="00667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3A07D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0B360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E4D28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2C4DC" w14:textId="77777777" w:rsidR="006670DA" w:rsidRPr="006670DA" w:rsidRDefault="006670DA" w:rsidP="006670D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6F0C9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FFFB9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23898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1F7A3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6670DA" w:rsidRPr="00012E50" w14:paraId="629720DF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850BB" w14:textId="77777777" w:rsidR="006670DA" w:rsidRPr="00012E50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DDD0B" w14:textId="77777777" w:rsidR="006670DA" w:rsidRPr="006670DA" w:rsidRDefault="006670DA" w:rsidP="00667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5B0EF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194AC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147C6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B6719" w14:textId="77777777" w:rsidR="006670DA" w:rsidRPr="006670DA" w:rsidRDefault="006670DA" w:rsidP="006670D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F00C7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D8BD7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A7DC4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786B2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6670DA" w:rsidRPr="00012E50" w14:paraId="61E233DF" w14:textId="77777777" w:rsidTr="00C21393">
        <w:trPr>
          <w:trHeight w:val="39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4EC6B" w14:textId="77777777" w:rsidR="006670DA" w:rsidRPr="00012E50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EA3CE" w14:textId="77777777" w:rsidR="006670DA" w:rsidRPr="006670DA" w:rsidRDefault="006670DA" w:rsidP="0066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EF4FE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9A857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BD2F2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85060" w14:textId="77777777" w:rsidR="006670DA" w:rsidRPr="006670DA" w:rsidRDefault="006670DA" w:rsidP="006670D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05 1 03 00000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05123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57285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74B1B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92F24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6670DA" w:rsidRPr="00012E50" w14:paraId="2B0B8E4F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CC9E7" w14:textId="77777777" w:rsidR="006670DA" w:rsidRPr="00012E50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A7F3B" w14:textId="77777777" w:rsidR="006670DA" w:rsidRPr="006670DA" w:rsidRDefault="006670DA" w:rsidP="0066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FCBE1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D6195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5923C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7BA13" w14:textId="77777777" w:rsidR="006670DA" w:rsidRPr="006670DA" w:rsidRDefault="006670DA" w:rsidP="006670D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05 1 03 26100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A402C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CA696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F90BA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FE6F2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6670DA" w:rsidRPr="00012E50" w14:paraId="208823C4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F2F9B" w14:textId="77777777" w:rsidR="006670DA" w:rsidRPr="00012E50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25560" w14:textId="77777777" w:rsidR="006670DA" w:rsidRPr="006670DA" w:rsidRDefault="006670DA" w:rsidP="0066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23EAE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B8E40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CFC73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DA164" w14:textId="77777777" w:rsidR="006670DA" w:rsidRPr="006670DA" w:rsidRDefault="006670DA" w:rsidP="006670D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 xml:space="preserve">05 1 03 26100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55C76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8DA56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CC2F3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FB679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6670DA" w:rsidRPr="00012E50" w14:paraId="42687108" w14:textId="77777777" w:rsidTr="00C21393">
        <w:trPr>
          <w:trHeight w:val="75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0C795" w14:textId="77777777" w:rsidR="006670DA" w:rsidRPr="00012E50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56D81" w14:textId="77777777" w:rsidR="006670DA" w:rsidRPr="006670DA" w:rsidRDefault="006670DA" w:rsidP="00667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6C78D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25653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6696B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721B6" w14:textId="77777777" w:rsidR="006670DA" w:rsidRPr="006670DA" w:rsidRDefault="006670DA" w:rsidP="006670D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515EA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680D6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94883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FC153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</w:tr>
      <w:tr w:rsidR="006670DA" w:rsidRPr="00012E50" w14:paraId="2CA32A78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51E9E" w14:textId="77777777" w:rsidR="006670DA" w:rsidRPr="00012E50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45DA8" w14:textId="77777777" w:rsidR="006670DA" w:rsidRPr="006670DA" w:rsidRDefault="006670DA" w:rsidP="0066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9A9BC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15182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0DB9D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60BBF" w14:textId="77777777" w:rsidR="006670DA" w:rsidRPr="006670DA" w:rsidRDefault="006670DA" w:rsidP="006670D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06 0 01 00000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D85EF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82314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6767B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C19B5" w14:textId="77777777"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</w:tr>
      <w:tr w:rsidR="00917221" w:rsidRPr="00012E50" w14:paraId="2B123A5A" w14:textId="77777777" w:rsidTr="00C21393">
        <w:trPr>
          <w:trHeight w:val="82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0FEDC" w14:textId="77777777" w:rsidR="00917221" w:rsidRPr="00012E50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DF96A" w14:textId="77777777" w:rsidR="00917221" w:rsidRPr="00917221" w:rsidRDefault="00917221" w:rsidP="00917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639E3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7A643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2284A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07174" w14:textId="77777777" w:rsidR="00917221" w:rsidRPr="00917221" w:rsidRDefault="00917221" w:rsidP="0091722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06 0 01 S2250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D4F6D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CCBBC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0BB8B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7B1F0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</w:tr>
      <w:tr w:rsidR="00917221" w:rsidRPr="00012E50" w14:paraId="2E638ADF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55354" w14:textId="77777777" w:rsidR="00917221" w:rsidRPr="00012E50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AA60A" w14:textId="77777777" w:rsidR="00917221" w:rsidRPr="00917221" w:rsidRDefault="00917221" w:rsidP="00917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0B675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484C3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61A03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0B185" w14:textId="77777777" w:rsidR="00917221" w:rsidRPr="00917221" w:rsidRDefault="00917221" w:rsidP="0091722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06 0 01 S2250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6F947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62150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8D21A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119B2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</w:tr>
      <w:tr w:rsidR="00917221" w:rsidRPr="00012E50" w14:paraId="62D96BF7" w14:textId="77777777" w:rsidTr="00C21393">
        <w:trPr>
          <w:trHeight w:val="46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3523F" w14:textId="77777777" w:rsidR="00917221" w:rsidRPr="00012E50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70E6F" w14:textId="77777777" w:rsidR="00917221" w:rsidRPr="00917221" w:rsidRDefault="00917221" w:rsidP="00917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1801A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61A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5A234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C658D" w14:textId="77777777" w:rsidR="00917221" w:rsidRPr="00917221" w:rsidRDefault="00917221" w:rsidP="0091722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0C90F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E2196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B48DD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72A2A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17221" w:rsidRPr="00012E50" w14:paraId="0EBFEABD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FD359" w14:textId="77777777" w:rsidR="00917221" w:rsidRPr="00012E50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BD765" w14:textId="77777777" w:rsidR="00917221" w:rsidRPr="00917221" w:rsidRDefault="00917221" w:rsidP="00917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32445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33818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BC011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433BA" w14:textId="77777777" w:rsidR="00917221" w:rsidRPr="00917221" w:rsidRDefault="00917221" w:rsidP="0091722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14176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90C02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4 684,0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E6EC8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4 684,0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CE87D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4 684,0</w:t>
            </w:r>
          </w:p>
        </w:tc>
      </w:tr>
      <w:tr w:rsidR="00917221" w:rsidRPr="00012E50" w14:paraId="5B6357E0" w14:textId="77777777" w:rsidTr="00C21393">
        <w:trPr>
          <w:trHeight w:val="100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D1AA4" w14:textId="77777777" w:rsidR="00917221" w:rsidRPr="00012E50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3F871" w14:textId="77777777" w:rsidR="00917221" w:rsidRPr="00917221" w:rsidRDefault="00917221" w:rsidP="00917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EF26D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6FE50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71E2C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D7964" w14:textId="77777777" w:rsidR="00917221" w:rsidRPr="00917221" w:rsidRDefault="00917221" w:rsidP="0091722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6D162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B97B6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4 684,0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7E560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4 684,0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77FEC" w14:textId="77777777"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4 684,0</w:t>
            </w:r>
          </w:p>
        </w:tc>
      </w:tr>
      <w:tr w:rsidR="004160A8" w:rsidRPr="00012E50" w14:paraId="5BF4342C" w14:textId="77777777" w:rsidTr="00C21393">
        <w:trPr>
          <w:trHeight w:val="40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F0FBC" w14:textId="77777777" w:rsidR="004160A8" w:rsidRPr="00012E50" w:rsidRDefault="004160A8" w:rsidP="00416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B4D3A" w14:textId="77777777" w:rsidR="004160A8" w:rsidRPr="004160A8" w:rsidRDefault="004160A8" w:rsidP="00416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E912C" w14:textId="77777777" w:rsidR="004160A8" w:rsidRPr="004160A8" w:rsidRDefault="004160A8" w:rsidP="00416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41C6D" w14:textId="77777777" w:rsidR="004160A8" w:rsidRPr="004160A8" w:rsidRDefault="004160A8" w:rsidP="00416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35A77" w14:textId="77777777" w:rsidR="004160A8" w:rsidRPr="004160A8" w:rsidRDefault="004160A8" w:rsidP="00416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24B0B" w14:textId="77777777" w:rsidR="004160A8" w:rsidRPr="004160A8" w:rsidRDefault="004160A8" w:rsidP="004160A8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5A73C" w14:textId="77777777" w:rsidR="004160A8" w:rsidRPr="004160A8" w:rsidRDefault="004160A8" w:rsidP="00416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D7228" w14:textId="77777777" w:rsidR="004160A8" w:rsidRPr="004160A8" w:rsidRDefault="004160A8" w:rsidP="002C7807">
            <w:pPr>
              <w:spacing w:after="0" w:line="240" w:lineRule="auto"/>
              <w:ind w:right="-118" w:hanging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1 408 012,3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11556" w14:textId="77777777" w:rsidR="004160A8" w:rsidRPr="004160A8" w:rsidRDefault="004160A8" w:rsidP="00E10B79">
            <w:pPr>
              <w:spacing w:after="0" w:line="240" w:lineRule="auto"/>
              <w:ind w:right="-160" w:hanging="1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1 405 572,6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C75EA" w14:textId="77777777" w:rsidR="004160A8" w:rsidRPr="004160A8" w:rsidRDefault="004160A8" w:rsidP="00416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1 407 974,8</w:t>
            </w:r>
          </w:p>
        </w:tc>
      </w:tr>
      <w:tr w:rsidR="004160A8" w:rsidRPr="00012E50" w14:paraId="07D90721" w14:textId="77777777" w:rsidTr="00C21393">
        <w:trPr>
          <w:trHeight w:val="24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27598" w14:textId="77777777" w:rsidR="004160A8" w:rsidRPr="00012E50" w:rsidRDefault="004160A8" w:rsidP="00416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625F5" w14:textId="77777777" w:rsidR="004160A8" w:rsidRPr="004160A8" w:rsidRDefault="004160A8" w:rsidP="00416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AE466" w14:textId="77777777" w:rsidR="004160A8" w:rsidRPr="004160A8" w:rsidRDefault="004160A8" w:rsidP="00416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8DFF6" w14:textId="77777777" w:rsidR="004160A8" w:rsidRPr="004160A8" w:rsidRDefault="004160A8" w:rsidP="00416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4E870" w14:textId="77777777" w:rsidR="004160A8" w:rsidRPr="004160A8" w:rsidRDefault="004160A8" w:rsidP="00416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5E521" w14:textId="77777777" w:rsidR="004160A8" w:rsidRPr="004160A8" w:rsidRDefault="004160A8" w:rsidP="004160A8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41806" w14:textId="77777777" w:rsidR="004160A8" w:rsidRPr="004160A8" w:rsidRDefault="004160A8" w:rsidP="00416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A93E5" w14:textId="77777777" w:rsidR="004160A8" w:rsidRPr="004160A8" w:rsidRDefault="004160A8" w:rsidP="00416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479 616,5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87961" w14:textId="77777777" w:rsidR="004160A8" w:rsidRPr="004160A8" w:rsidRDefault="004160A8" w:rsidP="00416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474 680,7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55920" w14:textId="77777777" w:rsidR="004160A8" w:rsidRPr="004160A8" w:rsidRDefault="004160A8" w:rsidP="00416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474 680,7</w:t>
            </w:r>
          </w:p>
        </w:tc>
      </w:tr>
      <w:tr w:rsidR="00BF5FDF" w:rsidRPr="00012E50" w14:paraId="0F15C161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3430C" w14:textId="77777777"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FF6D5" w14:textId="77777777"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D0A31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CD835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F645D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A07F8" w14:textId="77777777"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09A2C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7652D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479 616,5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12500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474 680,7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52694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474 680,7</w:t>
            </w:r>
          </w:p>
        </w:tc>
      </w:tr>
      <w:tr w:rsidR="00BF5FDF" w:rsidRPr="00012E50" w14:paraId="453A4017" w14:textId="77777777" w:rsidTr="00C21393">
        <w:trPr>
          <w:trHeight w:val="27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84FE6" w14:textId="77777777"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E0418" w14:textId="77777777"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FE8E2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5E99D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FF8C4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72AAF" w14:textId="77777777"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D26E2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9857E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474 680,7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30100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474 680,7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28C1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474 680,7</w:t>
            </w:r>
          </w:p>
        </w:tc>
      </w:tr>
      <w:tr w:rsidR="00BF5FDF" w:rsidRPr="00012E50" w14:paraId="4A6B9CD8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9933C" w14:textId="77777777"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25FAD" w14:textId="77777777"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D6BDC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F7BB6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9D613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67264" w14:textId="77777777"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F37D9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E71A6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474 680,7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AC3C6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474 680,7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54DEE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474 680,7</w:t>
            </w:r>
          </w:p>
        </w:tc>
      </w:tr>
      <w:tr w:rsidR="00BF5FDF" w:rsidRPr="00012E50" w14:paraId="5B165557" w14:textId="77777777" w:rsidTr="00C21393">
        <w:trPr>
          <w:trHeight w:val="61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CEE33" w14:textId="77777777"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AEB4C" w14:textId="77777777"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1BB79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1C3FD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868C5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83FAF" w14:textId="77777777"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FE8A1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29F9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156 745,2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32C39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156 745,2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4365C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156 745,2</w:t>
            </w:r>
          </w:p>
        </w:tc>
      </w:tr>
      <w:tr w:rsidR="00BF5FDF" w:rsidRPr="00012E50" w14:paraId="0332CE5E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4D65B" w14:textId="77777777"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01C2D" w14:textId="77777777"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5D040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3194A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E1742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EFDB2" w14:textId="77777777"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74A6B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98E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156 745,2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59647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156 745,2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31CC1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156 745,2</w:t>
            </w:r>
          </w:p>
        </w:tc>
      </w:tr>
      <w:tr w:rsidR="00BF5FDF" w:rsidRPr="00012E50" w14:paraId="65B55A00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38CBE" w14:textId="77777777"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B2F64" w14:textId="77777777"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5DC0D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7DEEE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FFBD9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D6DD4" w14:textId="77777777"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01 1 01 73070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B281E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EF964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315 326,5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239C9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315 326,5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FA04C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315 326,5</w:t>
            </w:r>
          </w:p>
        </w:tc>
      </w:tr>
      <w:tr w:rsidR="00BF5FDF" w:rsidRPr="00012E50" w14:paraId="074C772E" w14:textId="77777777" w:rsidTr="00C21393">
        <w:trPr>
          <w:trHeight w:val="51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A9C65" w14:textId="77777777"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ECC32" w14:textId="77777777"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C7D98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B0B7C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450AA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76194" w14:textId="77777777"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01 1 01 73070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719BF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389F5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315 326,5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0401D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315 326,5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876A6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315 326,5</w:t>
            </w:r>
          </w:p>
        </w:tc>
      </w:tr>
      <w:tr w:rsidR="00BF5FDF" w:rsidRPr="00012E50" w14:paraId="5E3D7C2C" w14:textId="77777777" w:rsidTr="00C21393">
        <w:trPr>
          <w:trHeight w:val="39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4CE05" w14:textId="77777777"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05308" w14:textId="77777777"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E431B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13D8D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2FC6D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AAFE7" w14:textId="77777777"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01 1 01 73170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ADD47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7B4A7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2 609,0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A258F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2 609,0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FD64F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2 609,0</w:t>
            </w:r>
          </w:p>
        </w:tc>
      </w:tr>
      <w:tr w:rsidR="00BF5FDF" w:rsidRPr="00012E50" w14:paraId="5EA0643F" w14:textId="77777777" w:rsidTr="00C21393">
        <w:trPr>
          <w:trHeight w:val="57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19E57" w14:textId="77777777"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46132" w14:textId="77777777"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1A318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A80BA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90B1A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BD2BD" w14:textId="77777777"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01 1 01 73170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084E3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6C56A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2 609,0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06241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2 609,0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61CED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2 609,0</w:t>
            </w:r>
          </w:p>
        </w:tc>
      </w:tr>
      <w:tr w:rsidR="00BF5FDF" w:rsidRPr="00012E50" w14:paraId="23205CA8" w14:textId="77777777" w:rsidTr="00C21393">
        <w:trPr>
          <w:trHeight w:val="56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2AEE9" w14:textId="77777777"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CFB50" w14:textId="77777777"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1D74D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D5108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A7240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DF2FD" w14:textId="77777777"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01 5 00 00000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FC9C6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C8022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4 935,8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C4B9B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D3613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F5FDF" w:rsidRPr="00012E50" w14:paraId="4838AC45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F6649" w14:textId="77777777"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3BC69" w14:textId="6BA838A0"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FE356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10FE4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B79C4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B292C" w14:textId="77777777"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75614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DEF9F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4 935,8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E5CA2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4A3B1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F5FDF" w:rsidRPr="00012E50" w14:paraId="5B20CB6D" w14:textId="77777777" w:rsidTr="00C21393">
        <w:trPr>
          <w:trHeight w:val="60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5AD48" w14:textId="77777777"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5714E" w14:textId="77777777"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капитального ремонта муниципальных образовательных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8A87B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46D24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C04F2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6B651" w14:textId="77777777"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D2BAD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15534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4 935,8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E7F0F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D541E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F5FDF" w:rsidRPr="00012E50" w14:paraId="5A4BB4C4" w14:textId="77777777" w:rsidTr="00C21393">
        <w:trPr>
          <w:trHeight w:val="67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90E36" w14:textId="77777777"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2D987" w14:textId="77777777"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FD474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639C2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2BC98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9C318" w14:textId="77777777"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E728B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D1E09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4 935,8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5E315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59617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F5FDF" w:rsidRPr="00012E50" w14:paraId="39A1EA3F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296D3" w14:textId="77777777"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0EB67" w14:textId="77777777"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3A496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DE3FB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01E0D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DBAF3" w14:textId="77777777"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A017F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863D7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B0EDE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6135F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F5FDF" w:rsidRPr="00012E50" w14:paraId="3DBCBF75" w14:textId="77777777" w:rsidTr="00C21393">
        <w:trPr>
          <w:trHeight w:val="94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43859" w14:textId="77777777"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2706C" w14:textId="77777777"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F9AA7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CD416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0F42F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47EA6" w14:textId="77777777"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B7C65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02395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4 689,0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1CC64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AFA2E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F5FDF" w:rsidRPr="00012E50" w14:paraId="6B04E420" w14:textId="77777777" w:rsidTr="00C21393">
        <w:trPr>
          <w:trHeight w:val="92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9B204" w14:textId="77777777"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EF402" w14:textId="77777777" w:rsidR="00BF5FDF" w:rsidRPr="00BF5FDF" w:rsidRDefault="00BF5FDF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3BF2E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A0202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BC658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4D99D" w14:textId="77777777"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D25FC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73F78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A8915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99DBB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F5FDF" w:rsidRPr="00012E50" w14:paraId="4C8E6FAA" w14:textId="77777777" w:rsidTr="00C21393">
        <w:trPr>
          <w:trHeight w:val="4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08D9F" w14:textId="77777777"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5D91D" w14:textId="77777777"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70AE6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9D977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8A81B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61A02" w14:textId="77777777"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07E7E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1715A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800 521,9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671C5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803 018,0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777DF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805 420,2</w:t>
            </w:r>
          </w:p>
        </w:tc>
      </w:tr>
      <w:tr w:rsidR="00BF5FDF" w:rsidRPr="00012E50" w14:paraId="1D48FF7C" w14:textId="77777777" w:rsidTr="00C21393">
        <w:trPr>
          <w:trHeight w:val="62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EBBCE" w14:textId="77777777"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788A8" w14:textId="77777777"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25F0F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5ADF9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FF61D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1630B" w14:textId="77777777"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172CB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D8866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800 521,9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682CD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803 018,0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4D2D4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805 420,2</w:t>
            </w:r>
          </w:p>
        </w:tc>
      </w:tr>
      <w:tr w:rsidR="00BF5FDF" w:rsidRPr="00012E50" w14:paraId="7499D2D2" w14:textId="77777777" w:rsidTr="00C21393">
        <w:trPr>
          <w:trHeight w:val="43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E0440" w14:textId="77777777"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5DAAD" w14:textId="77777777"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2E700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4E821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A20DD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BA72F" w14:textId="77777777"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99B4D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7C205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726 996,3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B2CFC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727 309,5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979FE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727 309,5</w:t>
            </w:r>
          </w:p>
        </w:tc>
      </w:tr>
      <w:tr w:rsidR="00BF5FDF" w:rsidRPr="00012E50" w14:paraId="194FE497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9C26B" w14:textId="77777777"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44DB9" w14:textId="77777777"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69DA7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AFBA5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492AC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BD75B" w14:textId="77777777"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01 1 02 00000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1AD2E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D7F80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696 876,0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11769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696 876,0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BF3AC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696 876,0</w:t>
            </w:r>
          </w:p>
        </w:tc>
      </w:tr>
      <w:tr w:rsidR="00BF5FDF" w:rsidRPr="00012E50" w14:paraId="2162D759" w14:textId="77777777" w:rsidTr="00C21393">
        <w:trPr>
          <w:trHeight w:val="76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14195" w14:textId="77777777"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DCAF8" w14:textId="77777777"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05DC4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A0198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BF271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0CB2A" w14:textId="77777777"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01 1 02 21590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EFCAC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03A69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163 127,3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DA584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163 127,3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3647C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163 127,3</w:t>
            </w:r>
          </w:p>
        </w:tc>
      </w:tr>
      <w:tr w:rsidR="00BF5FDF" w:rsidRPr="00012E50" w14:paraId="20EEB4AB" w14:textId="77777777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C23E8" w14:textId="77777777"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A6C6C" w14:textId="77777777"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E4FB7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4E936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38C45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8E9C4" w14:textId="77777777"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01 1 02 21590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CCE9A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EF84F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163 127,3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8CD09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163 127,3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EA00C" w14:textId="77777777"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163 127,3</w:t>
            </w:r>
          </w:p>
        </w:tc>
      </w:tr>
      <w:tr w:rsidR="00925E7C" w:rsidRPr="00012E50" w14:paraId="4CAFCD41" w14:textId="77777777" w:rsidTr="00C21393">
        <w:trPr>
          <w:trHeight w:val="52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5C277" w14:textId="77777777"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20781" w14:textId="77777777"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6A326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DD27E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0FA4D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F1D3D" w14:textId="77777777"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168A7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8B10D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533 405,7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D0628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533 405,7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1FC7B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533 405,7</w:t>
            </w:r>
          </w:p>
        </w:tc>
      </w:tr>
      <w:tr w:rsidR="00925E7C" w:rsidRPr="00012E50" w14:paraId="1D9A0CF2" w14:textId="77777777" w:rsidTr="00C21393">
        <w:trPr>
          <w:trHeight w:val="70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216E6" w14:textId="77777777"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538B1" w14:textId="77777777"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CAE8C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11F4D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AC323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CDA5A" w14:textId="77777777"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170DC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36A4E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533 405,7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22FFE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533 405,7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7EE33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533 405,7</w:t>
            </w:r>
          </w:p>
        </w:tc>
      </w:tr>
      <w:tr w:rsidR="00925E7C" w:rsidRPr="00012E50" w14:paraId="6DDC2EBD" w14:textId="77777777" w:rsidTr="00C21393">
        <w:trPr>
          <w:trHeight w:val="54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F6167" w14:textId="77777777"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87CD1" w14:textId="77777777"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933F2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A9278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1F158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47817" w14:textId="77777777"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FC9E5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1313A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343,0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A7283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343,0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7C98F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343,0</w:t>
            </w:r>
          </w:p>
        </w:tc>
      </w:tr>
      <w:tr w:rsidR="00925E7C" w:rsidRPr="00012E50" w14:paraId="1D31242F" w14:textId="77777777" w:rsidTr="00C21393">
        <w:trPr>
          <w:trHeight w:val="61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A06EA" w14:textId="77777777"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81B65" w14:textId="77777777"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FCA1C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95488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CE6BB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C818D" w14:textId="77777777"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2F489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BFE6A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343,0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C0FC3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343,0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56ADB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343,0</w:t>
            </w:r>
          </w:p>
        </w:tc>
      </w:tr>
      <w:tr w:rsidR="00925E7C" w:rsidRPr="00012E50" w14:paraId="217BA0DC" w14:textId="77777777" w:rsidTr="00C21393">
        <w:trPr>
          <w:trHeight w:val="48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5E3A3" w14:textId="77777777"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A9F68" w14:textId="77777777"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245A7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6FA32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94AF8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E0134" w14:textId="77777777"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01 1 03 00000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1247F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1F8AD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DC4D6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5243A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</w:tr>
      <w:tr w:rsidR="00925E7C" w:rsidRPr="00012E50" w14:paraId="0BB8485B" w14:textId="77777777" w:rsidTr="00C21393">
        <w:trPr>
          <w:trHeight w:val="44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6DEF5" w14:textId="77777777"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417F9" w14:textId="79C386B1"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8836C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6A985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1FA48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B6105" w14:textId="77777777"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5AD86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EA3B4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B08CE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D90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</w:tr>
      <w:tr w:rsidR="00925E7C" w:rsidRPr="00012E50" w14:paraId="2AE9A611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C72C5" w14:textId="77777777"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BD3BF" w14:textId="77777777"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71A9B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48C71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CA69D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0AD86" w14:textId="77777777"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DDB60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5C8B8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20254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00EEF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</w:tr>
      <w:tr w:rsidR="00925E7C" w:rsidRPr="00012E50" w14:paraId="454A88AE" w14:textId="77777777" w:rsidTr="00C21393">
        <w:trPr>
          <w:trHeight w:val="85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49957" w14:textId="77777777"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B7D2A" w14:textId="77777777"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D96EF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4577E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D6299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C8204" w14:textId="77777777"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4A5CC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974D9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27 420,0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49ED8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EA19A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27 733,2</w:t>
            </w:r>
          </w:p>
        </w:tc>
      </w:tr>
      <w:tr w:rsidR="00925E7C" w:rsidRPr="00012E50" w14:paraId="47471D35" w14:textId="77777777" w:rsidTr="00C21393">
        <w:trPr>
          <w:trHeight w:val="66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A5F3D" w14:textId="77777777"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493CF" w14:textId="0AC93718"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72E36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4A86F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E637F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BC950" w14:textId="77777777"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6FB86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C0817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27 420,0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F2DFA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39E92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27 733,2</w:t>
            </w:r>
          </w:p>
        </w:tc>
      </w:tr>
      <w:tr w:rsidR="00925E7C" w:rsidRPr="00012E50" w14:paraId="5E2E6653" w14:textId="77777777" w:rsidTr="00C21393">
        <w:trPr>
          <w:trHeight w:val="61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84FC0" w14:textId="77777777"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835E5" w14:textId="77777777"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84E0F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7744F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5D2E4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846A6" w14:textId="77777777"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B35A2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54DD6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27 420,0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7D73F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950D1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27 733,2</w:t>
            </w:r>
          </w:p>
        </w:tc>
      </w:tr>
      <w:tr w:rsidR="00925E7C" w:rsidRPr="00012E50" w14:paraId="14EC9757" w14:textId="77777777" w:rsidTr="00C21393">
        <w:trPr>
          <w:trHeight w:val="43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8567E" w14:textId="77777777"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AFF89" w14:textId="77777777"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9E37D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91F83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A9AC4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01132" w14:textId="77777777"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06349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DC33A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794DC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6A173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925E7C" w:rsidRPr="00012E50" w14:paraId="542CE414" w14:textId="77777777" w:rsidTr="00C21393">
        <w:trPr>
          <w:trHeight w:val="81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6A0EC" w14:textId="77777777"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8600B" w14:textId="77777777"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94576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A93EF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A3063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F037B" w14:textId="77777777"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56465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940F2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D5DFB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B2666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925E7C" w:rsidRPr="00012E50" w14:paraId="66092210" w14:textId="77777777" w:rsidTr="00C21393">
        <w:trPr>
          <w:trHeight w:val="42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6C8FA" w14:textId="77777777"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90660" w14:textId="77777777"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64567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1408F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67402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D4432" w14:textId="77777777"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E1958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EFD03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D5733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703CA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925E7C" w:rsidRPr="00012E50" w14:paraId="75670F52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CBD2C" w14:textId="77777777"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1F009" w14:textId="77777777"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28C2B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8340C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195E3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00406" w14:textId="77777777"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73CDC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6A63B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3E4E6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11F9F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925E7C" w:rsidRPr="00012E50" w14:paraId="592B492B" w14:textId="77777777" w:rsidTr="00C21393">
        <w:trPr>
          <w:trHeight w:val="5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3A0AC" w14:textId="77777777"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79EE8" w14:textId="77777777"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7FB81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859CE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A1ACA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280E3" w14:textId="77777777"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01 5 00 00000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76593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07B77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10 596,4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D4D84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12 779,3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366CB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12 779,3</w:t>
            </w:r>
          </w:p>
        </w:tc>
      </w:tr>
      <w:tr w:rsidR="00925E7C" w:rsidRPr="00012E50" w14:paraId="0B708E87" w14:textId="77777777" w:rsidTr="00C21393">
        <w:trPr>
          <w:trHeight w:val="109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2E523" w14:textId="77777777"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D6CD8" w14:textId="6EAE12DF"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58180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5B59D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4FEA9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A5CD5" w14:textId="77777777"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81D24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2A5AD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10 596,4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AAF26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12 779,3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DFB5A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12 779,3</w:t>
            </w:r>
          </w:p>
        </w:tc>
      </w:tr>
      <w:tr w:rsidR="00925E7C" w:rsidRPr="00012E50" w14:paraId="7544B857" w14:textId="77777777" w:rsidTr="00C21393">
        <w:trPr>
          <w:trHeight w:val="59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89AEB" w14:textId="77777777"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C2D51" w14:textId="77777777"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377AE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346B3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BF781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2C55C" w14:textId="77777777"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A4EC9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D5DD8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10 596,4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605CE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12 779,3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97D9E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12 779,3</w:t>
            </w:r>
          </w:p>
        </w:tc>
      </w:tr>
      <w:tr w:rsidR="00925E7C" w:rsidRPr="00012E50" w14:paraId="7C02CC8E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0C64F" w14:textId="77777777"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4A355" w14:textId="77777777"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ADD87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1623B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23145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91AFA" w14:textId="77777777"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CCCC6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8AD9C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10 596,4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8FFCD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12 779,3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A5C46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12 779,3</w:t>
            </w:r>
          </w:p>
        </w:tc>
      </w:tr>
      <w:tr w:rsidR="00925E7C" w:rsidRPr="00012E50" w14:paraId="69754181" w14:textId="77777777" w:rsidTr="00C21393">
        <w:trPr>
          <w:trHeight w:val="28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E6FB4" w14:textId="77777777"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019A5" w14:textId="77777777"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48CD5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BA292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870B1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7EBE0" w14:textId="77777777"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0C557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F9A0F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60A3E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3A95D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5E7C" w:rsidRPr="00012E50" w14:paraId="2097E652" w14:textId="77777777" w:rsidTr="00C21393">
        <w:trPr>
          <w:trHeight w:val="54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EE135" w14:textId="77777777"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284F3" w14:textId="77777777"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-расходы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317D3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5C050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F7B8E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3BCCC" w14:textId="77777777"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E9926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64C1A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10 066,6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260AE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12 140,3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3C7E0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12 140,3</w:t>
            </w:r>
          </w:p>
        </w:tc>
      </w:tr>
      <w:tr w:rsidR="00925E7C" w:rsidRPr="00012E50" w14:paraId="76846FC2" w14:textId="77777777" w:rsidTr="00C21393">
        <w:trPr>
          <w:trHeight w:val="55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B9AB2" w14:textId="77777777"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AA6BD" w14:textId="77777777"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-расходы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B4EBD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89DB2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6B6C4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E55D9" w14:textId="77777777"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014BD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86543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529,8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18391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639,0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155C6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639,0</w:t>
            </w:r>
          </w:p>
        </w:tc>
      </w:tr>
      <w:tr w:rsidR="00925E7C" w:rsidRPr="00012E50" w14:paraId="76F85440" w14:textId="77777777" w:rsidTr="00C21393">
        <w:trPr>
          <w:trHeight w:val="54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055B8" w14:textId="77777777"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55194" w14:textId="77777777"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77D86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74097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5C290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5E2C1" w14:textId="77777777"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01 8 00 00000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8FB27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7D685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62 779,2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D6D80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62 779,2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EC8C0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65 181,4</w:t>
            </w:r>
          </w:p>
        </w:tc>
      </w:tr>
      <w:tr w:rsidR="00925E7C" w:rsidRPr="00012E50" w14:paraId="7D52AC44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507AC" w14:textId="77777777"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42508" w14:textId="725E7F77"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D6BB0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9193A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99B31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36777" w14:textId="77777777"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01 8 01 00000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510B5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EA660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62 779,2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19AAD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62 779,2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7A49B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65 181,4</w:t>
            </w:r>
          </w:p>
        </w:tc>
      </w:tr>
      <w:tr w:rsidR="00925E7C" w:rsidRPr="00012E50" w14:paraId="355C57EC" w14:textId="77777777" w:rsidTr="00C21393">
        <w:trPr>
          <w:trHeight w:val="53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7A45D" w14:textId="77777777"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960C6" w14:textId="77777777"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24F5D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B8EE8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63852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B53B1" w14:textId="77777777"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68618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3038F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C71AC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19C78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925E7C" w:rsidRPr="00012E50" w14:paraId="0D0F5BA1" w14:textId="77777777" w:rsidTr="00C21393">
        <w:trPr>
          <w:trHeight w:val="55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5D8A5" w14:textId="77777777"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4F89A" w14:textId="77777777"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1EA6F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B90E5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28299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90684" w14:textId="77777777"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BD51C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B873C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FF07F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A20F6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925E7C" w:rsidRPr="00012E50" w14:paraId="5218E9AA" w14:textId="77777777" w:rsidTr="00C21393">
        <w:trPr>
          <w:trHeight w:val="39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AF673" w14:textId="77777777"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D4DC6" w14:textId="77777777"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DA762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B1737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69729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1D53D" w14:textId="77777777"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E5ABB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B7C0C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4 157,2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2901B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4 157,2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F3B0B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4 122,1</w:t>
            </w:r>
          </w:p>
        </w:tc>
      </w:tr>
      <w:tr w:rsidR="00925E7C" w:rsidRPr="00012E50" w14:paraId="74F88F55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90257" w14:textId="77777777"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B8671" w14:textId="77777777"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177C9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D58F3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A3094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6707C" w14:textId="77777777"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63344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998F5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4 157,2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DE65D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4 157,2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B6542" w14:textId="77777777"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4 122,1</w:t>
            </w:r>
          </w:p>
        </w:tc>
      </w:tr>
      <w:tr w:rsidR="00A20BDF" w:rsidRPr="00012E50" w14:paraId="770DB187" w14:textId="77777777" w:rsidTr="00C21393">
        <w:trPr>
          <w:trHeight w:val="102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FA18B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54077" w14:textId="79858F6F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муниципальной программы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6EF85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F9670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B075A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5D82C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2C69C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A121B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42 772,8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581EE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42 772,8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6656C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44 663,8</w:t>
            </w:r>
          </w:p>
        </w:tc>
      </w:tr>
      <w:tr w:rsidR="00A20BDF" w:rsidRPr="00012E50" w14:paraId="003AF79F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08B51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D8543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DFEDB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6F524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76143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B127D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4CBC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97D93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42 772,8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32980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42 772,8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BEDB5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44 663,8</w:t>
            </w:r>
          </w:p>
        </w:tc>
      </w:tr>
      <w:tr w:rsidR="00A20BDF" w:rsidRPr="00012E50" w14:paraId="7D613015" w14:textId="77777777" w:rsidTr="00C21393">
        <w:trPr>
          <w:trHeight w:val="3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A5172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37594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29E09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58EFF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B8A4F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5989E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CCDC6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EFFBF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5FB8E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06721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0BDF" w:rsidRPr="00012E50" w14:paraId="3A52DCAD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E8054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DE32B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0BB7E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5A690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3E1B0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6150D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24DCB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F35D1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30 506,8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0814C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30 506,8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D0983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30 859,0</w:t>
            </w:r>
          </w:p>
        </w:tc>
      </w:tr>
      <w:tr w:rsidR="00A20BDF" w:rsidRPr="00012E50" w14:paraId="5906ECCD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8BCE1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2CA05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D0A31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CD49D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56A91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62D37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19098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4C335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9 633,7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16D46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9 633,7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9BF90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10 842,3</w:t>
            </w:r>
          </w:p>
        </w:tc>
      </w:tr>
      <w:tr w:rsidR="00A20BDF" w:rsidRPr="00012E50" w14:paraId="3D870790" w14:textId="77777777" w:rsidTr="00C21393">
        <w:trPr>
          <w:trHeight w:val="51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7471E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03127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A6455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7EF6F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97E5F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1BE88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72DD7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6610E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2 632,3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628A8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2 632,3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29551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2 962,5</w:t>
            </w:r>
          </w:p>
        </w:tc>
      </w:tr>
      <w:tr w:rsidR="00710542" w:rsidRPr="00012E50" w14:paraId="7E27B16E" w14:textId="77777777" w:rsidTr="00C21393">
        <w:trPr>
          <w:trHeight w:val="51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9EF91" w14:textId="77777777" w:rsidR="00710542" w:rsidRPr="00012E50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82F65" w14:textId="414340AE" w:rsidR="00710542" w:rsidRPr="00925E7C" w:rsidRDefault="00710542" w:rsidP="00710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в рамках муниципальной программы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F057E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285CC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3A07A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03917" w14:textId="77777777" w:rsidR="00710542" w:rsidRPr="00925E7C" w:rsidRDefault="00710542" w:rsidP="007105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B2037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FB74D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14 049,2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7A5DD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14 049,2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30585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14 595,5</w:t>
            </w:r>
          </w:p>
        </w:tc>
      </w:tr>
      <w:tr w:rsidR="00710542" w:rsidRPr="00012E50" w14:paraId="64D1FC2C" w14:textId="77777777" w:rsidTr="00C21393">
        <w:trPr>
          <w:trHeight w:val="51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EBB4D" w14:textId="77777777" w:rsidR="00710542" w:rsidRPr="00012E50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45A01" w14:textId="77777777" w:rsidR="00710542" w:rsidRPr="00925E7C" w:rsidRDefault="00710542" w:rsidP="00710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DBAD3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4D7B1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36D21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E5DEE" w14:textId="77777777" w:rsidR="00710542" w:rsidRPr="00925E7C" w:rsidRDefault="00710542" w:rsidP="007105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67695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02D8A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14 049,2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FC0E8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14 049,2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8397A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14 595,5</w:t>
            </w:r>
          </w:p>
        </w:tc>
      </w:tr>
      <w:tr w:rsidR="00710542" w:rsidRPr="00012E50" w14:paraId="31FD727D" w14:textId="77777777" w:rsidTr="00C21393">
        <w:trPr>
          <w:trHeight w:val="51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411AD" w14:textId="77777777" w:rsidR="00710542" w:rsidRPr="00012E50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7170E" w14:textId="77777777" w:rsidR="00710542" w:rsidRPr="00925E7C" w:rsidRDefault="00710542" w:rsidP="00710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C3B91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60E73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55DBF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A278C" w14:textId="77777777" w:rsidR="00710542" w:rsidRPr="00925E7C" w:rsidRDefault="00710542" w:rsidP="007105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C2AC8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21D7D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20E49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B0A77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10542" w:rsidRPr="00012E50" w14:paraId="2FE427A4" w14:textId="77777777" w:rsidTr="00C21393">
        <w:trPr>
          <w:trHeight w:val="50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DF79B" w14:textId="77777777" w:rsidR="00710542" w:rsidRPr="00012E50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0D91E" w14:textId="77777777" w:rsidR="00710542" w:rsidRPr="00925E7C" w:rsidRDefault="00710542" w:rsidP="00710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</w:t>
            </w:r>
            <w:r w:rsidRPr="00925E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60548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5432B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EA250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59ACD" w14:textId="77777777" w:rsidR="00710542" w:rsidRPr="00925E7C" w:rsidRDefault="00710542" w:rsidP="007105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065BE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C0300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12 041,6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BF868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12 041,6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58CB7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12 509,8</w:t>
            </w:r>
          </w:p>
        </w:tc>
      </w:tr>
      <w:tr w:rsidR="00710542" w:rsidRPr="00012E50" w14:paraId="31592701" w14:textId="77777777" w:rsidTr="00C21393">
        <w:trPr>
          <w:trHeight w:val="51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18C47" w14:textId="77777777" w:rsidR="00710542" w:rsidRPr="00012E50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F677F" w14:textId="4C1523C2" w:rsidR="00710542" w:rsidRPr="00925E7C" w:rsidRDefault="00710542" w:rsidP="00710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2359A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F0CD7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C8146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84D4C" w14:textId="77777777" w:rsidR="00710542" w:rsidRPr="00925E7C" w:rsidRDefault="00710542" w:rsidP="007105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A219E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88F68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2 007,6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23690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2 007,6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40B79" w14:textId="77777777"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2 085,7</w:t>
            </w:r>
          </w:p>
        </w:tc>
      </w:tr>
      <w:tr w:rsidR="00A20BDF" w:rsidRPr="00012E50" w14:paraId="03F7B909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A298E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8FE69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4C31C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DCF27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0FE09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E6435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6FCEC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1E85D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92 566,5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C1094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92 566,5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4BA9B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92 566,5</w:t>
            </w:r>
          </w:p>
        </w:tc>
      </w:tr>
      <w:tr w:rsidR="00A20BDF" w:rsidRPr="00012E50" w14:paraId="1E8BDA9C" w14:textId="77777777" w:rsidTr="00C21393">
        <w:trPr>
          <w:trHeight w:val="48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230E3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A4B29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21D70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03EB5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28A9C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C4909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A80E3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F5B29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92 566,5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8ED71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92 566,5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9CEB6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92 566,5</w:t>
            </w:r>
          </w:p>
        </w:tc>
      </w:tr>
      <w:tr w:rsidR="00A20BDF" w:rsidRPr="00012E50" w14:paraId="48090DF5" w14:textId="77777777" w:rsidTr="00C21393">
        <w:trPr>
          <w:trHeight w:val="48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E58E0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49125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1760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A9D09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72FF9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824CB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86892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0874D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92 316,5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35BC8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92 316,5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4D416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92 316,5</w:t>
            </w:r>
          </w:p>
        </w:tc>
      </w:tr>
      <w:tr w:rsidR="00A20BDF" w:rsidRPr="00012E50" w14:paraId="066E341E" w14:textId="77777777" w:rsidTr="00C21393">
        <w:trPr>
          <w:trHeight w:val="67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9522A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1C6C9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3E956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B3354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CE201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6F497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01 2 02 00000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20F7D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8DE96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66 869,1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018D4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65 850,3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54BEA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65 039,9</w:t>
            </w:r>
          </w:p>
        </w:tc>
      </w:tr>
      <w:tr w:rsidR="00A20BDF" w:rsidRPr="00012E50" w14:paraId="71F51E46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209C9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E4846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7809D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E0969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BDD16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D4399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01 2 02 23590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71DAC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A33AA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66 869,1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CD4FA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65 850,3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35AF3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65 039,9</w:t>
            </w:r>
          </w:p>
        </w:tc>
      </w:tr>
      <w:tr w:rsidR="00A20BDF" w:rsidRPr="00012E50" w14:paraId="2698273A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76953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085C5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8B0A2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CF711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F1434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6DE3E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01 2 02 23590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8B1B7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66E01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66 869,1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702DE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65 850,3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5C4B6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65 039,9</w:t>
            </w:r>
          </w:p>
        </w:tc>
      </w:tr>
      <w:tr w:rsidR="00A20BDF" w:rsidRPr="00012E50" w14:paraId="514FC8C8" w14:textId="77777777" w:rsidTr="00C21393">
        <w:trPr>
          <w:trHeight w:val="86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59CE3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07F83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8B6A2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329DD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9C1ED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1753D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01 2 03 00000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BA4B1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9D3C5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25 447,4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E129E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26 466,2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D205F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27 276,6</w:t>
            </w:r>
          </w:p>
        </w:tc>
      </w:tr>
      <w:tr w:rsidR="00A20BDF" w:rsidRPr="00012E50" w14:paraId="39D4396A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68CA0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DCC83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B9721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1A926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00AE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DDFF0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4D407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6E237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25 447,4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1315E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26 466,2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FD7BD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27 276,6</w:t>
            </w:r>
          </w:p>
        </w:tc>
      </w:tr>
      <w:tr w:rsidR="00A20BDF" w:rsidRPr="00012E50" w14:paraId="5C48F134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B637D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46CEE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3BAFB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904D4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B0418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8E6B6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78D5D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6F9EE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25 320,3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F14CC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26 334,1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DC12F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27 140,3</w:t>
            </w:r>
          </w:p>
        </w:tc>
      </w:tr>
      <w:tr w:rsidR="00A20BDF" w:rsidRPr="00012E50" w14:paraId="0D7A0E05" w14:textId="77777777" w:rsidTr="00C21393">
        <w:trPr>
          <w:trHeight w:val="27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A3C84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091FC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D381A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E2931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F1E48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9960F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E987E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CC17C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127,1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79639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B034A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136,3</w:t>
            </w:r>
          </w:p>
        </w:tc>
      </w:tr>
      <w:tr w:rsidR="00A20BDF" w:rsidRPr="00012E50" w14:paraId="7777F24F" w14:textId="77777777" w:rsidTr="00C21393">
        <w:trPr>
          <w:trHeight w:val="69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88B05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9F0F2" w14:textId="3459CDA5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D3B40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6B6BB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CEB6A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02649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9A433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CFEBB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553B4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8FF53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A20BDF" w:rsidRPr="00012E50" w14:paraId="7BC8921A" w14:textId="77777777" w:rsidTr="00C21393">
        <w:trPr>
          <w:trHeight w:val="81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7B4C3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E849F" w14:textId="74330270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26AD5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92128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9C2B7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FAF62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01 4 01 00000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838B0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39BF8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33F73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60E1E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A20BDF" w:rsidRPr="00012E50" w14:paraId="5B24499B" w14:textId="77777777" w:rsidTr="00C21393">
        <w:trPr>
          <w:trHeight w:val="27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9DD5D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E249C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F36C1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49241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BC976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CABD3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8B684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E98FA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FA368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CBEE7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A20BDF" w:rsidRPr="00012E50" w14:paraId="55C73808" w14:textId="77777777" w:rsidTr="00C21393">
        <w:trPr>
          <w:trHeight w:val="4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8A72A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1B74C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1AB8F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7BB2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9211F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88AB5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E49E7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5D80B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DEF84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A8CC5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A20BDF" w:rsidRPr="00012E50" w14:paraId="1C827649" w14:textId="77777777" w:rsidTr="00C21393">
        <w:trPr>
          <w:trHeight w:val="42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D7C46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55C73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88B81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CCB01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491A6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44E32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8932D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31C55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7 287,3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2D3CD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7 287,3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4411A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7 287,3</w:t>
            </w:r>
          </w:p>
        </w:tc>
      </w:tr>
      <w:tr w:rsidR="00A20BDF" w:rsidRPr="00012E50" w14:paraId="7EB23286" w14:textId="77777777" w:rsidTr="00C21393">
        <w:trPr>
          <w:trHeight w:val="53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0A177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F2EFE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A9B2C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F92BE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D5FDB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356C8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52B2B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5FBC4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7 287,3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884D1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7 287,3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C0E02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7 287,3</w:t>
            </w:r>
          </w:p>
        </w:tc>
      </w:tr>
      <w:tr w:rsidR="00A20BDF" w:rsidRPr="00012E50" w14:paraId="21AA4118" w14:textId="77777777" w:rsidTr="00C21393">
        <w:trPr>
          <w:trHeight w:val="57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929AE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0BA60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AB744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55CA2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F7DC8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92DB5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B609A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5EADB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7 287,3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FB796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7 287,3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2E223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7 287,3</w:t>
            </w:r>
          </w:p>
        </w:tc>
      </w:tr>
      <w:tr w:rsidR="00A20BDF" w:rsidRPr="00012E50" w14:paraId="6892F16D" w14:textId="77777777" w:rsidTr="00C21393">
        <w:trPr>
          <w:trHeight w:val="25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FEA3F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A3306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4599A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E3C7E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3758E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1A2E0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01 2 01 00000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2407F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108CD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7 287,3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B70F1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7 287,3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8D0E7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7 287,3</w:t>
            </w:r>
          </w:p>
        </w:tc>
      </w:tr>
      <w:tr w:rsidR="00A20BDF" w:rsidRPr="00012E50" w14:paraId="6CCB0FD7" w14:textId="77777777" w:rsidTr="00C21393">
        <w:trPr>
          <w:trHeight w:val="50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4D5AF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69AC7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C95F6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1FE1E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EB97C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EBC2A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 xml:space="preserve">01 2 01 25170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5633C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CD5AF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E48BB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90393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A20BDF" w:rsidRPr="00012E50" w14:paraId="775E2F8B" w14:textId="77777777" w:rsidTr="00C21393">
        <w:trPr>
          <w:trHeight w:val="50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BAB9C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346EE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4E855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1F6D9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7A0F3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65402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01 2 01 25170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1A05F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25FEF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744BE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4FCAC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A20BDF" w:rsidRPr="00012E50" w14:paraId="5C28922B" w14:textId="77777777" w:rsidTr="00C21393">
        <w:trPr>
          <w:trHeight w:val="84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2D843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F6A6A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249E3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95A16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1E8EA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13AA4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3730F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1B2E2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856ED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B9F3B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A20BDF" w:rsidRPr="00012E50" w14:paraId="3ADE5150" w14:textId="77777777" w:rsidTr="00C21393">
        <w:trPr>
          <w:trHeight w:val="25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C5F81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89036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131DE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31214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949A2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A8074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EA940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FBE2F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00B48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DACE3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A20BDF" w:rsidRPr="00012E50" w14:paraId="56793F46" w14:textId="77777777" w:rsidTr="00C21393">
        <w:trPr>
          <w:trHeight w:val="24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24386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5673C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656DE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F560B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4C434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7E16B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FC09A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CC204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BE6C6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1132B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20BDF" w:rsidRPr="00012E50" w14:paraId="0CA291A9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D346E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104D3" w14:textId="5ED19912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 курортное лечение детей в соответствии с имеющейся </w:t>
            </w:r>
            <w:r w:rsidRPr="00A20B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лицензией, иные организации, осуществляющие санаторно-курортную помощь детям в соответствии с имеющейся лицензией, расположенные на территории Российской Федерации расположенные на территории Российской Федерации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2FA95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3D723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10540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3302F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C3CF0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A9011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2 287,3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59D97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2 287,3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B7349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2 287,3</w:t>
            </w:r>
          </w:p>
        </w:tc>
      </w:tr>
      <w:tr w:rsidR="00A20BDF" w:rsidRPr="00012E50" w14:paraId="78E8B4BA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AC793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741AC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F3335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C5C48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D22CE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CFAFF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5F163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A3A41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2 287,3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9C0E8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2 287,3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A5056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2 287,3</w:t>
            </w:r>
          </w:p>
        </w:tc>
      </w:tr>
      <w:tr w:rsidR="00A20BDF" w:rsidRPr="00012E50" w14:paraId="6A6BD2F6" w14:textId="77777777" w:rsidTr="00C21393">
        <w:trPr>
          <w:trHeight w:val="40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A3A56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CA4FA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1B2FB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C2ED0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C9D0F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20478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23608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F7A7E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28 020,1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B065A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28 020,1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F49B8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28 020,1</w:t>
            </w:r>
          </w:p>
        </w:tc>
      </w:tr>
      <w:tr w:rsidR="00A20BDF" w:rsidRPr="00012E50" w14:paraId="2FF7F7A5" w14:textId="77777777" w:rsidTr="00C21393">
        <w:trPr>
          <w:trHeight w:val="52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92443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10764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55422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956CC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39DAA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43629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E8D99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B0418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27 817,1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8DA93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27 817,1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5E250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27 817,1</w:t>
            </w:r>
          </w:p>
        </w:tc>
      </w:tr>
      <w:tr w:rsidR="00A20BDF" w:rsidRPr="00012E50" w14:paraId="2403499C" w14:textId="77777777" w:rsidTr="00C21393">
        <w:trPr>
          <w:trHeight w:val="5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45406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85747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90440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4F3B4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5FBF6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FCF5B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01 3 00 00000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2985E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C44D5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1 840,9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994CC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1 840,9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DFB6D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1 840,9</w:t>
            </w:r>
          </w:p>
        </w:tc>
      </w:tr>
      <w:tr w:rsidR="00A20BDF" w:rsidRPr="00012E50" w14:paraId="4576552F" w14:textId="77777777" w:rsidTr="00C21393">
        <w:trPr>
          <w:trHeight w:val="52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BA450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B6534" w14:textId="67C76605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67B6C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997B5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DBA72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66A06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01 3 01 00000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E5461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7CBCD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1 840,9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26B03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1 840,9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02F60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1 840,9</w:t>
            </w:r>
          </w:p>
        </w:tc>
      </w:tr>
      <w:tr w:rsidR="00A20BDF" w:rsidRPr="00012E50" w14:paraId="423C3E2A" w14:textId="77777777" w:rsidTr="00C21393">
        <w:trPr>
          <w:trHeight w:val="38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EC7B6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07094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BA0FA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B6E09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93997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34C64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67FCE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1D5D5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1 840,9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5179C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1 840,9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77D3B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1 840,9</w:t>
            </w:r>
          </w:p>
        </w:tc>
      </w:tr>
      <w:tr w:rsidR="00A20BDF" w:rsidRPr="00012E50" w14:paraId="31BB3850" w14:textId="77777777" w:rsidTr="00C21393">
        <w:trPr>
          <w:trHeight w:val="109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9A328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4FD77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C8018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AE598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6DFFE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C0311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E7D51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A539B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1 160,9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65094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1 160,9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E0D91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1 160,9</w:t>
            </w:r>
          </w:p>
        </w:tc>
      </w:tr>
      <w:tr w:rsidR="00A20BDF" w:rsidRPr="00012E50" w14:paraId="6707BA3C" w14:textId="77777777" w:rsidTr="00C21393">
        <w:trPr>
          <w:trHeight w:val="54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C1739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3CE75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435F3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65DC8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88577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50ED5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6CABC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C6177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403E5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65716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</w:tr>
      <w:tr w:rsidR="00A20BDF" w:rsidRPr="00012E50" w14:paraId="6F12A71B" w14:textId="77777777" w:rsidTr="00C21393">
        <w:trPr>
          <w:trHeight w:val="44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0886F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ECEBD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DD5EB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46720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4E66E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8DF75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01 5 00 00000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148A5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CC42C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EAAEC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FD888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</w:tr>
      <w:tr w:rsidR="00A20BDF" w:rsidRPr="00012E50" w14:paraId="200E2E5C" w14:textId="77777777" w:rsidTr="00C21393">
        <w:trPr>
          <w:trHeight w:val="80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19E83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ACA0E" w14:textId="29EF556F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632FC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EB45B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9D37C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32061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DE51A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B1BAC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14776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59A0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</w:tr>
      <w:tr w:rsidR="00A20BDF" w:rsidRPr="00012E50" w14:paraId="51C9BF14" w14:textId="77777777" w:rsidTr="00C21393">
        <w:trPr>
          <w:trHeight w:val="46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55417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7D9EF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08F06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BB3EC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216EF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6C37E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01 5 01 25020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66523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29136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97F83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DA116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</w:tr>
      <w:tr w:rsidR="00A20BDF" w:rsidRPr="00012E50" w14:paraId="2893480A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4464C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997E4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4EE35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31BC8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D87CD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F7A2A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01 5 01 25020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E5867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254BA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9608E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9DA2B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</w:tr>
      <w:tr w:rsidR="00A20BDF" w:rsidRPr="00012E50" w14:paraId="32397C24" w14:textId="77777777" w:rsidTr="00C21393">
        <w:trPr>
          <w:trHeight w:val="52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F65C0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F407A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97E56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05FF1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D6AF4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CFAA4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01 6 00 00000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843EA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235C8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62853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5DCEF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</w:tr>
      <w:tr w:rsidR="00A20BDF" w:rsidRPr="00012E50" w14:paraId="041A71D3" w14:textId="77777777" w:rsidTr="00C21393">
        <w:trPr>
          <w:trHeight w:val="105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C3736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EED0F" w14:textId="6461AE80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91524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CE4DD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4C383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D282B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01 6 01 00000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AE094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630E8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F1564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46BDA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</w:tr>
      <w:tr w:rsidR="00A20BDF" w:rsidRPr="00012E50" w14:paraId="49F9D61A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D6726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AD8D3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CDD16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A64F1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F441F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5398C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D72FF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170E3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47C8B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AD6A9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</w:tr>
      <w:tr w:rsidR="00A20BDF" w:rsidRPr="00012E50" w14:paraId="4A01738D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792F1" w14:textId="77777777"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CE5D1" w14:textId="77777777"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95A98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540A0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D17EF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C158C" w14:textId="77777777"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38104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9322D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692E9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EAEB7" w14:textId="77777777"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</w:tr>
      <w:tr w:rsidR="002F14BA" w:rsidRPr="00012E50" w14:paraId="25988ADB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AD698" w14:textId="77777777"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74E0C" w14:textId="77777777"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A117A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D5D8D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A90BD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F6413" w14:textId="77777777"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01 9 00 00000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F04B7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4DC30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FF302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A57D7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2F14BA" w:rsidRPr="00012E50" w14:paraId="5709611E" w14:textId="77777777" w:rsidTr="00C21393">
        <w:trPr>
          <w:trHeight w:val="35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3AC6D" w14:textId="77777777"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ACCA1" w14:textId="77777777"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92011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01560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0DE9E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90599" w14:textId="77777777"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01 9 01 00000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8B33E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14A9D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80A86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8BE4D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2F14BA" w:rsidRPr="00012E50" w14:paraId="0E4EB59D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FB13D" w14:textId="77777777"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F35DF" w14:textId="12705F3C"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27524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4CAB6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1596B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04BA4" w14:textId="77777777"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2B064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5AFB1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1D817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BCC70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2F14BA" w:rsidRPr="00012E50" w14:paraId="4D68AFF4" w14:textId="77777777" w:rsidTr="00C21393">
        <w:trPr>
          <w:trHeight w:val="55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A021A" w14:textId="77777777"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F96E2" w14:textId="77777777"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C2441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7CEBF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3360C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D6131" w14:textId="77777777"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6984D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D936C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D5AB8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E1F6E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2F14BA" w:rsidRPr="00012E50" w14:paraId="3F06046B" w14:textId="77777777" w:rsidTr="00C21393">
        <w:trPr>
          <w:trHeight w:val="59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2FA2F" w14:textId="77777777"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4AF0B" w14:textId="77777777"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C2E43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77E28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F98C1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3DDE1" w14:textId="77777777"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A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402AA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70C66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12 616,2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37A52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12 616,2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890C0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12 616,2</w:t>
            </w:r>
          </w:p>
        </w:tc>
      </w:tr>
      <w:tr w:rsidR="002F14BA" w:rsidRPr="00012E50" w14:paraId="46BF0760" w14:textId="77777777" w:rsidTr="00C21393">
        <w:trPr>
          <w:trHeight w:val="37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46193" w14:textId="77777777"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0230A" w14:textId="77777777"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CF9EB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C8A8F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C4FC9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DC8EF" w14:textId="77777777"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A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2366A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E6630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7 361,4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30593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7 361,4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98C7B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7 361,4</w:t>
            </w:r>
          </w:p>
        </w:tc>
      </w:tr>
      <w:tr w:rsidR="002F14BA" w:rsidRPr="00012E50" w14:paraId="19305C9D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ACCA9" w14:textId="77777777"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A409E" w14:textId="77777777"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DC357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78F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3829B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63CFE" w14:textId="77777777"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E9718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73DC0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7 361,4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8B3E9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7 361,4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ABE39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7 361,4</w:t>
            </w:r>
          </w:p>
        </w:tc>
      </w:tr>
      <w:tr w:rsidR="002F14BA" w:rsidRPr="00012E50" w14:paraId="7C82DB4A" w14:textId="77777777" w:rsidTr="00C21393">
        <w:trPr>
          <w:trHeight w:val="73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DA695" w14:textId="77777777"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CA121" w14:textId="77777777"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E6AB2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0044F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215C8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A4D48" w14:textId="77777777"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3A2C5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80A5A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7 036,4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1EDAC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7 036,4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7A432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7 036,4</w:t>
            </w:r>
          </w:p>
        </w:tc>
      </w:tr>
      <w:tr w:rsidR="002F14BA" w:rsidRPr="00012E50" w14:paraId="4B4FC9A0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3B0E0" w14:textId="77777777"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5591E" w14:textId="77777777"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8A246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6311F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735FF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F5944" w14:textId="77777777"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0798C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39C72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577D0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23B74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</w:tr>
      <w:tr w:rsidR="002F14BA" w:rsidRPr="00012E50" w14:paraId="31348E98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6DBF6" w14:textId="77777777"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1483A" w14:textId="77777777"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CCD70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1F89D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B57FC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B2AD3" w14:textId="77777777"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A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6B70C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90B66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F8D5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4E6BB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</w:tr>
      <w:tr w:rsidR="002F14BA" w:rsidRPr="00012E50" w14:paraId="5AB90414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F1DF5" w14:textId="77777777"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D1773" w14:textId="77777777"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94948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D12F7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D7655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1643B" w14:textId="77777777"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F24F8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A098B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D1653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E5FAA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</w:tr>
      <w:tr w:rsidR="002F14BA" w:rsidRPr="00012E50" w14:paraId="72DCC3ED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E4EE8" w14:textId="77777777"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5D361" w14:textId="77777777"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AF373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A59FE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B4F9A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970C2" w14:textId="77777777"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78398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00BC6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0958E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62E59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</w:tr>
      <w:tr w:rsidR="002F14BA" w:rsidRPr="00012E50" w14:paraId="1F05FE32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552C3" w14:textId="77777777"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4B976" w14:textId="77777777"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BCDAB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DDEE1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C3BB3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B1353" w14:textId="77777777"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13410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72CA4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203,0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87FD3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203,0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C78DF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203,0</w:t>
            </w:r>
          </w:p>
        </w:tc>
      </w:tr>
      <w:tr w:rsidR="002F14BA" w:rsidRPr="00012E50" w14:paraId="2AC1E3BB" w14:textId="77777777" w:rsidTr="00C21393">
        <w:trPr>
          <w:trHeight w:val="50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58F51" w14:textId="77777777"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7F762" w14:textId="77777777"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A4618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FB1E0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7D031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AC9BB" w14:textId="77777777"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05 2 00 00000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9F449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D56D5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203,0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8F9B4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203,0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03D71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203,0</w:t>
            </w:r>
          </w:p>
        </w:tc>
      </w:tr>
      <w:tr w:rsidR="002F14BA" w:rsidRPr="00012E50" w14:paraId="6C4C2C56" w14:textId="77777777" w:rsidTr="00C21393">
        <w:trPr>
          <w:trHeight w:val="51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A41F1" w14:textId="77777777"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09F8F" w14:textId="77777777"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5DEBB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E8519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4EFC4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F0A51" w14:textId="77777777"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05 2 03 00000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BB6A5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A9D07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6DB27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23731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</w:tr>
      <w:tr w:rsidR="002F14BA" w:rsidRPr="00012E50" w14:paraId="47ED5E1B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DE1C4" w14:textId="77777777"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B063A" w14:textId="77777777"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AB9BB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432E5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14D9C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B5262" w14:textId="77777777"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05 2 03 29500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4450E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A008E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41297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9FDE0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</w:tr>
      <w:tr w:rsidR="002F14BA" w:rsidRPr="00012E50" w14:paraId="5F2EB6C8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002A7" w14:textId="77777777"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2C07F" w14:textId="77777777"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F9D7B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94D41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57ABA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1E951" w14:textId="77777777"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05 2 03 29500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0A7A9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CD310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9F064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81587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</w:tr>
      <w:tr w:rsidR="002F14BA" w:rsidRPr="00012E50" w14:paraId="2AE95291" w14:textId="77777777" w:rsidTr="00C21393">
        <w:trPr>
          <w:trHeight w:val="54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6EF39" w14:textId="77777777"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42C02" w14:textId="77777777"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91B72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ED2A2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3721C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D6D2B" w14:textId="77777777"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05 2 04 00000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1F206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E9D21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EE9BC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996C2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F14BA" w:rsidRPr="00012E50" w14:paraId="236E125B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14018" w14:textId="77777777"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4B422" w14:textId="77777777"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F46E7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001DA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404A7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34931" w14:textId="77777777"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BC46E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B6B73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62386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D9231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F14BA" w:rsidRPr="00012E50" w14:paraId="5F7A856E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2FB83" w14:textId="77777777"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7A1E3" w14:textId="77777777"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A5E60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36BB6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7C8A1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8CC6F" w14:textId="77777777"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7B995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75B3F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48317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5BEEF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F14BA" w:rsidRPr="00012E50" w14:paraId="1D5F4377" w14:textId="77777777" w:rsidTr="00C21393">
        <w:trPr>
          <w:trHeight w:val="26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DB18D" w14:textId="77777777"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1559F" w14:textId="77777777"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EA813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2CFB9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7B87C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D4370" w14:textId="77777777"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10A16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CC523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38CB6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9D00C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18 115,1</w:t>
            </w:r>
          </w:p>
        </w:tc>
      </w:tr>
      <w:tr w:rsidR="002F14BA" w:rsidRPr="00012E50" w14:paraId="1287BAE2" w14:textId="77777777" w:rsidTr="00C21393">
        <w:trPr>
          <w:trHeight w:val="3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BDD4E" w14:textId="77777777"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5F890" w14:textId="77777777"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D967D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2FBA6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CD8A9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09E91" w14:textId="77777777"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FEBFA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CC4B8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373BA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B78D8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18 115,1</w:t>
            </w:r>
          </w:p>
        </w:tc>
      </w:tr>
      <w:tr w:rsidR="002F14BA" w:rsidRPr="00012E50" w14:paraId="6E4F68D3" w14:textId="77777777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91D5B" w14:textId="77777777"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8212B" w14:textId="77777777"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D6B3B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76C89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B7CCA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F33FE" w14:textId="77777777"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A4C3F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BF6D6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18 115,1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94371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18 115,1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CF569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18 115,1</w:t>
            </w:r>
          </w:p>
        </w:tc>
      </w:tr>
      <w:tr w:rsidR="002F14BA" w:rsidRPr="00012E50" w14:paraId="740BDA29" w14:textId="77777777" w:rsidTr="00C21393">
        <w:trPr>
          <w:trHeight w:val="3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562E1" w14:textId="77777777"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F583B" w14:textId="77777777"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8D16E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76EDC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4B82D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A706A" w14:textId="77777777"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752B9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D503C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18 115,1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BDD26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18 115,1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FBBFE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18 115,1</w:t>
            </w:r>
          </w:p>
        </w:tc>
      </w:tr>
      <w:tr w:rsidR="002F14BA" w:rsidRPr="00012E50" w14:paraId="01047E10" w14:textId="77777777" w:rsidTr="00C21393">
        <w:trPr>
          <w:trHeight w:val="3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D3D66" w14:textId="77777777"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9381D" w14:textId="77777777"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A8401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7018A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2E98A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64E3D" w14:textId="77777777"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464B5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858D5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18 115,1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4BE7D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18 115,1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CBCD0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18 115,1</w:t>
            </w:r>
          </w:p>
        </w:tc>
      </w:tr>
      <w:tr w:rsidR="002F14BA" w:rsidRPr="00012E50" w14:paraId="2387B0BB" w14:textId="77777777" w:rsidTr="00C21393">
        <w:trPr>
          <w:trHeight w:val="82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4E117" w14:textId="77777777"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BE874" w14:textId="77777777"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178DA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62919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37F1F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09656" w14:textId="77777777"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4456B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81487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18 115,1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86638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18 115,1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650D4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18 115,1</w:t>
            </w:r>
          </w:p>
        </w:tc>
      </w:tr>
      <w:tr w:rsidR="002F14BA" w:rsidRPr="00012E50" w14:paraId="0ADE3D54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3B600" w14:textId="77777777"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9DD16" w14:textId="77777777"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392F2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934B8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83269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2CF7E" w14:textId="77777777"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EFD98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3B4D7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267,7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D896D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267,7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DF509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267,7</w:t>
            </w:r>
          </w:p>
        </w:tc>
      </w:tr>
      <w:tr w:rsidR="002F14BA" w:rsidRPr="00012E50" w14:paraId="09C9E22D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37817" w14:textId="77777777"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2C326" w14:textId="77777777"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57CDE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43859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29727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DB7CA" w14:textId="77777777"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0ADB4" w14:textId="77777777"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4ACC2" w14:textId="77777777" w:rsidR="002F14BA" w:rsidRPr="002F14BA" w:rsidRDefault="002F14BA" w:rsidP="002F1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17 847,4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44433" w14:textId="77777777" w:rsidR="002F14BA" w:rsidRPr="002F14BA" w:rsidRDefault="002F14BA" w:rsidP="002F1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17 847,4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93B6F" w14:textId="77777777" w:rsidR="002F14BA" w:rsidRPr="002F14BA" w:rsidRDefault="002F14BA" w:rsidP="002F1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17 847,4</w:t>
            </w:r>
          </w:p>
        </w:tc>
      </w:tr>
      <w:tr w:rsidR="00643F49" w:rsidRPr="00012E50" w14:paraId="7EC33058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68B73" w14:textId="77777777" w:rsidR="00643F49" w:rsidRPr="00012E50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08FF9" w14:textId="77777777" w:rsidR="00643F49" w:rsidRPr="00643F49" w:rsidRDefault="00643F49" w:rsidP="00643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00B18" w14:textId="77777777"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63DB6" w14:textId="77777777"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A261D" w14:textId="77777777"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50CD0" w14:textId="77777777" w:rsidR="00643F49" w:rsidRPr="00643F49" w:rsidRDefault="00643F49" w:rsidP="00643F4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95F15" w14:textId="77777777"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16219" w14:textId="77777777"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14 735,7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D3F22" w14:textId="77777777"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15 493,5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BE453" w14:textId="77777777"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15 440,6</w:t>
            </w:r>
          </w:p>
        </w:tc>
      </w:tr>
      <w:tr w:rsidR="00643F49" w:rsidRPr="00012E50" w14:paraId="2D8C0245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2AB43" w14:textId="77777777" w:rsidR="00643F49" w:rsidRPr="00012E50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0F697" w14:textId="77777777" w:rsidR="00643F49" w:rsidRPr="00643F49" w:rsidRDefault="00643F49" w:rsidP="00643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0E31D" w14:textId="77777777"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5845B" w14:textId="77777777"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3996F" w14:textId="77777777"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21342" w14:textId="77777777" w:rsidR="00643F49" w:rsidRPr="00643F49" w:rsidRDefault="00643F49" w:rsidP="00643F4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9C64F" w14:textId="77777777"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99DCA" w14:textId="77777777"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14 735,7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72719" w14:textId="77777777"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15 493,5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3C652" w14:textId="77777777"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15 440,6</w:t>
            </w:r>
          </w:p>
        </w:tc>
      </w:tr>
      <w:tr w:rsidR="00643F49" w:rsidRPr="00012E50" w14:paraId="1F4F1752" w14:textId="77777777" w:rsidTr="00C21393">
        <w:trPr>
          <w:trHeight w:val="30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FD9AB" w14:textId="77777777" w:rsidR="00643F49" w:rsidRPr="00012E50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E75B2" w14:textId="77777777" w:rsidR="00643F49" w:rsidRPr="00643F49" w:rsidRDefault="00643F49" w:rsidP="00643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6222E" w14:textId="77777777"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A0391" w14:textId="77777777"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7CF1B" w14:textId="77777777"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11B58" w14:textId="77777777" w:rsidR="00643F49" w:rsidRPr="00643F49" w:rsidRDefault="00643F49" w:rsidP="00643F4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2E552" w14:textId="77777777"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45946" w14:textId="77777777"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14 735,7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1AE25" w14:textId="77777777"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15 493,5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28182" w14:textId="77777777"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15 440,6</w:t>
            </w:r>
          </w:p>
        </w:tc>
      </w:tr>
      <w:tr w:rsidR="00226F82" w:rsidRPr="00012E50" w14:paraId="0E418DE7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E6185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FFA67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623B9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55608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26B57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CBAF4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CEE05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40550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14 735,7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CC38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15 493,5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6CADD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15 440,6</w:t>
            </w:r>
          </w:p>
        </w:tc>
      </w:tr>
      <w:tr w:rsidR="00226F82" w:rsidRPr="00012E50" w14:paraId="35B12A39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D9616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38230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64E1E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FB734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42BB7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E05EA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5B434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F12B3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10 801,2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D0E69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11 559,0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E7A28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11 506,1</w:t>
            </w:r>
          </w:p>
        </w:tc>
      </w:tr>
      <w:tr w:rsidR="00226F82" w:rsidRPr="00012E50" w14:paraId="6BE7ED72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D9071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B20AE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1A70D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27085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36D25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EDB37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C9E5A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3C693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9 324,8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5D41D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9 783,5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726CA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9 929,8</w:t>
            </w:r>
          </w:p>
        </w:tc>
      </w:tr>
      <w:tr w:rsidR="00226F82" w:rsidRPr="00012E50" w14:paraId="31DE4804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D14FE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B2160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C3631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7D93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587B3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39AA5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01 R0140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083C2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B7ED2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1 313,3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D13D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1 313,3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FA308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1 348,8</w:t>
            </w:r>
          </w:p>
        </w:tc>
      </w:tr>
      <w:tr w:rsidR="00226F82" w:rsidRPr="00012E50" w14:paraId="03DCA086" w14:textId="77777777" w:rsidTr="00C21393">
        <w:trPr>
          <w:trHeight w:val="36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DA0B0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A549B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CA1E3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B6AA9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7D67E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C9EC6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01 R0140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40DA3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BFBDB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1 313,3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9F200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1 313,3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5C3FD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1 348,8</w:t>
            </w:r>
          </w:p>
        </w:tc>
      </w:tr>
      <w:tr w:rsidR="00226F82" w:rsidRPr="00012E50" w14:paraId="2C522688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6DF77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7A735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660F6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2ACD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E588D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7F0E4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1223B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B359B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46508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4C90F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6F82" w:rsidRPr="00012E50" w14:paraId="505C8305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D0054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276F3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A195A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B59B4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D1739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0AE76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1CD05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2FEBA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998,1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2EB1A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998,1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233DD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998,1</w:t>
            </w:r>
          </w:p>
        </w:tc>
      </w:tr>
      <w:tr w:rsidR="00226F82" w:rsidRPr="00012E50" w14:paraId="3A38EEFE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B3993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C7F51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D01C5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9B703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EBCC3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C7A67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09B1B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B44E9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315,2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F59E9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315,2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9337B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350,7</w:t>
            </w:r>
          </w:p>
        </w:tc>
      </w:tr>
      <w:tr w:rsidR="00226F82" w:rsidRPr="00012E50" w14:paraId="49739E46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5631C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80508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5F846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24C47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51822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BB01C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01 R3580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00143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D07B6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177,6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D9694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684D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26F82" w:rsidRPr="00012E50" w14:paraId="30B956EE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BBFAA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4CD99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055B4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49C2D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8569F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FD74C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01 R3580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347AA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1226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177,6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23EA9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AA06E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26F82" w:rsidRPr="00012E50" w14:paraId="5C10DA90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8C06D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AF8E0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A9D11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85A09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2E256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1D9A2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6CDE8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5FDA6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07DE7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B0B64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6F82" w:rsidRPr="00012E50" w14:paraId="770112C3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D9AFC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F72C3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28C09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365F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9B327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AB46F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8FB4A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D0E31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168,7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2C24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83FB7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26F82" w:rsidRPr="00012E50" w14:paraId="28DA97FB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9C762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3073D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9AD1E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31856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97D2D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3EA55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1A78E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5C2E9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333B2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2FF58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26F82" w:rsidRPr="00012E50" w14:paraId="406E6C11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536D2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10CD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23B47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8CC1D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B4CA7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86D85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01 R3680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E72C4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58ED0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49196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204,5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20108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226F82" w:rsidRPr="00012E50" w14:paraId="562C2487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4B20C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F6972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D3A9D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E9124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318CD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B3ABA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01 R3680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8CBA2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8EC6D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304FD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204,5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32D43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226F82" w:rsidRPr="00012E50" w14:paraId="4769FD02" w14:textId="77777777" w:rsidTr="00C21393">
        <w:trPr>
          <w:trHeight w:val="22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229EE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F75F6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D4AC9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AFAED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94451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EB8AF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FE293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3E272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2D602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8C3BD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6F82" w:rsidRPr="00012E50" w14:paraId="03328C45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C21D9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B5FCA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6C00B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242FB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080FB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1094F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ED35E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FBBC8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39A3B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155,4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0BA93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155,4</w:t>
            </w:r>
          </w:p>
        </w:tc>
      </w:tr>
      <w:tr w:rsidR="00226F82" w:rsidRPr="00012E50" w14:paraId="0EC61827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BF800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5F60A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CA68B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DCBD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27498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FA222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BC26A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E2663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3818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DD30B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</w:tr>
      <w:tr w:rsidR="00226F82" w:rsidRPr="00012E50" w14:paraId="1AD07041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94AC3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5F653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подотраслей агропромышленного комплекса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7C609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53916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BD788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874BE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01 R5020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36BE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020D7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626,4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8A55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C7850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</w:tr>
      <w:tr w:rsidR="00226F82" w:rsidRPr="00012E50" w14:paraId="05B267EF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F2343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89D47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681C3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CEEEE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6F92D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20F95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01 R5020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CB7F9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A9436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626,4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4C3C4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72279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</w:tr>
      <w:tr w:rsidR="00226F82" w:rsidRPr="00012E50" w14:paraId="228DFC9E" w14:textId="77777777" w:rsidTr="00C21393">
        <w:trPr>
          <w:trHeight w:val="22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9E57C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59F96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819A8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D058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A7239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CCE8C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CA288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414CD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EA456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342FF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6F82" w:rsidRPr="00012E50" w14:paraId="7442F055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0F3EB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A52E4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ACA78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64F09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2E668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E1154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B8C92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C9AB3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626,4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7A0D0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138F6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</w:tr>
      <w:tr w:rsidR="00226F82" w:rsidRPr="00012E50" w14:paraId="089BC925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AEB35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E33B0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19BD6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443B9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6E807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00387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4013F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0B85D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D7F9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54383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6F82" w:rsidRPr="00012E50" w14:paraId="649EE825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0360E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697F7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0D99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931AD" w14:textId="77777777" w:rsidR="00226F82" w:rsidRPr="00226F82" w:rsidRDefault="008E63F8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3AB5E" w14:textId="77777777" w:rsidR="00226F82" w:rsidRPr="00226F82" w:rsidRDefault="008E63F8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1EFD1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A0761" w14:textId="77777777" w:rsidR="00226F82" w:rsidRPr="00226F82" w:rsidRDefault="008E63F8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A0801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626,4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1DA31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C5CC0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</w:tr>
      <w:tr w:rsidR="00226F82" w:rsidRPr="00012E50" w14:paraId="41E372E7" w14:textId="77777777" w:rsidTr="00C21393">
        <w:trPr>
          <w:trHeight w:val="30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CCEB3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27B27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B3DA5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9870" w14:textId="77777777" w:rsidR="00226F82" w:rsidRPr="00226F82" w:rsidRDefault="008E63F8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CF50D" w14:textId="77777777" w:rsidR="00226F82" w:rsidRPr="00226F82" w:rsidRDefault="008E63F8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1D103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C1908" w14:textId="77777777" w:rsidR="00226F82" w:rsidRPr="00226F82" w:rsidRDefault="008E63F8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949E9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626,4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528D0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BA41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</w:tr>
      <w:tr w:rsidR="00226F82" w:rsidRPr="00012E50" w14:paraId="3195ADAE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BF29E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7640D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61998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0B203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9F61B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33B8F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096F1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B8C05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76805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E573D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6F82" w:rsidRPr="00012E50" w14:paraId="12F8F4ED" w14:textId="77777777" w:rsidTr="00C21393">
        <w:trPr>
          <w:trHeight w:val="28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4C30D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BB791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E1A74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9B9BF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7938D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466C9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7E955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F6A8D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626,4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762B0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1CE01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</w:tr>
      <w:tr w:rsidR="00226F82" w:rsidRPr="00012E50" w14:paraId="322A79F4" w14:textId="77777777" w:rsidTr="00C21393">
        <w:trPr>
          <w:trHeight w:val="59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8E59C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D96BE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CE7A4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F58A5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87227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0358E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01 R5080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37E4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11129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7 207,5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C2CC9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7 451,8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EDB29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7 557,1</w:t>
            </w:r>
          </w:p>
        </w:tc>
      </w:tr>
      <w:tr w:rsidR="00226F82" w:rsidRPr="00012E50" w14:paraId="76257F21" w14:textId="77777777" w:rsidTr="00C21393">
        <w:trPr>
          <w:trHeight w:val="27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5591D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86E59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E2ABE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A8FC5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A3CC0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976D4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01 R5080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07E34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66CE7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7 207,5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CB5DB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7 451,8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96786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7 557,1</w:t>
            </w:r>
          </w:p>
        </w:tc>
      </w:tr>
      <w:tr w:rsidR="00226F82" w:rsidRPr="00012E50" w14:paraId="35BDF323" w14:textId="77777777" w:rsidTr="00C21393">
        <w:trPr>
          <w:trHeight w:val="28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B1425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08C5C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572C0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FF49B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7DBBD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5BE33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E6A85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92870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12C66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12B7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6F82" w:rsidRPr="00012E50" w14:paraId="16F9B7C5" w14:textId="77777777" w:rsidTr="00C21393">
        <w:trPr>
          <w:trHeight w:val="25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55D4E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96023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A00A5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7A34B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0368F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9DC46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4387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7925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2 959,3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6BECB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2 959,3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256D3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2 959,4</w:t>
            </w:r>
          </w:p>
        </w:tc>
      </w:tr>
      <w:tr w:rsidR="00226F82" w:rsidRPr="00012E50" w14:paraId="010853F6" w14:textId="77777777" w:rsidTr="00C21393">
        <w:trPr>
          <w:trHeight w:val="26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BAF40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EE3F2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B8F82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D4AD7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CE110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2FD2D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7836F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A1C3A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4 248,2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9D448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4 492,5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1A79F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4 597,7</w:t>
            </w:r>
          </w:p>
        </w:tc>
      </w:tr>
      <w:tr w:rsidR="00226F82" w:rsidRPr="00012E50" w14:paraId="4AFBA4F3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9A5A3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42A92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1E580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E3DC3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428A6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834BA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BCE43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4C291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939E7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F04E5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6F82" w:rsidRPr="00012E50" w14:paraId="34A5BF92" w14:textId="77777777" w:rsidTr="00C21393">
        <w:trPr>
          <w:trHeight w:val="21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3DD5D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FFF84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A56C6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FD261" w14:textId="77777777" w:rsidR="00226F82" w:rsidRPr="00C622D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22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6B506" w14:textId="77777777" w:rsidR="00226F82" w:rsidRPr="00C622D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22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B5C3A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E0DFD" w14:textId="77777777" w:rsidR="00226F82" w:rsidRPr="00C622D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22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B727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538,7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D524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538,7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4949B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549,3</w:t>
            </w:r>
          </w:p>
        </w:tc>
      </w:tr>
      <w:tr w:rsidR="00226F82" w:rsidRPr="00012E50" w14:paraId="16EA7900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325E5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1A492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361D6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D1EB0" w14:textId="77777777" w:rsidR="00226F82" w:rsidRPr="00226F8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F3EDF" w14:textId="77777777" w:rsidR="00226F82" w:rsidRPr="00226F8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BD171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ED37C" w14:textId="77777777" w:rsidR="00226F82" w:rsidRPr="00226F8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42A91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538,7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1D371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538,7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97CEE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549,3</w:t>
            </w:r>
          </w:p>
        </w:tc>
      </w:tr>
      <w:tr w:rsidR="00226F82" w:rsidRPr="00012E50" w14:paraId="41710BCF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0B3DE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10E56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FC60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D74CF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6D064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53FBB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AB3A3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A51BA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E1A6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87083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6F82" w:rsidRPr="00012E50" w14:paraId="3A2FEE2F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EE336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F6563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1477B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FFC38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BD593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D2B17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ADE29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98556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298,8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D2828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298,8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A605F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298,8</w:t>
            </w:r>
          </w:p>
        </w:tc>
      </w:tr>
      <w:tr w:rsidR="00226F82" w:rsidRPr="00012E50" w14:paraId="14899CC7" w14:textId="77777777" w:rsidTr="00C21393">
        <w:trPr>
          <w:trHeight w:val="29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15A76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85576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33542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EF0F5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EA185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76633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8882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CCB10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239,9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6FECD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239,9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9DE15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250,5</w:t>
            </w:r>
          </w:p>
        </w:tc>
      </w:tr>
      <w:tr w:rsidR="00226F82" w:rsidRPr="00012E50" w14:paraId="2C63DF7D" w14:textId="77777777" w:rsidTr="00C21393">
        <w:trPr>
          <w:trHeight w:val="67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04D44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114C6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6DF7F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8F6BB" w14:textId="77777777" w:rsidR="00226F82" w:rsidRPr="00226F8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E5DD9" w14:textId="77777777" w:rsidR="00226F82" w:rsidRPr="00226F8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2EF53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42468" w14:textId="77777777" w:rsidR="00226F82" w:rsidRPr="00226F8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5A125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5 398,7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3C98E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5 398,7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82082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5 493,4</w:t>
            </w:r>
          </w:p>
        </w:tc>
      </w:tr>
      <w:tr w:rsidR="00226F82" w:rsidRPr="00012E50" w14:paraId="485AF682" w14:textId="77777777" w:rsidTr="00C21393">
        <w:trPr>
          <w:trHeight w:val="40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18419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563B7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F1289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6EE4E" w14:textId="77777777" w:rsidR="00226F82" w:rsidRPr="00226F8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10CB0" w14:textId="77777777" w:rsidR="00226F82" w:rsidRPr="00226F8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09A6D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0FCF3" w14:textId="77777777" w:rsidR="00226F82" w:rsidRPr="00226F8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4B658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5 398,7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40D0E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5 398,7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5D00B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5 493,4</w:t>
            </w:r>
          </w:p>
        </w:tc>
      </w:tr>
      <w:tr w:rsidR="00226F82" w:rsidRPr="00012E50" w14:paraId="33F84846" w14:textId="77777777" w:rsidTr="00C21393">
        <w:trPr>
          <w:trHeight w:val="34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FC220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741DB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64E8B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FF81F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E9DFF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00637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B703A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D51D7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966BD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7655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6F82" w:rsidRPr="00012E50" w14:paraId="2976F746" w14:textId="77777777" w:rsidTr="00C21393">
        <w:trPr>
          <w:trHeight w:val="35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974B4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EFDF9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21877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1735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35A00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09A13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3B035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BAAE8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2 660,5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87553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2 660,5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9D255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2 660,6</w:t>
            </w:r>
          </w:p>
        </w:tc>
      </w:tr>
      <w:tr w:rsidR="00226F82" w:rsidRPr="00012E50" w14:paraId="22BF5272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8FD96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5566F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1AC3A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906F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DCA30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268B4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7B65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B894A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2 738,2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EB99E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2 738,2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3C527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2 832,8</w:t>
            </w:r>
          </w:p>
        </w:tc>
      </w:tr>
      <w:tr w:rsidR="00226F82" w:rsidRPr="00012E50" w14:paraId="4EDDE1E3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A9AC2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FD8EC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1A468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D1F58" w14:textId="77777777" w:rsidR="00226F82" w:rsidRPr="00226F8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84C95" w14:textId="77777777" w:rsidR="00226F82" w:rsidRPr="00226F8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ED342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B70BA" w14:textId="77777777" w:rsidR="00226F82" w:rsidRPr="00226F8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08309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1 270,1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FC6AA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1 514,4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52BCA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1 514,4</w:t>
            </w:r>
          </w:p>
        </w:tc>
      </w:tr>
      <w:tr w:rsidR="00226F82" w:rsidRPr="00012E50" w14:paraId="4EDDD8D1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FA4E5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5C075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5051F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24E14" w14:textId="77777777" w:rsidR="00226F82" w:rsidRPr="00226F8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A2A9C" w14:textId="77777777" w:rsidR="00226F82" w:rsidRPr="00226F8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1783D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EA6A3" w14:textId="77777777" w:rsidR="00226F82" w:rsidRPr="00226F8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B7309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1 270,1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90679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1 514,4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A2081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1 514,4</w:t>
            </w:r>
          </w:p>
        </w:tc>
      </w:tr>
      <w:tr w:rsidR="00226F82" w:rsidRPr="00012E50" w14:paraId="68F57132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3AF9B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49370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9307D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60E77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5CA04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3CCAD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FDECB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D256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BF6BF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5DE7E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6F82" w:rsidRPr="00012E50" w14:paraId="6C46D808" w14:textId="77777777" w:rsidTr="00C21393">
        <w:trPr>
          <w:trHeight w:val="28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47ACF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82366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2F5D8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E27A0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2FBE4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640B5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D224B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9561D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1 270,1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95939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1 514,4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0AC82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1 514,4</w:t>
            </w:r>
          </w:p>
        </w:tc>
      </w:tr>
      <w:tr w:rsidR="00226F82" w:rsidRPr="00012E50" w14:paraId="30952A02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A9ED1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BB822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Техническая и технологическая</w:t>
            </w:r>
            <w:r w:rsidRPr="00226F82">
              <w:rPr>
                <w:rFonts w:ascii="Times New Roman" w:hAnsi="Times New Roman" w:cs="Times New Roman"/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39BBD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A5BA9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B1D23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9B124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D7B5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244A0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1 426,4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F7D8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1 725,5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05261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1 526,3</w:t>
            </w:r>
          </w:p>
        </w:tc>
      </w:tr>
      <w:tr w:rsidR="00226F82" w:rsidRPr="00012E50" w14:paraId="000CFA29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94F3D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1C00E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1E4AD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EA9F9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B893B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C52C2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11 1 02 73220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FAA68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907AA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1 426,4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7BADB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1 725,5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842F2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1 526,3</w:t>
            </w:r>
          </w:p>
        </w:tc>
      </w:tr>
      <w:tr w:rsidR="00226F82" w:rsidRPr="00012E50" w14:paraId="74F8D1B7" w14:textId="77777777" w:rsidTr="00C21393">
        <w:trPr>
          <w:trHeight w:val="34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5ABDF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F4D99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0C7EF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2EBED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19D3D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A2B90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11 1 02 73220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61DA3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BC664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1 426,4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6AB71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1 725,5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BE1F9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1 526,3</w:t>
            </w:r>
          </w:p>
        </w:tc>
      </w:tr>
      <w:tr w:rsidR="00226F82" w:rsidRPr="00012E50" w14:paraId="39AAE608" w14:textId="77777777" w:rsidTr="00C21393">
        <w:trPr>
          <w:trHeight w:val="52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24588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2232F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CA56F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34167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10176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1B4B5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11 1 04 00000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E3701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1047F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646FE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E435B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26F82" w:rsidRPr="00012E50" w14:paraId="115B6D00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790ED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FD401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развитие сельского хозяйства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4E03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B4EA4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4B254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A4F07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11 1 04 28100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6ABF6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FF634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4E9DA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C3C8A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26F82" w:rsidRPr="00012E50" w14:paraId="6E3C5F1A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15DEE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D77DC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C0B43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8E91A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3432B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48F5B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11 1 04 28100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C5B84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FBF67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EB433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3E3F0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26F82" w:rsidRPr="00012E50" w14:paraId="2E75433A" w14:textId="77777777" w:rsidTr="00C21393">
        <w:trPr>
          <w:trHeight w:val="3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95E76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98BA3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EE3F4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BC54E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D2DF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9DEB6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1AE81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06229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3 934,5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26376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3 934,5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E71EB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3 934,5</w:t>
            </w:r>
          </w:p>
        </w:tc>
      </w:tr>
      <w:tr w:rsidR="00226F82" w:rsidRPr="00012E50" w14:paraId="34A05A1C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0CF7A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45922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C30B6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59B45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2884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3AA8B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11 3 00 73910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275A8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87BBB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3 934,5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F9CA3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3 934,5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8DBAE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3 934,5</w:t>
            </w:r>
          </w:p>
        </w:tc>
      </w:tr>
      <w:tr w:rsidR="00226F82" w:rsidRPr="00012E50" w14:paraId="3CEBB4F2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DAAFC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5371C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02026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E3469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D7B7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707A1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11 3 00 73910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CA58C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7C194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3 761,0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A1CCF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3 761,0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02D6E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3 761,0</w:t>
            </w:r>
          </w:p>
        </w:tc>
      </w:tr>
      <w:tr w:rsidR="00226F82" w:rsidRPr="00012E50" w14:paraId="081A0A00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9758A" w14:textId="77777777"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F0FDD" w14:textId="77777777"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07E3B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77B52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2C31E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436EE" w14:textId="77777777"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11 3 00 73910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C2AEA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746C5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173,5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2E5C2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173,5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5166B" w14:textId="77777777"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173,5</w:t>
            </w:r>
          </w:p>
        </w:tc>
      </w:tr>
      <w:tr w:rsidR="00931F2C" w:rsidRPr="00012E50" w14:paraId="33172A64" w14:textId="77777777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E50AE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A0345" w14:textId="77777777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C42A9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62A01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655AF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1F503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15726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90539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15 778,7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A534C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15 778,7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A3A30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15 778,7</w:t>
            </w:r>
          </w:p>
        </w:tc>
      </w:tr>
      <w:tr w:rsidR="00931F2C" w:rsidRPr="00012E50" w14:paraId="07F7A63E" w14:textId="77777777" w:rsidTr="00C21393">
        <w:trPr>
          <w:trHeight w:val="35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207FC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9173B" w14:textId="77777777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CED40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6A0A5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D9F1A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D7505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F3314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7869F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15 778,7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43B16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15 778,7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B6CBE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15 778,7</w:t>
            </w:r>
          </w:p>
        </w:tc>
      </w:tr>
      <w:tr w:rsidR="00931F2C" w:rsidRPr="00012E50" w14:paraId="288F52DA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15D9C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0EF48" w14:textId="7C024880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86D2F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15740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D0E69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EBC04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FD89E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60647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11 039,2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BCCAD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11 039,2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7DE7E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11 039,2</w:t>
            </w:r>
          </w:p>
        </w:tc>
      </w:tr>
      <w:tr w:rsidR="00931F2C" w:rsidRPr="00012E50" w14:paraId="772B72FF" w14:textId="77777777" w:rsidTr="00C21393">
        <w:trPr>
          <w:trHeight w:val="30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A4F30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C9DB0" w14:textId="77777777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A13B8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36F2F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D22EF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201E4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F6436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46A66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11 039,2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28B6A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11 039,2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B62D6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11 039,2</w:t>
            </w:r>
          </w:p>
        </w:tc>
      </w:tr>
      <w:tr w:rsidR="00931F2C" w:rsidRPr="00012E50" w14:paraId="4C02B327" w14:textId="77777777" w:rsidTr="00C21393">
        <w:trPr>
          <w:trHeight w:val="28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796DF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3DB21" w14:textId="77777777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A4CF8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7809D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DDB8E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CAC3B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81E84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76193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11 039,2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74A60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11 039,2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D1606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11 039,2</w:t>
            </w:r>
          </w:p>
        </w:tc>
      </w:tr>
      <w:tr w:rsidR="00931F2C" w:rsidRPr="00012E50" w14:paraId="4E3C5704" w14:textId="77777777" w:rsidTr="00C21393">
        <w:trPr>
          <w:trHeight w:val="30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FCA3E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E75A7" w14:textId="77777777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46C4B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B775A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E8626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D1A19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F1710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47C74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11 039,2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75E76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11 039,2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F9323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11 039,2</w:t>
            </w:r>
          </w:p>
        </w:tc>
      </w:tr>
      <w:tr w:rsidR="00931F2C" w:rsidRPr="00012E50" w14:paraId="0BA30348" w14:textId="77777777" w:rsidTr="00C21393">
        <w:trPr>
          <w:trHeight w:val="65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32238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4C284" w14:textId="77777777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72BAD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37100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2EF3A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0894B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FDA96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18C40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9 098,4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E5256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9 098,4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973F9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9 098,4</w:t>
            </w:r>
          </w:p>
        </w:tc>
      </w:tr>
      <w:tr w:rsidR="00931F2C" w:rsidRPr="00012E50" w14:paraId="7A7DA75B" w14:textId="77777777" w:rsidTr="00C21393">
        <w:trPr>
          <w:trHeight w:val="51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1A33F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0634E" w14:textId="77777777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E82BF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ACA4D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FE1E8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A7DBE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68A43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2F493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8 129,4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D79C6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8 129,4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5A0FC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8 129,4</w:t>
            </w:r>
          </w:p>
        </w:tc>
      </w:tr>
      <w:tr w:rsidR="00931F2C" w:rsidRPr="00012E50" w14:paraId="3D6591F8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A36A9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FBABF" w14:textId="77777777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C2AEB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76B30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7E6E7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21D4A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A4C8B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72DDC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969,0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7480F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969,0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43A19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969,0</w:t>
            </w:r>
          </w:p>
        </w:tc>
      </w:tr>
      <w:tr w:rsidR="00931F2C" w:rsidRPr="00012E50" w14:paraId="6C7587CA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DBC78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43E94" w14:textId="77777777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19EB1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1A77E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379A5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E85F0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4F73E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DE210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1 940,8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63FCC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1 940,8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A79F5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1 940,8</w:t>
            </w:r>
          </w:p>
        </w:tc>
      </w:tr>
      <w:tr w:rsidR="00931F2C" w:rsidRPr="00012E50" w14:paraId="3762ABD2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73DC6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9DCA1" w14:textId="77777777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1BE2B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93B83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CB36F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C6E8E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A377F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FCAFE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1 940,8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B5388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1 940,8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05967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1 940,8</w:t>
            </w:r>
          </w:p>
        </w:tc>
      </w:tr>
      <w:tr w:rsidR="00931F2C" w:rsidRPr="00012E50" w14:paraId="78CA84A4" w14:textId="77777777" w:rsidTr="00C21393">
        <w:trPr>
          <w:trHeight w:val="27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6643D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066E7" w14:textId="77777777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89797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671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D1E0C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66289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</w:t>
            </w:r>
            <w:r w:rsidR="00137D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F1A1B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94CDC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4 739,5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65F9A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4 739,5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E5BF4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4 739,5</w:t>
            </w:r>
          </w:p>
        </w:tc>
      </w:tr>
      <w:tr w:rsidR="00931F2C" w:rsidRPr="00012E50" w14:paraId="7E8233DF" w14:textId="77777777" w:rsidTr="00C21393">
        <w:trPr>
          <w:trHeight w:val="69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F8217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E5F3B" w14:textId="77777777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84116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5BCFC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00123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883A4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F01F2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A72D1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35D7E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9300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31F2C" w:rsidRPr="00012E50" w14:paraId="017BD5D4" w14:textId="77777777" w:rsidTr="00C21393">
        <w:trPr>
          <w:trHeight w:val="50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D0026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BA1AC" w14:textId="268452C5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</w:t>
            </w:r>
            <w:r w:rsidR="00145F26">
              <w:rPr>
                <w:rFonts w:ascii="Times New Roman" w:hAnsi="Times New Roman" w:cs="Times New Roman"/>
                <w:sz w:val="24"/>
                <w:szCs w:val="24"/>
              </w:rPr>
              <w:t>ащих</w:t>
            </w:r>
            <w:r w:rsidR="007E57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45F26">
              <w:rPr>
                <w:rFonts w:ascii="Times New Roman" w:hAnsi="Times New Roman" w:cs="Times New Roman"/>
                <w:sz w:val="24"/>
                <w:szCs w:val="24"/>
              </w:rPr>
              <w:t xml:space="preserve"> в должностные обязанности </w:t>
            </w: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которых входит участие в противодействии коррупции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62497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69E47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2F96F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80A0A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04 0 05 00000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5FEFE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43C8D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3C4BE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F667E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31F2C" w:rsidRPr="00012E50" w14:paraId="205CB30B" w14:textId="77777777" w:rsidTr="00C21393">
        <w:trPr>
          <w:trHeight w:val="55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6E8A1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72E53" w14:textId="77777777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8F038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4702C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FFF52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2B8E1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B67DA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C0769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53298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2B6D3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31F2C" w:rsidRPr="00012E50" w14:paraId="1B0D0071" w14:textId="77777777" w:rsidTr="00C21393">
        <w:trPr>
          <w:trHeight w:val="57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D602D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F5425" w14:textId="77777777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BF951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8653B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042E0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27F4A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A13A6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09202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E343C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6D603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31F2C" w:rsidRPr="00012E50" w14:paraId="4B33DF8D" w14:textId="77777777" w:rsidTr="00C21393">
        <w:trPr>
          <w:trHeight w:val="29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6B03D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3EF0D" w14:textId="77777777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685DC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A3557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D4470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76403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4B370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49C57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4 738,5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E887A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4 738,5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6861C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4 738,5</w:t>
            </w:r>
          </w:p>
        </w:tc>
      </w:tr>
      <w:tr w:rsidR="00931F2C" w:rsidRPr="00012E50" w14:paraId="42227303" w14:textId="77777777" w:rsidTr="00C21393">
        <w:trPr>
          <w:trHeight w:val="32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3F5F9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00B74" w14:textId="77777777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42B3F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BDC03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44DE8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DAFEB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2C720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E011A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4 738,5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CFA30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4 738,5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7090A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4 738,5</w:t>
            </w:r>
          </w:p>
        </w:tc>
      </w:tr>
      <w:tr w:rsidR="00931F2C" w:rsidRPr="00012E50" w14:paraId="1D249809" w14:textId="77777777" w:rsidTr="00C21393">
        <w:trPr>
          <w:trHeight w:val="20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324A3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1664C" w14:textId="77777777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E265B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26C77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7F15C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3586D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406C4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47DBF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1 088,5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8DBA1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1 088,5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EA81F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1 088,5</w:t>
            </w:r>
          </w:p>
        </w:tc>
      </w:tr>
      <w:tr w:rsidR="00931F2C" w:rsidRPr="00012E50" w14:paraId="6EC8FE77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964F7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32D73" w14:textId="77777777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366D3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C8285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8084E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33F9A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BB150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E3701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1 088,5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125C3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1 088,5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2822F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1 088,5</w:t>
            </w:r>
          </w:p>
        </w:tc>
      </w:tr>
      <w:tr w:rsidR="00931F2C" w:rsidRPr="00012E50" w14:paraId="6D310E67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720AE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D7A04" w14:textId="77777777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EDE3D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0D4D9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2916E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1E188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5FD91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D7161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623,5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35793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623,5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38B39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623,5</w:t>
            </w:r>
          </w:p>
        </w:tc>
      </w:tr>
      <w:tr w:rsidR="00931F2C" w:rsidRPr="00012E50" w14:paraId="23AE318C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279A3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10B34" w14:textId="77777777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78B15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F5928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C13AB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B738B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C6EF8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9E0E9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465,0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602B1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465,0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2150C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465,0</w:t>
            </w:r>
          </w:p>
        </w:tc>
      </w:tr>
      <w:tr w:rsidR="00931F2C" w:rsidRPr="00012E50" w14:paraId="3321FA3C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F8692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A9084" w14:textId="77777777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6ED00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ED2B2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5CB41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37F96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28AD1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42800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3 650,0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F6B0E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3 650,0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AD6DF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3 650,0</w:t>
            </w:r>
          </w:p>
        </w:tc>
      </w:tr>
      <w:tr w:rsidR="00931F2C" w:rsidRPr="00012E50" w14:paraId="2F9DF074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9A5BE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82A9C" w14:textId="77777777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79289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D9950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F8287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F6789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3BB3A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26C59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3 650,0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368B9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3 650,0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56B9B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3 650,0</w:t>
            </w:r>
          </w:p>
        </w:tc>
      </w:tr>
      <w:tr w:rsidR="00931F2C" w:rsidRPr="00012E50" w14:paraId="606BFA7F" w14:textId="77777777" w:rsidTr="00C21393">
        <w:trPr>
          <w:trHeight w:val="110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E4F22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E9FA5" w14:textId="77777777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F640A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DD170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88E8E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1A165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9884B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E6E99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3 600,0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5DD1D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3 600,0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09333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3 600,0</w:t>
            </w:r>
          </w:p>
        </w:tc>
      </w:tr>
      <w:tr w:rsidR="00931F2C" w:rsidRPr="00012E50" w14:paraId="5C77914C" w14:textId="77777777" w:rsidTr="00C21393">
        <w:trPr>
          <w:trHeight w:val="55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5B45A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4AED9" w14:textId="77777777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7F9E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0A07F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A08A5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A79FB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67C6E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07788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661B8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F83FE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31F2C" w:rsidRPr="00012E50" w14:paraId="0ABD55E0" w14:textId="77777777" w:rsidTr="00C21393">
        <w:trPr>
          <w:trHeight w:val="66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DEB45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7AE07" w14:textId="77777777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C150B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FF9F3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4A688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5A5A4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0768B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096E7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615 302,5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9DEAD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577 670,4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08CFA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627 790,2</w:t>
            </w:r>
          </w:p>
        </w:tc>
      </w:tr>
      <w:tr w:rsidR="00931F2C" w:rsidRPr="00012E50" w14:paraId="1E293CF2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41A04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6C24C" w14:textId="77777777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8DC51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8C8E6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FDF3F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4367F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B9255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9ABCE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200 516,2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0F160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185 390,5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8CD51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221 702,7</w:t>
            </w:r>
          </w:p>
        </w:tc>
      </w:tr>
      <w:tr w:rsidR="00931F2C" w:rsidRPr="00012E50" w14:paraId="02660100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3E350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43C4C" w14:textId="4649CAD1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9E6FC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F0DF1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69977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A2594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04CDA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10683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2 707,3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395BA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2 707,3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3B4A5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2 707,3</w:t>
            </w:r>
          </w:p>
        </w:tc>
      </w:tr>
      <w:tr w:rsidR="00931F2C" w:rsidRPr="00012E50" w14:paraId="4DEA6B83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1156C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FA176" w14:textId="77777777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1F273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F03A9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C5B17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F3C06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E94A2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8FEC4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27F0B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09AAA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</w:tr>
      <w:tr w:rsidR="00931F2C" w:rsidRPr="00012E50" w14:paraId="591483EA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B4EE4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E538C" w14:textId="77777777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81014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DB085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9D5AD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73553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58513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EEE2A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386F2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CA28C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</w:tr>
      <w:tr w:rsidR="00931F2C" w:rsidRPr="00012E50" w14:paraId="49992B32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5848C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AAED9" w14:textId="77777777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29952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0AB24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26170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0EBF7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93A40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C62B8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412E6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5C450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</w:tr>
      <w:tr w:rsidR="00931F2C" w:rsidRPr="00012E50" w14:paraId="1C0C706E" w14:textId="77777777" w:rsidTr="00C21393">
        <w:trPr>
          <w:trHeight w:val="36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AF9DA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FEE1E" w14:textId="77777777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EF181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3BE53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95589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34B74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77 7 01 01000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25D15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9D476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860A5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09977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</w:tr>
      <w:tr w:rsidR="00931F2C" w:rsidRPr="00012E50" w14:paraId="1D7094FD" w14:textId="77777777" w:rsidTr="00C21393">
        <w:trPr>
          <w:trHeight w:val="108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1EBBA" w14:textId="77777777"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D0827" w14:textId="77777777"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E81E0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97A0C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BC1A7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0EC58" w14:textId="77777777"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77 7 01 01000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7F383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5D90E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4E094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8563A" w14:textId="77777777"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</w:tr>
      <w:tr w:rsidR="00C01D42" w:rsidRPr="00012E50" w14:paraId="2E08DCD6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05DF1" w14:textId="77777777"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0AA96" w14:textId="77777777"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D13A3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72837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E6AD9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5C865" w14:textId="77777777"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5B910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963A5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162 534,6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079B3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152 539,5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989D0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168 503,0</w:t>
            </w:r>
          </w:p>
        </w:tc>
      </w:tr>
      <w:tr w:rsidR="00C01D42" w:rsidRPr="00012E50" w14:paraId="54DB0749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CC347" w14:textId="77777777"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C43D8" w14:textId="77777777"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3B97D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FF2B6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F0529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5D5F4" w14:textId="77777777"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DC63D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AC869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72B1A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D5ECF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</w:tr>
      <w:tr w:rsidR="00C01D42" w:rsidRPr="00012E50" w14:paraId="4EC5E950" w14:textId="77777777" w:rsidTr="00C21393">
        <w:trPr>
          <w:trHeight w:val="58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35E6C" w14:textId="77777777"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A4C73" w14:textId="77777777"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38AF5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8ECD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13859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B7B0E" w14:textId="77777777"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CC84A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C90A1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550D9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B5EF1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</w:tr>
      <w:tr w:rsidR="00C01D42" w:rsidRPr="00012E50" w14:paraId="2987683A" w14:textId="77777777" w:rsidTr="00C21393">
        <w:trPr>
          <w:trHeight w:val="54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490E2" w14:textId="77777777"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6FA60" w14:textId="77777777"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031A2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CD7F6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5D67B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1E58F" w14:textId="77777777"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01 7 01 00000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04D41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09A31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83300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961BD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</w:tr>
      <w:tr w:rsidR="00C01D42" w:rsidRPr="00012E50" w14:paraId="397532BD" w14:textId="77777777" w:rsidTr="00C21393">
        <w:trPr>
          <w:trHeight w:val="55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6475F" w14:textId="77777777"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CDA3B" w14:textId="77777777"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CF7A8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5A2EE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82F19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3931F" w14:textId="77777777"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01 7 01 73020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FF037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F53A8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94087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D557B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</w:tr>
      <w:tr w:rsidR="00C01D42" w:rsidRPr="00012E50" w14:paraId="5CEDE9E7" w14:textId="77777777" w:rsidTr="00C21393">
        <w:trPr>
          <w:trHeight w:val="110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85B98" w14:textId="77777777"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EB562" w14:textId="77777777"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117F0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039E3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9A24A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3CF25" w14:textId="77777777"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01 7 01 73020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E853F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AB4AD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3 001,9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2352C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3 001,9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EE181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3 001,9</w:t>
            </w:r>
          </w:p>
        </w:tc>
      </w:tr>
      <w:tr w:rsidR="00C01D42" w:rsidRPr="00012E50" w14:paraId="1918210F" w14:textId="77777777" w:rsidTr="00C21393">
        <w:trPr>
          <w:trHeight w:val="42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32D2B" w14:textId="77777777"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893D3" w14:textId="77777777"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BF13F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2F7CB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914F7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628FC" w14:textId="77777777"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01 7 01 73020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F42E8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6A5AF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EF786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ABE6D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</w:tr>
      <w:tr w:rsidR="00C01D42" w:rsidRPr="00012E50" w14:paraId="0510763F" w14:textId="77777777" w:rsidTr="00C21393">
        <w:trPr>
          <w:trHeight w:val="19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8FE89" w14:textId="77777777"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9AF8D" w14:textId="77777777"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08FA4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32AC5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C9724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F162D" w14:textId="77777777"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26482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6B6DA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159 456,6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1AB0E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149 461,5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BF41A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165 425,0</w:t>
            </w:r>
          </w:p>
        </w:tc>
      </w:tr>
      <w:tr w:rsidR="00C01D42" w:rsidRPr="00012E50" w14:paraId="51BDA52B" w14:textId="77777777" w:rsidTr="00C21393">
        <w:trPr>
          <w:trHeight w:val="29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4F878" w14:textId="77777777"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D0C87" w14:textId="77777777"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7753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C94A7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F9AEB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6F173" w14:textId="77777777"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9BEF0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EE82F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159 456,6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E3B99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149 461,5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14555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165 425,0</w:t>
            </w:r>
          </w:p>
        </w:tc>
      </w:tr>
      <w:tr w:rsidR="00C01D42" w:rsidRPr="00012E50" w14:paraId="164A859C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653E9" w14:textId="77777777"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E0410" w14:textId="77777777"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E9B61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B893D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CE16B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0B42B" w14:textId="77777777"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C977B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C3CEB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159 456,6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A11A8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149 461,5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457D7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165 425,0</w:t>
            </w:r>
          </w:p>
        </w:tc>
      </w:tr>
      <w:tr w:rsidR="00C01D42" w:rsidRPr="00012E50" w14:paraId="523084A2" w14:textId="77777777" w:rsidTr="00C21393">
        <w:trPr>
          <w:trHeight w:val="54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4757B" w14:textId="77777777"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BD849" w14:textId="77777777"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531E0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7318C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49329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E7ACA" w14:textId="77777777"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96AA2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C74C2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157 148,6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8213F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147 153,5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067F2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163 117,0</w:t>
            </w:r>
          </w:p>
        </w:tc>
      </w:tr>
      <w:tr w:rsidR="00C01D42" w:rsidRPr="00012E50" w14:paraId="07F2508A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D0CE6" w14:textId="77777777"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4A96C" w14:textId="77777777"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C01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47437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B55F8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DEBD3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CEA9A" w14:textId="77777777"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0CD9E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CFEAA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133 246,8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2988D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133 246,8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31610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133 246,8</w:t>
            </w:r>
          </w:p>
        </w:tc>
      </w:tr>
      <w:tr w:rsidR="00C01D42" w:rsidRPr="00012E50" w14:paraId="66CCA33C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860BF" w14:textId="77777777"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47C71" w14:textId="77777777"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6DB09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DB5E5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7F2ED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F34AF" w14:textId="77777777"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4D519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FEA69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23 901,8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09F2D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13 906,7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763CD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29 870,2</w:t>
            </w:r>
          </w:p>
        </w:tc>
      </w:tr>
      <w:tr w:rsidR="00C01D42" w:rsidRPr="00012E50" w14:paraId="3B19DD01" w14:textId="77777777" w:rsidTr="00C21393">
        <w:trPr>
          <w:trHeight w:val="80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F2710" w14:textId="77777777"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A6ABB" w14:textId="77777777"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D3A35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EFEE3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51937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52926" w14:textId="77777777"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86C4D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F831D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1 217,6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5D1C5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1 217,6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D2B11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1 217,6</w:t>
            </w:r>
          </w:p>
        </w:tc>
      </w:tr>
      <w:tr w:rsidR="00C01D42" w:rsidRPr="00012E50" w14:paraId="36E77982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0412F" w14:textId="77777777"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18F67" w14:textId="77777777"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72867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5C3EC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9F9AC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BF328" w14:textId="77777777"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C1DCC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FF3E5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1 171,8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CA1C3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1 171,8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67C32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1 171,8</w:t>
            </w:r>
          </w:p>
        </w:tc>
      </w:tr>
      <w:tr w:rsidR="00C01D42" w:rsidRPr="00012E50" w14:paraId="3030348D" w14:textId="77777777" w:rsidTr="00C21393">
        <w:trPr>
          <w:trHeight w:val="50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D46EB" w14:textId="77777777"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68548" w14:textId="77777777"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3E1D0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ACD6B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74815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508AC" w14:textId="77777777"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A8D6C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02107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FFD9C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10B03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C01D42" w:rsidRPr="00012E50" w14:paraId="78CC92C3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CE37C" w14:textId="77777777"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FD2DB" w14:textId="77777777"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8E7FC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892E1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77D88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7A24C" w14:textId="77777777"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77 7 01 73940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A19EC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1442F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1 090,4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1838F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1 090,4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0DF8A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1 090,4</w:t>
            </w:r>
          </w:p>
        </w:tc>
      </w:tr>
      <w:tr w:rsidR="00C01D42" w:rsidRPr="00012E50" w14:paraId="33887649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736AD" w14:textId="77777777"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98429" w14:textId="77777777"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FCF4C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04524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94834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3A95D" w14:textId="77777777"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77 7 01 73940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530A6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81E4E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1 045,8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F738B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1 045,8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09A33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1 045,8</w:t>
            </w:r>
          </w:p>
        </w:tc>
      </w:tr>
      <w:tr w:rsidR="00C01D42" w:rsidRPr="00012E50" w14:paraId="3F6C632F" w14:textId="77777777" w:rsidTr="00C21393">
        <w:trPr>
          <w:trHeight w:val="47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EAD9B" w14:textId="77777777"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6DA0B" w14:textId="77777777"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79D74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05398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3A9C9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56D5E" w14:textId="77777777"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77 7 01 73940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197D2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A49F9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4CAE0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798C4" w14:textId="77777777"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</w:tr>
      <w:tr w:rsidR="00900CAE" w:rsidRPr="00012E50" w14:paraId="27918498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5C818" w14:textId="77777777" w:rsidR="00900CAE" w:rsidRPr="00012E50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A23ED" w14:textId="77777777" w:rsidR="00900CAE" w:rsidRPr="00900CAE" w:rsidRDefault="00900CAE" w:rsidP="00900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10175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1AE7C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FA1BD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CAF91" w14:textId="77777777" w:rsidR="00900CAE" w:rsidRPr="00900CAE" w:rsidRDefault="00900CAE" w:rsidP="00900CA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83AB3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0A397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0CB66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7CC9E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32,4</w:t>
            </w:r>
          </w:p>
        </w:tc>
      </w:tr>
      <w:tr w:rsidR="00900CAE" w:rsidRPr="00012E50" w14:paraId="60506FB3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881BB" w14:textId="77777777" w:rsidR="00900CAE" w:rsidRPr="00012E50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5937D" w14:textId="77777777" w:rsidR="00900CAE" w:rsidRPr="00900CAE" w:rsidRDefault="00900CAE" w:rsidP="00900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7F0DD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00895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5FBBE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78A08" w14:textId="77777777" w:rsidR="00900CAE" w:rsidRPr="00900CAE" w:rsidRDefault="00900CAE" w:rsidP="00900CA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71EDD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7C279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C9305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10959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00CAE" w:rsidRPr="00012E50" w14:paraId="61E4E216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A141A" w14:textId="77777777" w:rsidR="00900CAE" w:rsidRPr="00012E50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1D667" w14:textId="77777777" w:rsidR="00900CAE" w:rsidRPr="00900CAE" w:rsidRDefault="00900CAE" w:rsidP="00900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B06A8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B41B0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3AA92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36E44" w14:textId="77777777" w:rsidR="00900CAE" w:rsidRPr="00900CAE" w:rsidRDefault="00900CAE" w:rsidP="00900CA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A0EA1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00DDC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05C74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7BC70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00CAE" w:rsidRPr="00012E50" w14:paraId="4727479A" w14:textId="77777777" w:rsidTr="00C21393">
        <w:trPr>
          <w:trHeight w:val="3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2582F" w14:textId="77777777" w:rsidR="00900CAE" w:rsidRPr="00012E50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DD605" w14:textId="77777777" w:rsidR="00900CAE" w:rsidRPr="00900CAE" w:rsidRDefault="00900CAE" w:rsidP="00900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85A93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7B4AA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A8985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A69C9" w14:textId="77777777" w:rsidR="00900CAE" w:rsidRPr="00900CAE" w:rsidRDefault="00900CAE" w:rsidP="00900CA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9463F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8AD0A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31D6A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C61F8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00CAE" w:rsidRPr="00012E50" w14:paraId="6A6BD855" w14:textId="77777777" w:rsidTr="00C21393">
        <w:trPr>
          <w:trHeight w:val="102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2B6FC" w14:textId="77777777" w:rsidR="00900CAE" w:rsidRPr="00012E50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2CBCC" w14:textId="77777777" w:rsidR="00900CAE" w:rsidRPr="00900CAE" w:rsidRDefault="00900CAE" w:rsidP="00900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11A50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B5AA9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1D8F1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C5D54" w14:textId="77777777" w:rsidR="00900CAE" w:rsidRPr="00900CAE" w:rsidRDefault="00900CAE" w:rsidP="00900CA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5602B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726D0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8E78E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8254D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00CAE" w:rsidRPr="00012E50" w14:paraId="000633A3" w14:textId="77777777" w:rsidTr="00C21393">
        <w:trPr>
          <w:trHeight w:val="52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71B28" w14:textId="77777777" w:rsidR="00900CAE" w:rsidRPr="00012E50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9A50D" w14:textId="77777777" w:rsidR="00900CAE" w:rsidRPr="00900CAE" w:rsidRDefault="00900CAE" w:rsidP="00900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D9D31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446DB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F0252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8D790" w14:textId="77777777" w:rsidR="00900CAE" w:rsidRPr="00900CAE" w:rsidRDefault="00900CAE" w:rsidP="00900CA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265A3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1EC25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CF752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8E141" w14:textId="77777777"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DC4231" w:rsidRPr="00012E50" w14:paraId="46527094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7B076" w14:textId="77777777" w:rsidR="00DC4231" w:rsidRPr="00012E50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953D8" w14:textId="77777777" w:rsidR="00DC4231" w:rsidRPr="00DC4231" w:rsidRDefault="00DC4231" w:rsidP="00DC42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256B6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55232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F05FC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54267" w14:textId="77777777" w:rsidR="00DC4231" w:rsidRPr="00DC4231" w:rsidRDefault="00DC4231" w:rsidP="00DC423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1498E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F81CA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2D483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F6CED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</w:t>
            </w:r>
          </w:p>
        </w:tc>
      </w:tr>
      <w:tr w:rsidR="00DC4231" w:rsidRPr="00012E50" w14:paraId="0C578BE9" w14:textId="77777777" w:rsidTr="00C21393">
        <w:trPr>
          <w:trHeight w:val="35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5A53F" w14:textId="77777777" w:rsidR="00DC4231" w:rsidRPr="00012E50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146AA" w14:textId="77777777" w:rsidR="00DC4231" w:rsidRPr="00DC4231" w:rsidRDefault="00DC4231" w:rsidP="00DC42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0CD5C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327F3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073D7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8BB6B" w14:textId="77777777" w:rsidR="00DC4231" w:rsidRPr="00DC4231" w:rsidRDefault="00DC4231" w:rsidP="00DC423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B008B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093F5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91870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B52E3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DC4231" w:rsidRPr="00012E50" w14:paraId="5EE7A779" w14:textId="77777777" w:rsidTr="00C21393">
        <w:trPr>
          <w:trHeight w:val="25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F1B06" w14:textId="77777777" w:rsidR="00DC4231" w:rsidRPr="00012E50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C838F" w14:textId="77777777" w:rsidR="00DC4231" w:rsidRPr="00DC4231" w:rsidRDefault="00DC4231" w:rsidP="00DC42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FB847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D3F88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AFFAD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F5D52" w14:textId="77777777" w:rsidR="00DC4231" w:rsidRPr="00DC4231" w:rsidRDefault="00DC4231" w:rsidP="00DC423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C0BF2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3382E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EFA86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DE143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DC4231" w:rsidRPr="00012E50" w14:paraId="68318DA6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0A884" w14:textId="77777777" w:rsidR="00DC4231" w:rsidRPr="00012E50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DCECF" w14:textId="77777777" w:rsidR="00DC4231" w:rsidRPr="00DC4231" w:rsidRDefault="00DC4231" w:rsidP="00DC42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3A29B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1F21F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2529F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882EA" w14:textId="77777777" w:rsidR="00DC4231" w:rsidRPr="00DC4231" w:rsidRDefault="00DC4231" w:rsidP="00DC423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32D17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59C5A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C1018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25C08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DC4231" w:rsidRPr="00012E50" w14:paraId="43DFB741" w14:textId="77777777" w:rsidTr="00C21393">
        <w:trPr>
          <w:trHeight w:val="36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404FA" w14:textId="77777777" w:rsidR="00DC4231" w:rsidRPr="00012E50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FC556" w14:textId="77777777" w:rsidR="00DC4231" w:rsidRPr="00DC4231" w:rsidRDefault="00DC4231" w:rsidP="00DC42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237E8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77395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9ECBA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B6DFE" w14:textId="77777777" w:rsidR="00DC4231" w:rsidRPr="00DC4231" w:rsidRDefault="00DC4231" w:rsidP="00DC423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77B9E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E4E23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88ABA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EDEA3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DC4231" w:rsidRPr="00012E50" w14:paraId="12408FFF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6209D" w14:textId="77777777" w:rsidR="00DC4231" w:rsidRPr="00012E50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E1C5F" w14:textId="77777777" w:rsidR="00DC4231" w:rsidRPr="00DC4231" w:rsidRDefault="00DC4231" w:rsidP="00DC42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353BB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02A5D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60E2D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A8666" w14:textId="77777777" w:rsidR="00DC4231" w:rsidRPr="00DC4231" w:rsidRDefault="00DC4231" w:rsidP="00DC423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2DDC9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31C9E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DC6DE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31B06" w14:textId="77777777"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393687" w:rsidRPr="00012E50" w14:paraId="0E833F67" w14:textId="77777777" w:rsidTr="00C21393">
        <w:trPr>
          <w:trHeight w:val="23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0E2CE" w14:textId="77777777" w:rsidR="00393687" w:rsidRPr="00012E50" w:rsidRDefault="00393687" w:rsidP="00393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9E961" w14:textId="77777777" w:rsidR="00393687" w:rsidRPr="00393687" w:rsidRDefault="00393687" w:rsidP="00393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6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B0155" w14:textId="77777777" w:rsidR="00393687" w:rsidRPr="00393687" w:rsidRDefault="00393687" w:rsidP="00393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6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F0494" w14:textId="77777777" w:rsidR="00393687" w:rsidRPr="00393687" w:rsidRDefault="00393687" w:rsidP="00393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6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F6E6B" w14:textId="77777777" w:rsidR="00393687" w:rsidRPr="00393687" w:rsidRDefault="00393687" w:rsidP="00393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6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BD1BD" w14:textId="77777777" w:rsidR="00393687" w:rsidRPr="00393687" w:rsidRDefault="00393687" w:rsidP="0039368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6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A3BD0" w14:textId="77777777" w:rsidR="00393687" w:rsidRPr="00393687" w:rsidRDefault="00393687" w:rsidP="00393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6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59A03" w14:textId="77777777" w:rsidR="00393687" w:rsidRPr="00393687" w:rsidRDefault="00393687" w:rsidP="00393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6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33 769,4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2642B" w14:textId="77777777" w:rsidR="00393687" w:rsidRPr="00393687" w:rsidRDefault="00393687" w:rsidP="00393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6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28 138,7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9A1DD" w14:textId="77777777" w:rsidR="00393687" w:rsidRPr="00393687" w:rsidRDefault="00393687" w:rsidP="00393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6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48 460,0</w:t>
            </w:r>
          </w:p>
        </w:tc>
      </w:tr>
      <w:tr w:rsidR="00800F62" w:rsidRPr="00012E50" w14:paraId="7F06D513" w14:textId="77777777" w:rsidTr="00C21393">
        <w:trPr>
          <w:trHeight w:val="47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41B06" w14:textId="77777777"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D8F64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2E3D8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B9A55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C5F95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BB384" w14:textId="77777777"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2B2D6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37429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C407C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284A1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800F62" w:rsidRPr="00012E50" w14:paraId="71242BEF" w14:textId="77777777" w:rsidTr="00C21393">
        <w:trPr>
          <w:trHeight w:val="48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929C5" w14:textId="77777777"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44BBF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ACEC7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B93D1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28581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871C3" w14:textId="77777777"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04 0 04 00000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1461D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BC58B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147B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C61E4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800F62" w:rsidRPr="00012E50" w14:paraId="61D72C81" w14:textId="77777777" w:rsidTr="00C21393">
        <w:trPr>
          <w:trHeight w:val="47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6744D" w14:textId="77777777"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866D8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E4123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5BF4C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88972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DB528" w14:textId="77777777"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04 0 04 29600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B71BD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70799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B4B4D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4CE33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800F62" w:rsidRPr="00012E50" w14:paraId="38DE570A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330A0" w14:textId="77777777"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D2E4F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671C8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7BA68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6FCD3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E0AB7" w14:textId="77777777"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04 0 04 29600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DBCB6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D6EBA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C2E3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A7F31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800F62" w:rsidRPr="00012E50" w14:paraId="43E85A78" w14:textId="77777777" w:rsidTr="00C21393">
        <w:trPr>
          <w:trHeight w:val="24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DE51D" w14:textId="77777777"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5224" w14:textId="3398159A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</w:t>
            </w:r>
            <w:r w:rsidR="00AE0FB6">
              <w:rPr>
                <w:rFonts w:ascii="Times New Roman" w:hAnsi="Times New Roman" w:cs="Times New Roman"/>
                <w:sz w:val="24"/>
                <w:szCs w:val="24"/>
              </w:rPr>
              <w:t>жащих</w:t>
            </w:r>
            <w:r w:rsidR="00F81C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E0FB6">
              <w:rPr>
                <w:rFonts w:ascii="Times New Roman" w:hAnsi="Times New Roman" w:cs="Times New Roman"/>
                <w:sz w:val="24"/>
                <w:szCs w:val="24"/>
              </w:rPr>
              <w:t xml:space="preserve"> в должностные обязанности</w:t>
            </w: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входит участие в противодействии коррупции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B094C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5066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91DD8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A9CB4" w14:textId="77777777"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04 0 05 00000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A948D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1A2D0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FEB3D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06FA8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800F62" w:rsidRPr="00012E50" w14:paraId="4717F81F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390A6" w14:textId="77777777"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10F18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CB694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521B5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B03B4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A0042" w14:textId="77777777"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8C516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DA00E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2025D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19C5A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800F62" w:rsidRPr="00012E50" w14:paraId="2BA8B0A6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6856A" w14:textId="77777777"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930A4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BC43E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44F00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7699F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BE28F" w14:textId="77777777"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F7413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4B480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D63CD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A6606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800F62" w:rsidRPr="00012E50" w14:paraId="713412E4" w14:textId="77777777" w:rsidTr="00C21393">
        <w:trPr>
          <w:trHeight w:val="108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D9A30" w14:textId="77777777"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0DAA9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15A38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EC6A3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72475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E785E" w14:textId="77777777"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04 0 13 00000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C7C27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39B03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EC0CA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70B95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800F62" w:rsidRPr="00012E50" w14:paraId="0C6EE330" w14:textId="77777777" w:rsidTr="00C21393">
        <w:trPr>
          <w:trHeight w:val="55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5A4C5" w14:textId="77777777"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F01CB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495B4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FBC69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BCD75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5B5A7" w14:textId="77777777"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04 0 13 29600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6B1B0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BADF6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DAE7B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B5EC0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800F62" w:rsidRPr="00012E50" w14:paraId="02300E33" w14:textId="77777777" w:rsidTr="00C21393">
        <w:trPr>
          <w:trHeight w:val="30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E7099" w14:textId="77777777"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24DFC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6A36D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84F22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0B095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31247" w14:textId="77777777"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04 0 13 29600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118F1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6A5A6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DB1D0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B509B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800F62" w:rsidRPr="00012E50" w14:paraId="2DEA795F" w14:textId="77777777" w:rsidTr="00C21393">
        <w:trPr>
          <w:trHeight w:val="100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D5D5F" w14:textId="77777777"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3CAC0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800F62">
              <w:rPr>
                <w:rFonts w:ascii="Times New Roman" w:hAnsi="Times New Roman" w:cs="Times New Roman"/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5EBED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8B8ED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B4BBE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58439" w14:textId="77777777"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E747E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7F44A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3 730,0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3B803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3 730,0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7321D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3 730,0</w:t>
            </w:r>
          </w:p>
        </w:tc>
      </w:tr>
      <w:tr w:rsidR="00800F62" w:rsidRPr="00012E50" w14:paraId="0D88AD06" w14:textId="77777777" w:rsidTr="00C21393">
        <w:trPr>
          <w:trHeight w:val="29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F0EA7" w14:textId="77777777"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1C7AD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61BBA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28D48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2CD6A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F0F36" w14:textId="77777777"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07 0 01 00000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74AD4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E9A68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65721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9748A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</w:tr>
      <w:tr w:rsidR="00800F62" w:rsidRPr="00012E50" w14:paraId="66944BEF" w14:textId="77777777" w:rsidTr="00C21393">
        <w:trPr>
          <w:trHeight w:val="84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27F51" w14:textId="77777777"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B32DA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A824D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5AB26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3AF4A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88599" w14:textId="77777777"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9FEA6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AE566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F2B48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C4FF6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</w:tr>
      <w:tr w:rsidR="00800F62" w:rsidRPr="00012E50" w14:paraId="10C85DCC" w14:textId="77777777" w:rsidTr="00C21393">
        <w:trPr>
          <w:trHeight w:val="60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1F92C" w14:textId="77777777"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0F5A9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D24B8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675E4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59DDF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6392B" w14:textId="77777777"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C1990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D755D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C58A2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135C3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</w:tr>
      <w:tr w:rsidR="00800F62" w:rsidRPr="00012E50" w14:paraId="413D9755" w14:textId="77777777" w:rsidTr="00C21393">
        <w:trPr>
          <w:trHeight w:val="55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31A6C" w14:textId="77777777"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98DBB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F1960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D3492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67D76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7E918" w14:textId="77777777"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07 0 02 00000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5ED4C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D6391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154D1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FB709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</w:tr>
      <w:tr w:rsidR="00800F62" w:rsidRPr="00012E50" w14:paraId="3C69557C" w14:textId="77777777" w:rsidTr="00C21393">
        <w:trPr>
          <w:trHeight w:val="78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36128" w14:textId="77777777"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32E19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C4495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FD741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1AB42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3EA3A" w14:textId="77777777"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07 0 02 26000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D989A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40424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FBBC2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2E3C8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</w:tr>
      <w:tr w:rsidR="00800F62" w:rsidRPr="00012E50" w14:paraId="3557C278" w14:textId="77777777" w:rsidTr="00C21393">
        <w:trPr>
          <w:trHeight w:val="65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14A1E" w14:textId="77777777"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53318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60386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2036C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A149D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57E5C" w14:textId="77777777"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07 0 02 26000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D7985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BC4F2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F6BC1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59DEA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</w:tr>
      <w:tr w:rsidR="00800F62" w:rsidRPr="00012E50" w14:paraId="4977435B" w14:textId="77777777" w:rsidTr="00C21393">
        <w:trPr>
          <w:trHeight w:val="9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C52BC" w14:textId="77777777"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EACCE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84D5E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CDEF2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1D4EA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1D72C" w14:textId="77777777"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8755E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B94CE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86DD8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AA421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00F62" w:rsidRPr="00012E50" w14:paraId="6A00E8D5" w14:textId="77777777" w:rsidTr="00C21393">
        <w:trPr>
          <w:trHeight w:val="52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FCAD4" w14:textId="77777777"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51FE1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4ADC5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B066E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275B6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AB975" w14:textId="77777777"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08 0 02 00000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99E8A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3D039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80E79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003DC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00F62" w:rsidRPr="00012E50" w14:paraId="3ACD31B9" w14:textId="77777777" w:rsidTr="00C21393">
        <w:trPr>
          <w:trHeight w:val="40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13262" w14:textId="77777777"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6AEDF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F6F9D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9A244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2E871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BF372" w14:textId="77777777"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71F53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994DB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0905E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F34E5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00F62" w:rsidRPr="00012E50" w14:paraId="7DB56702" w14:textId="77777777" w:rsidTr="00C21393">
        <w:trPr>
          <w:trHeight w:val="59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95BD9" w14:textId="77777777"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58546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6A891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DB038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E439C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4ADC2" w14:textId="77777777"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ACF82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77482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D879A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7F9C3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00F62" w:rsidRPr="00012E50" w14:paraId="5821972E" w14:textId="77777777" w:rsidTr="00C21393">
        <w:trPr>
          <w:trHeight w:val="28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DA845" w14:textId="77777777"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D324F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FF955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1CA6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1065D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DF395" w14:textId="77777777"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64DC9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2C367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29 891,4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F26C7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24 260,7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F6A65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44 582,0</w:t>
            </w:r>
          </w:p>
        </w:tc>
      </w:tr>
      <w:tr w:rsidR="00800F62" w:rsidRPr="00012E50" w14:paraId="241D7664" w14:textId="77777777" w:rsidTr="00C21393">
        <w:trPr>
          <w:trHeight w:val="25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1AE88" w14:textId="77777777"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163B0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A06F8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A1C20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5F522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9D658" w14:textId="77777777"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0C243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96B70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29 891,4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BA57E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24 260,7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8ABA4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44 582,0</w:t>
            </w:r>
          </w:p>
        </w:tc>
      </w:tr>
      <w:tr w:rsidR="00800F62" w:rsidRPr="00012E50" w14:paraId="34F753E9" w14:textId="77777777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39C91" w14:textId="77777777"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A3008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17614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BA892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EB191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F014A" w14:textId="77777777"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11FDE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05306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18 524,5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E030B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18 524,5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78C20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18 524,5</w:t>
            </w:r>
          </w:p>
        </w:tc>
      </w:tr>
      <w:tr w:rsidR="00800F62" w:rsidRPr="00012E50" w14:paraId="74EAA52B" w14:textId="77777777" w:rsidTr="00C21393">
        <w:trPr>
          <w:trHeight w:val="48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AD289" w14:textId="77777777"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B90C9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E3FA5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C6180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54D0E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9FEF5" w14:textId="77777777"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6D400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FB30F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18 524,5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4FC9F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18 524,5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C461D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18 524,5</w:t>
            </w:r>
          </w:p>
        </w:tc>
      </w:tr>
      <w:tr w:rsidR="00800F62" w:rsidRPr="00012E50" w14:paraId="7858085A" w14:textId="77777777" w:rsidTr="00C21393">
        <w:trPr>
          <w:trHeight w:val="45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F4C45" w14:textId="77777777"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DD166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72A31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A889F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8081D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C1DE6" w14:textId="77777777"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3C078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B931C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12 398,1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77901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12 398,1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A017E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12 398,1</w:t>
            </w:r>
          </w:p>
        </w:tc>
      </w:tr>
      <w:tr w:rsidR="00800F62" w:rsidRPr="00012E50" w14:paraId="03B5D7AD" w14:textId="77777777" w:rsidTr="00C21393">
        <w:trPr>
          <w:trHeight w:val="58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54CC5" w14:textId="77777777"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F06F2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A4289" w14:textId="77777777"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76CB1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1A3DC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7F56F" w14:textId="77777777"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F53E2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1AD30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6 126,4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DEB19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6 126,4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0DDB3" w14:textId="77777777"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6 126,4</w:t>
            </w:r>
          </w:p>
        </w:tc>
      </w:tr>
      <w:tr w:rsidR="00F46C41" w:rsidRPr="00012E50" w14:paraId="091C7FA3" w14:textId="77777777" w:rsidTr="00C21393">
        <w:trPr>
          <w:trHeight w:val="20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FAB70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0CC3E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8375E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110F9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51C2A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64CD3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E252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31ABC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11 366,9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57D87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5 736,2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D9F13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26 057,5</w:t>
            </w:r>
          </w:p>
        </w:tc>
      </w:tr>
      <w:tr w:rsidR="00F46C41" w:rsidRPr="00012E50" w14:paraId="1A53FFB2" w14:textId="77777777" w:rsidTr="00C21393">
        <w:trPr>
          <w:trHeight w:val="56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93AA0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ADE9E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B5313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EED85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AFD8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DFC30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0A1D7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D9E3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6 371,1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C1134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5 140,4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CD495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21 061,7</w:t>
            </w:r>
          </w:p>
        </w:tc>
      </w:tr>
      <w:tr w:rsidR="00F46C41" w:rsidRPr="00012E50" w14:paraId="6FEC104E" w14:textId="77777777" w:rsidTr="00C21393">
        <w:trPr>
          <w:trHeight w:val="47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4FF8C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C53F5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DBD63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76193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6F96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9C1D3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D8F58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11F0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6 260,0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107C4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5 029,3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3E66F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20 950,6</w:t>
            </w:r>
          </w:p>
        </w:tc>
      </w:tr>
      <w:tr w:rsidR="00F46C41" w:rsidRPr="00012E50" w14:paraId="7CE3556F" w14:textId="77777777" w:rsidTr="00C21393">
        <w:trPr>
          <w:trHeight w:val="20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A7453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D74E3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9EF0C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47D3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5A438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9B304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55C8C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C3442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111,1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DBA2A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111,1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BD690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111,1</w:t>
            </w:r>
          </w:p>
        </w:tc>
      </w:tr>
      <w:tr w:rsidR="00F46C41" w:rsidRPr="00012E50" w14:paraId="0993F16E" w14:textId="77777777" w:rsidTr="00C21393">
        <w:trPr>
          <w:trHeight w:val="27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17EBB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7AC11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0E3BC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DA226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27994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EDA49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77 7 03 26500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91336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2DFA7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445,8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AC5C2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445,8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1973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445,8</w:t>
            </w:r>
          </w:p>
        </w:tc>
      </w:tr>
      <w:tr w:rsidR="00F46C41" w:rsidRPr="00012E50" w14:paraId="482C1526" w14:textId="77777777" w:rsidTr="00C21393">
        <w:trPr>
          <w:trHeight w:val="47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1BC84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9C63B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69AB4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9B9F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10D80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FEB99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77 7 03 26500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E2F69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DBF64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445,8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4168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445,8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1F40A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445,8</w:t>
            </w:r>
          </w:p>
        </w:tc>
      </w:tr>
      <w:tr w:rsidR="00F46C41" w:rsidRPr="00012E50" w14:paraId="07704119" w14:textId="77777777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433C3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29B55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DB70A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3C616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31075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B49DE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DC309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FEDA3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C56F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1FA69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</w:tr>
      <w:tr w:rsidR="00F46C41" w:rsidRPr="00012E50" w14:paraId="04B1FEB6" w14:textId="77777777" w:rsidTr="00C21393">
        <w:trPr>
          <w:trHeight w:val="44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E2356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E907B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98A70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0B6A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C78A5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D001A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994B9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B6EA6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0B04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80CD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</w:tr>
      <w:tr w:rsidR="00F46C41" w:rsidRPr="00012E50" w14:paraId="47681BC3" w14:textId="77777777" w:rsidTr="00C21393">
        <w:trPr>
          <w:trHeight w:val="80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534BB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4AEA6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CB912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4CC2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973A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77676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77 7 03 29410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852B3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981F4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1 600,0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B612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BFF26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1 600,0</w:t>
            </w:r>
          </w:p>
        </w:tc>
      </w:tr>
      <w:tr w:rsidR="00F46C41" w:rsidRPr="00012E50" w14:paraId="2D779CF4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DE233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BC0FA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719C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5A549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2DD3A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DCFB6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77 7 03 29410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66A8F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2C9F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1 600,0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9DBCC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1F24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1 600,0</w:t>
            </w:r>
          </w:p>
        </w:tc>
      </w:tr>
      <w:tr w:rsidR="00F46C41" w:rsidRPr="00012E50" w14:paraId="57FB6799" w14:textId="77777777" w:rsidTr="00C21393">
        <w:trPr>
          <w:trHeight w:val="56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D0159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9A2D4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85D47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F6AD3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1E835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62500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77 7 03 29430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652A2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CDE53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A0F50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A3EE4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1 300,0</w:t>
            </w:r>
          </w:p>
        </w:tc>
      </w:tr>
      <w:tr w:rsidR="00F46C41" w:rsidRPr="00012E50" w14:paraId="714E36A8" w14:textId="77777777" w:rsidTr="00C21393">
        <w:trPr>
          <w:trHeight w:val="52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25051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0174E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AEA0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1989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89919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63AA8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77 7 03 29430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5326C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C2895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DC3A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8C51A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1 300,0</w:t>
            </w:r>
          </w:p>
        </w:tc>
      </w:tr>
      <w:tr w:rsidR="00F46C41" w:rsidRPr="00012E50" w14:paraId="1E96C66C" w14:textId="77777777" w:rsidTr="00C21393">
        <w:trPr>
          <w:trHeight w:val="43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3BE6B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D0496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5AFA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18119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82A9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B5A6C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77 7 03 29440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8B095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B2BA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78D1A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CDEA8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F46C41" w:rsidRPr="00012E50" w14:paraId="53E01F1E" w14:textId="77777777" w:rsidTr="00C21393">
        <w:trPr>
          <w:trHeight w:val="42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6EC96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EF7AE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0A918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40A97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6E28C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E0EB3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77 7 03 29440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68EF0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689F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6CD05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43D4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F46C41" w:rsidRPr="00012E50" w14:paraId="6467DEB1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69691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B1C41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7D2D0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F504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87289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EE66F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B030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0AB36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1 549,0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53E50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1 613,8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45B1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1 666,7</w:t>
            </w:r>
          </w:p>
        </w:tc>
      </w:tr>
      <w:tr w:rsidR="00F46C41" w:rsidRPr="00012E50" w14:paraId="7B437C4E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71BDE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4FF3E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0E76F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B552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FA6F8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54917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1DEC2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B856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1 549,0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A9558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1 613,8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01647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1 666,7</w:t>
            </w:r>
          </w:p>
        </w:tc>
      </w:tr>
      <w:tr w:rsidR="00F46C41" w:rsidRPr="00012E50" w14:paraId="733EE9FC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4A65B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EF229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CE776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8682C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10C58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353D3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3A6E8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709A4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1 549,0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9C00F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1 613,8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9AD02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1 666,7</w:t>
            </w:r>
          </w:p>
        </w:tc>
      </w:tr>
      <w:tr w:rsidR="00F46C41" w:rsidRPr="00012E50" w14:paraId="327B6B41" w14:textId="77777777" w:rsidTr="00C21393">
        <w:trPr>
          <w:trHeight w:val="29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35498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1225C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006C8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0D496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86597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E4FAA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2DF55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EB106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1 549,0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9F14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1 613,8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ABA56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1 666,7</w:t>
            </w:r>
          </w:p>
        </w:tc>
      </w:tr>
      <w:tr w:rsidR="00F46C41" w:rsidRPr="00012E50" w14:paraId="247548B0" w14:textId="77777777" w:rsidTr="00C21393">
        <w:trPr>
          <w:trHeight w:val="30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E79C0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18C1F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96525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9F4CA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0B3A4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84E48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FE05F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F6989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1 549,0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0A27C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1 613,8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6303C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1 666,7</w:t>
            </w:r>
          </w:p>
        </w:tc>
      </w:tr>
      <w:tr w:rsidR="00F46C41" w:rsidRPr="00012E50" w14:paraId="79B90959" w14:textId="77777777" w:rsidTr="00C21393">
        <w:trPr>
          <w:trHeight w:val="42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24814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3ED53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45CA0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226EF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CA399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CF953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5CFB4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DEB1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145EC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443C7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</w:tr>
      <w:tr w:rsidR="00F46C41" w:rsidRPr="00012E50" w14:paraId="694ACF4F" w14:textId="77777777" w:rsidTr="00C21393">
        <w:trPr>
          <w:trHeight w:val="80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8964A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A7192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3BBF8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EC8F9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0D4EC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2895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298D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EFF03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9D213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CD2AC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</w:tr>
      <w:tr w:rsidR="00F46C41" w:rsidRPr="00012E50" w14:paraId="118325AE" w14:textId="77777777" w:rsidTr="00C21393">
        <w:trPr>
          <w:trHeight w:val="81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00271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AB16B" w14:textId="7C6C8705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осуществление полномочий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5463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28410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157D7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3C0E0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B2F42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0E7A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1 490,5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46C27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1 555,3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5F69F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1 608,2</w:t>
            </w:r>
          </w:p>
        </w:tc>
      </w:tr>
      <w:tr w:rsidR="00F46C41" w:rsidRPr="00012E50" w14:paraId="567D0F04" w14:textId="77777777" w:rsidTr="00C21393">
        <w:trPr>
          <w:trHeight w:val="82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9379C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74CBD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7CC3F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361B4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827E9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FD03C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48FA6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7A4E8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1 490,5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E0457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1 555,3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94FF3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1 608,2</w:t>
            </w:r>
          </w:p>
        </w:tc>
      </w:tr>
      <w:tr w:rsidR="00F46C41" w:rsidRPr="00012E50" w14:paraId="43CAAAE8" w14:textId="77777777" w:rsidTr="00C21393">
        <w:trPr>
          <w:trHeight w:val="57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60278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96C4A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C43A7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C1F4F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9D1A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D8142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4AFA5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331A5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23 481,4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46594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23 481,4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9A20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23 481,4</w:t>
            </w:r>
          </w:p>
        </w:tc>
      </w:tr>
      <w:tr w:rsidR="00F46C41" w:rsidRPr="00012E50" w14:paraId="660B8290" w14:textId="77777777" w:rsidTr="00C21393">
        <w:trPr>
          <w:trHeight w:val="24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B6C7C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DA198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D282C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B05AA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510E5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5D545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374C2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31542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8 935,4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37C90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8 935,4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E764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8 935,4</w:t>
            </w:r>
          </w:p>
        </w:tc>
      </w:tr>
      <w:tr w:rsidR="00F46C41" w:rsidRPr="00012E50" w14:paraId="3FA17FA3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CBE2E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8CBD2" w14:textId="04D1C088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proofErr w:type="gramStart"/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r w:rsidR="00976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End"/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FFA5A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417F9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89E07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31B9B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6D177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E98FF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1 598,6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05583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1 598,6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D6B7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1 598,6</w:t>
            </w:r>
          </w:p>
        </w:tc>
      </w:tr>
      <w:tr w:rsidR="00F46C41" w:rsidRPr="00012E50" w14:paraId="095068FC" w14:textId="77777777" w:rsidTr="00C21393">
        <w:trPr>
          <w:trHeight w:val="43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A7944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AF280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61FA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9D70A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B4E1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059D9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38CDC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FA225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C578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7D4E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46C41" w:rsidRPr="00012E50" w14:paraId="2C8A9DA2" w14:textId="77777777" w:rsidTr="00C21393">
        <w:trPr>
          <w:trHeight w:val="58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839B3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A8409" w14:textId="77777777" w:rsidR="00F46C41" w:rsidRPr="00F46C41" w:rsidRDefault="00F46C41" w:rsidP="00114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 w:rsidR="001143F1">
              <w:rPr>
                <w:rFonts w:ascii="Times New Roman" w:hAnsi="Times New Roman" w:cs="Times New Roman"/>
                <w:sz w:val="24"/>
                <w:szCs w:val="24"/>
              </w:rPr>
              <w:t>«112»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8186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DC83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5DB4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A850B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EC4B2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CC85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F809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5BEEF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46C41" w:rsidRPr="00012E50" w14:paraId="7DF62B55" w14:textId="77777777" w:rsidTr="00C21393">
        <w:trPr>
          <w:trHeight w:val="55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E1C47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FB41F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DEB6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D3FC4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3F826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3C19D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78EE2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14EB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4A6E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4CF0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46C41" w:rsidRPr="00012E50" w14:paraId="70E4A80D" w14:textId="77777777" w:rsidTr="00C21393">
        <w:trPr>
          <w:trHeight w:val="6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95124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AB641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ED632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C1C4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66B40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D2F59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E2C8C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FA7B6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1DB7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C4E4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</w:tr>
      <w:tr w:rsidR="00F46C41" w:rsidRPr="00012E50" w14:paraId="42B43A11" w14:textId="77777777" w:rsidTr="00C21393">
        <w:trPr>
          <w:trHeight w:val="105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FF0E3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8F92C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BFC7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1B8F3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119F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D2052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19 0 03 25290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DC7A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2022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A596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3C0B2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</w:tr>
      <w:tr w:rsidR="00F46C41" w:rsidRPr="00012E50" w14:paraId="4DFCA93C" w14:textId="77777777" w:rsidTr="00C21393">
        <w:trPr>
          <w:trHeight w:val="52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46A02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37B4E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E6275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41DE8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C53C7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6D4EF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19 0 03 25290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38DEC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859F2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F702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D8C50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</w:tr>
      <w:tr w:rsidR="00F46C41" w:rsidRPr="00012E50" w14:paraId="5E1129CF" w14:textId="77777777" w:rsidTr="00C21393">
        <w:trPr>
          <w:trHeight w:val="96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54A45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F335A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1C7F4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0C7B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981E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A5CE2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19 0 04 00000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A0046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963C9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5CE25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216CA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</w:tr>
      <w:tr w:rsidR="00F46C41" w:rsidRPr="00012E50" w14:paraId="3F69D50B" w14:textId="77777777" w:rsidTr="00C21393">
        <w:trPr>
          <w:trHeight w:val="56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DCFA7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41143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6F7C6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C6F39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3C72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B2CA2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19 0 04 25290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C0F0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A5B83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578BF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60E27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</w:tr>
      <w:tr w:rsidR="00F46C41" w:rsidRPr="00012E50" w14:paraId="793EA081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EEFE5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6096B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436E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BC8B0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ED05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A9F19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19 0 04 25290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65C99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B1D3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DAE2F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03930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</w:tr>
      <w:tr w:rsidR="00F46C41" w:rsidRPr="00012E50" w14:paraId="2AD6F67E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06C4C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78E22" w14:textId="4211ABAF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45ED5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6D8D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A54B3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03CA2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19 0 05 00000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2D203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FC202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2CFEC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F5AB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F46C41" w:rsidRPr="00012E50" w14:paraId="4F70687C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B1079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3BD7D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91B7C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02AE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BBFDC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C14C4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585B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851AA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1D4D5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E9C57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F46C41" w:rsidRPr="00012E50" w14:paraId="4C5FF50B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53457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5B889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52BD2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EFF24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ED8A0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95615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822F2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1640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7FACC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D472A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F46C41" w:rsidRPr="00012E50" w14:paraId="0842E950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87839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8D24A" w14:textId="32189A8F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характера на территории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82179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8E877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AD7FA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C54E1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19 0 06 00000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12B62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A1AF4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8E00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64647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F46C41" w:rsidRPr="00012E50" w14:paraId="6CB8123D" w14:textId="77777777" w:rsidTr="00C21393">
        <w:trPr>
          <w:trHeight w:val="39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D5B89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D5675" w14:textId="59E5F9FD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характера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AAF7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AC784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4F7E2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6665A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16EF3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A3B9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DDFF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69A3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F46C41" w:rsidRPr="00012E50" w14:paraId="41A19F9E" w14:textId="77777777" w:rsidTr="00C21393">
        <w:trPr>
          <w:trHeight w:val="57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0A691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304FB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2F835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90018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54F57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1A668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9A98A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9F118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2F705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B315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F46C41" w:rsidRPr="00012E50" w14:paraId="7A327E5D" w14:textId="77777777" w:rsidTr="00C21393">
        <w:trPr>
          <w:trHeight w:val="53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53A5A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C733F" w14:textId="2D89E189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E2F18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1AB8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EEF35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B7389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19 0 08 00000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C19DA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873D3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01EE6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E2EB4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F46C41" w:rsidRPr="00012E50" w14:paraId="5023BD26" w14:textId="77777777" w:rsidTr="00C21393">
        <w:trPr>
          <w:trHeight w:val="82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6A0DB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5E121" w14:textId="514C0EEB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A744C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C6220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D2949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5B02F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4CCAC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CB4E8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4FAA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FBDD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F46C41" w:rsidRPr="00012E50" w14:paraId="0629F179" w14:textId="77777777" w:rsidTr="00C21393">
        <w:trPr>
          <w:trHeight w:val="52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C29EF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621C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D8D0F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95DD4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16A1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04A59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12F8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9C109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F526F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A2FD6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F46C41" w:rsidRPr="00012E50" w14:paraId="47AC075D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16270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A0DFF" w14:textId="3886D815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7C906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7DFC5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05452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F99C4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19 0 09 00000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AD516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D8183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543C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24CE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46C41" w:rsidRPr="00012E50" w14:paraId="2426D727" w14:textId="77777777" w:rsidTr="00C21393">
        <w:trPr>
          <w:trHeight w:val="28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35A65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FA5D6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9F815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F027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F4C79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5C0B5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EB83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F1039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E0B30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FF7E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46C41" w:rsidRPr="00012E50" w14:paraId="4038CD48" w14:textId="77777777" w:rsidTr="00C21393">
        <w:trPr>
          <w:trHeight w:val="50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8B27D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4052E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79028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1F05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EE6DC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4828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C164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E687F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BA268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25A8F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46C41" w:rsidRPr="00012E50" w14:paraId="22FD1D17" w14:textId="77777777" w:rsidTr="00C21393">
        <w:trPr>
          <w:trHeight w:val="79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818DF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F1B6C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BD41A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4C96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 xml:space="preserve">03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4E96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3B139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19 0 10 00000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2C4A7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F188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DC9EA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7F70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46C41" w:rsidRPr="00012E50" w14:paraId="2EF67B54" w14:textId="77777777" w:rsidTr="00C21393">
        <w:trPr>
          <w:trHeight w:val="46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1C8C1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F864E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03148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F73E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ED344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BA9D4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EE07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6F746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9066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8872C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46C41" w:rsidRPr="00012E50" w14:paraId="58C48250" w14:textId="77777777" w:rsidTr="00C21393">
        <w:trPr>
          <w:trHeight w:val="45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5FEE9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0FBA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53FAA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84894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3E38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0A5E9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9C4FF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72CF2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4369A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F8100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46C41" w:rsidRPr="00012E50" w14:paraId="032FF628" w14:textId="77777777" w:rsidTr="00C21393">
        <w:trPr>
          <w:trHeight w:val="42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82270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DE153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A27AA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05790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BE8A3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87556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A6023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6F28F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7 336,8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43B9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7 336,8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F731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7 336,8</w:t>
            </w:r>
          </w:p>
        </w:tc>
      </w:tr>
      <w:tr w:rsidR="00F46C41" w:rsidRPr="00012E50" w14:paraId="40E4F87C" w14:textId="77777777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30F1B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76FF4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EB8C2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2D18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C1257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84A3A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47CDF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7483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7 336,8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AFBB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7 336,8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868B0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7 336,8</w:t>
            </w:r>
          </w:p>
        </w:tc>
      </w:tr>
      <w:tr w:rsidR="00F46C41" w:rsidRPr="00012E50" w14:paraId="1AA506C6" w14:textId="77777777" w:rsidTr="00C21393">
        <w:trPr>
          <w:trHeight w:val="20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D9101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092AE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7E358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98168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655D6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7D186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DF944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07BA5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7 336,8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44FE5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7 336,8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9CDB3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7 336,8</w:t>
            </w:r>
          </w:p>
        </w:tc>
      </w:tr>
      <w:tr w:rsidR="00F46C41" w:rsidRPr="00012E50" w14:paraId="0A0CC06E" w14:textId="77777777" w:rsidTr="00C21393">
        <w:trPr>
          <w:trHeight w:val="54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19CFE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0858F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064CA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768D0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CA0DC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3D6FA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AF5B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2761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7 336,8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84BF6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7 336,8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6D16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7 336,8</w:t>
            </w:r>
          </w:p>
        </w:tc>
      </w:tr>
      <w:tr w:rsidR="00F46C41" w:rsidRPr="00012E50" w14:paraId="09C02DF0" w14:textId="77777777" w:rsidTr="00C21393">
        <w:trPr>
          <w:trHeight w:val="25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EE52C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A9F13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590C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07D03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89795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C1182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89506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9D720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6 534,8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EDF8F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6 534,8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3513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6 534,8</w:t>
            </w:r>
          </w:p>
        </w:tc>
      </w:tr>
      <w:tr w:rsidR="00F46C41" w:rsidRPr="00012E50" w14:paraId="776B5783" w14:textId="77777777" w:rsidTr="00C21393">
        <w:trPr>
          <w:trHeight w:val="39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EFA13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C72FC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3FD59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B03F7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4034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DBD5D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6703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C39F0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802,0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77000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802,0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0723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802,0</w:t>
            </w:r>
          </w:p>
        </w:tc>
      </w:tr>
      <w:tr w:rsidR="00F46C41" w:rsidRPr="00012E50" w14:paraId="57FBCFA8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9361F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E3514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716C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2D52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8C809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ECCF2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959AC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1FBC5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12 845,5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477B4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12 845,5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104A3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12 845,5</w:t>
            </w:r>
          </w:p>
        </w:tc>
      </w:tr>
      <w:tr w:rsidR="00F46C41" w:rsidRPr="00012E50" w14:paraId="0FCD20A0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A5631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980CD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EFAA3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2019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4483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41716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 xml:space="preserve">16 0 00 00000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69969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812A3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FA14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9EA45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</w:tr>
      <w:tr w:rsidR="00F46C41" w:rsidRPr="00012E50" w14:paraId="01DD6579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95F82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1DFB6" w14:textId="77777777" w:rsidR="00F46C41" w:rsidRPr="00F46C41" w:rsidRDefault="006C769A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69A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008A9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8F01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EB09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A5B36" w14:textId="77777777" w:rsidR="00F46C41" w:rsidRPr="00F46C41" w:rsidRDefault="00F46C41" w:rsidP="006C769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16 0 0</w:t>
            </w:r>
            <w:r w:rsidR="006C76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 xml:space="preserve">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A2134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881AA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30BF6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E8E7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</w:tr>
      <w:tr w:rsidR="00F46C41" w:rsidRPr="00012E50" w14:paraId="0259770E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A8370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1272C" w14:textId="6BF3753C" w:rsidR="00F46C41" w:rsidRPr="00F46C41" w:rsidRDefault="006C769A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69A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</w:t>
            </w:r>
            <w:r w:rsidR="00F224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769A">
              <w:rPr>
                <w:rFonts w:ascii="Times New Roman" w:hAnsi="Times New Roman" w:cs="Times New Roman"/>
                <w:sz w:val="24"/>
                <w:szCs w:val="24"/>
              </w:rPr>
              <w:t xml:space="preserve"> уровня противопожарной защиты населенных пунктов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89867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B83F4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20DFF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FA7C3" w14:textId="77777777" w:rsidR="00F46C41" w:rsidRPr="00F46C41" w:rsidRDefault="00F46C41" w:rsidP="006C769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16 0 0</w:t>
            </w:r>
            <w:r w:rsidR="006C76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 xml:space="preserve">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39930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8ACD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C7FBC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D4D3F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</w:tr>
      <w:tr w:rsidR="00F46C41" w:rsidRPr="00012E50" w14:paraId="7B87A272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90FA8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A6305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5902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72F9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A439F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0FD69" w14:textId="77777777" w:rsidR="00F46C41" w:rsidRPr="00F46C41" w:rsidRDefault="00F46C41" w:rsidP="006C769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16 0 0</w:t>
            </w:r>
            <w:r w:rsidR="006C76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 xml:space="preserve">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66608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52649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A8F39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522D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</w:tr>
      <w:tr w:rsidR="00F46C41" w:rsidRPr="00012E50" w14:paraId="751FBB91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FDCBD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3F2BC" w14:textId="75E56512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3F95A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1D07A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7CFE8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FCD3A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0EAAA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71EE7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93EAA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5C2D3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46C41" w:rsidRPr="00012E50" w14:paraId="39ED2BEA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B9C3E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5D46A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</w:t>
            </w:r>
            <w:r w:rsidR="00BA215C">
              <w:rPr>
                <w:rFonts w:ascii="Times New Roman" w:hAnsi="Times New Roman" w:cs="Times New Roman"/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28A79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724F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2E07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9236C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19 0 11 00000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0ADF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DC9DF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6494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502E7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46C41" w:rsidRPr="00012E50" w14:paraId="4652A40C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A7B3C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694B9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</w:t>
            </w:r>
            <w:r w:rsidR="00BA215C">
              <w:rPr>
                <w:rFonts w:ascii="Times New Roman" w:hAnsi="Times New Roman" w:cs="Times New Roman"/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45492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D5D4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11AE8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1F824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19 0 11 25290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9705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6BB5A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E431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F8EB5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46C41" w:rsidRPr="00012E50" w14:paraId="41CA1F88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C4895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96F5F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25113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D1D45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8B1F6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018AA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19 0 11 25290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EF39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4E7A4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73FF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EBCB4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46C41" w:rsidRPr="00012E50" w14:paraId="1057AC8B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86B98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448C2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83092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BFF58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FB68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B020F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AD430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B0E0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50AA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6EE7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10 565,5</w:t>
            </w:r>
          </w:p>
        </w:tc>
      </w:tr>
      <w:tr w:rsidR="00F46C41" w:rsidRPr="00012E50" w14:paraId="2F39C2EF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30B65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8CC53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3738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4DB8A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70597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E3E21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274BF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5877F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BF140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2DD1F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10 565,5</w:t>
            </w:r>
          </w:p>
        </w:tc>
      </w:tr>
      <w:tr w:rsidR="00F46C41" w:rsidRPr="00012E50" w14:paraId="7688E237" w14:textId="77777777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8080A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950D5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ED61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91577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94488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6E821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401D9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79CB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45C9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00E13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10 565,5</w:t>
            </w:r>
          </w:p>
        </w:tc>
      </w:tr>
      <w:tr w:rsidR="00F46C41" w:rsidRPr="00012E50" w14:paraId="3A0F8F6F" w14:textId="77777777" w:rsidTr="00C21393">
        <w:trPr>
          <w:trHeight w:val="53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B46B9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51307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7DC1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260E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3B63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C3642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A4E07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04A65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2D516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5A95F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10 565,5</w:t>
            </w:r>
          </w:p>
        </w:tc>
      </w:tr>
      <w:tr w:rsidR="00F46C41" w:rsidRPr="00012E50" w14:paraId="6E7E35C7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E5AB6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AB33D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AEAB3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AC712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3C28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B59DD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3476F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82020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9 258,3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54B4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9 258,3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6EDD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9 258,3</w:t>
            </w:r>
          </w:p>
        </w:tc>
      </w:tr>
      <w:tr w:rsidR="00F46C41" w:rsidRPr="00012E50" w14:paraId="23F58749" w14:textId="77777777" w:rsidTr="00C21393">
        <w:trPr>
          <w:trHeight w:val="54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1FEBD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684C8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0CAB0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CC091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4539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89F2D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F65D3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23FBE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1 307,2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45209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1 307,2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C0054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1 307,2</w:t>
            </w:r>
          </w:p>
        </w:tc>
      </w:tr>
      <w:tr w:rsidR="00F46C41" w:rsidRPr="00012E50" w14:paraId="7462D496" w14:textId="77777777" w:rsidTr="00C21393">
        <w:trPr>
          <w:trHeight w:val="37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3BD29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C85DE" w14:textId="77777777"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8636D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B14E7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DC69F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9A066" w14:textId="77777777"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B2C58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0E3CA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1 700,5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FA296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1 700,5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D250B" w14:textId="77777777"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1 700,5</w:t>
            </w:r>
          </w:p>
        </w:tc>
      </w:tr>
      <w:tr w:rsidR="00F46C41" w:rsidRPr="00012E50" w14:paraId="14F6F026" w14:textId="77777777" w:rsidTr="00C21393">
        <w:trPr>
          <w:trHeight w:val="52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2642C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9B231" w14:textId="77777777" w:rsidR="00F46C41" w:rsidRPr="00A52AAC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5E336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A4730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9DB99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A4A48" w14:textId="77777777" w:rsidR="00F46C41" w:rsidRPr="00A52AAC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093DB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52162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E8ADC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20717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</w:tr>
      <w:tr w:rsidR="00F46C41" w:rsidRPr="00012E50" w14:paraId="5E89F9A5" w14:textId="77777777" w:rsidTr="00C21393">
        <w:trPr>
          <w:trHeight w:val="51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79FC5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92ABA" w14:textId="77777777" w:rsidR="00F46C41" w:rsidRPr="00A52AAC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8D31A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74265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B0525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117DD" w14:textId="77777777" w:rsidR="00F46C41" w:rsidRPr="00A52AAC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D2E56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763CB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C58AF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307AB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</w:tr>
      <w:tr w:rsidR="00F46C41" w:rsidRPr="00012E50" w14:paraId="32122AF4" w14:textId="77777777" w:rsidTr="00C21393">
        <w:trPr>
          <w:trHeight w:val="31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B1691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D9A88" w14:textId="77777777" w:rsidR="00F46C41" w:rsidRPr="00A52AAC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E35F0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80CA2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97187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5173F" w14:textId="77777777" w:rsidR="00F46C41" w:rsidRPr="00A52AAC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05 1 03 26100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97F23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F44DA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10F3A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1E81A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</w:tr>
      <w:tr w:rsidR="00F46C41" w:rsidRPr="00012E50" w14:paraId="08D8C2EE" w14:textId="77777777" w:rsidTr="00C21393">
        <w:trPr>
          <w:trHeight w:val="78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68FA1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10E25" w14:textId="77777777" w:rsidR="00F46C41" w:rsidRPr="00A52AAC" w:rsidRDefault="00F46C41" w:rsidP="0070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Балахнинском муниципальном </w:t>
            </w:r>
            <w:r w:rsidR="00701527">
              <w:rPr>
                <w:rFonts w:ascii="Times New Roman" w:hAnsi="Times New Roman" w:cs="Times New Roman"/>
                <w:sz w:val="24"/>
                <w:szCs w:val="24"/>
              </w:rPr>
              <w:t>округе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8889D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DF3CE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F20F1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FA82D" w14:textId="77777777" w:rsidR="00F46C41" w:rsidRPr="00A52AAC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05 1 03 26100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38C1A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2C5C6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9E803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6A5F0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</w:tr>
      <w:tr w:rsidR="00F46C41" w:rsidRPr="00012E50" w14:paraId="76B2A8F7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AD6A9" w14:textId="77777777"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A060E" w14:textId="77777777" w:rsidR="00F46C41" w:rsidRPr="00A52AAC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7403F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87FB6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84641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BFCFC" w14:textId="77777777" w:rsidR="00F46C41" w:rsidRPr="00A52AAC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05 1 03 26100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5336E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2BB4F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88FF4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75DB5" w14:textId="77777777"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</w:tr>
      <w:tr w:rsidR="00A52AAC" w:rsidRPr="00012E50" w14:paraId="50C39BE0" w14:textId="77777777" w:rsidTr="00C21393">
        <w:trPr>
          <w:trHeight w:val="47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8FF1F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0179C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6A338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09C98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459CC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5B436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F51F0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72141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395E1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9955B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</w:tr>
      <w:tr w:rsidR="00A52AAC" w:rsidRPr="00012E50" w14:paraId="49E1CF9F" w14:textId="77777777" w:rsidTr="00C21393">
        <w:trPr>
          <w:trHeight w:val="25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FB5B7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B2969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08BC4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ECA40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1D03E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EAFF1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06 0 01 00000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08D1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16B59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FED74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556DA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</w:tr>
      <w:tr w:rsidR="00A52AAC" w:rsidRPr="00012E50" w14:paraId="0E6B61E7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6EC36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0D193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4B4EA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D5DE8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87282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DCE47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F4698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41608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DD817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7EA7C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</w:tr>
      <w:tr w:rsidR="00A52AAC" w:rsidRPr="00012E50" w14:paraId="40B21D3A" w14:textId="77777777" w:rsidTr="00C21393">
        <w:trPr>
          <w:trHeight w:val="36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7A000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20BF8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21F7B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E8B39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FE5DE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25F86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7647B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6A37D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AE652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2D7EA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52AAC" w:rsidRPr="00012E50" w14:paraId="4B65AAB5" w14:textId="77777777" w:rsidTr="00C21393">
        <w:trPr>
          <w:trHeight w:val="45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7FF3C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74703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C09FF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82F30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71D14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35D88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81F5F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847BF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521C2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CF23B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52AAC" w:rsidRPr="00012E50" w14:paraId="1389C09D" w14:textId="77777777" w:rsidTr="00C21393">
        <w:trPr>
          <w:trHeight w:val="24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2C377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15A51" w14:textId="755D6089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27DBD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E8ADD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201E7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FE11B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B8653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CFCDC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D748B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CAC4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</w:tr>
      <w:tr w:rsidR="00A52AAC" w:rsidRPr="00012E50" w14:paraId="0057D354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F0FF1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36047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1417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91227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A242E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AD387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19 0 01 00000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19B37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C5729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892FE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BDE9B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</w:tr>
      <w:tr w:rsidR="00A52AAC" w:rsidRPr="00012E50" w14:paraId="3DD72F1B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2EA06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8BDFA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Расходы на поставку и монтаж аппаратно-программного комплекса "Безопасный город" и расходы по обслуживанию комплекса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CE0DB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B24DF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26DD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C50A7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F136E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917A3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C964A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E7910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</w:tr>
      <w:tr w:rsidR="00A52AAC" w:rsidRPr="00012E50" w14:paraId="0D362F7C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705EA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A9315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98BDB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751CF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A58C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C9752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5F424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3CA44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36D97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0205C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</w:tr>
      <w:tr w:rsidR="00A52AAC" w:rsidRPr="00012E50" w14:paraId="661F5E16" w14:textId="77777777" w:rsidTr="00C21393">
        <w:trPr>
          <w:trHeight w:val="30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85527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7A059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F2E74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5F3DA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8D89F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B3136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BE2B9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5A1A9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81 670,4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78AB0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87 524,8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067EA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89 675,7</w:t>
            </w:r>
          </w:p>
        </w:tc>
      </w:tr>
      <w:tr w:rsidR="00A52AAC" w:rsidRPr="00012E50" w14:paraId="164FC28D" w14:textId="77777777" w:rsidTr="00C21393">
        <w:trPr>
          <w:trHeight w:val="28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9695A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B8918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75109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C8EA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961FB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08E69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41CC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0B9EF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9F625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4A7A3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600,0</w:t>
            </w:r>
          </w:p>
        </w:tc>
      </w:tr>
      <w:tr w:rsidR="00A52AAC" w:rsidRPr="00012E50" w14:paraId="0BB69148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766C1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DBCB0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C8178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FAC67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5B872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1BCC3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36C64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2133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80B7C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D5A1B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A52AAC" w:rsidRPr="00012E50" w14:paraId="14807061" w14:textId="77777777" w:rsidTr="00C21393">
        <w:trPr>
          <w:trHeight w:val="30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037F7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00382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3409B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264DB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40AA2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8EA53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26D90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1E703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80C53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D8267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A52AAC" w:rsidRPr="00012E50" w14:paraId="25B92986" w14:textId="77777777" w:rsidTr="00C21393">
        <w:trPr>
          <w:trHeight w:val="20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3ED3E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1193E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268CB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B0498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C14AE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252C5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E1747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FABBF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CBDFD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18507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A52AAC" w:rsidRPr="00012E50" w14:paraId="4DD667FA" w14:textId="77777777" w:rsidTr="00C21393">
        <w:trPr>
          <w:trHeight w:val="20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AB433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FDD0C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FEB01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75070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5D90B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43451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77 7 03 25080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7DF8B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7B95A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E9413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389B4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A52AAC" w:rsidRPr="00012E50" w14:paraId="7C00B4B5" w14:textId="77777777" w:rsidTr="00C21393">
        <w:trPr>
          <w:trHeight w:val="47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FB464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8409D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38A2B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88A3D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BE7F4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E5269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77 7 03 25080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C46A9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F83EE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526B0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A16FD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52AAC" w:rsidRPr="00012E50" w14:paraId="0D642645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18AED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B73A7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08111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45A3E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6DA08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7591E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2C99C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D4D3A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800,5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85E99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800,5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1D3B9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800,5</w:t>
            </w:r>
          </w:p>
        </w:tc>
      </w:tr>
      <w:tr w:rsidR="00A52AAC" w:rsidRPr="00012E50" w14:paraId="7A926F07" w14:textId="77777777" w:rsidTr="00C21393">
        <w:trPr>
          <w:trHeight w:val="23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CD22C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7C92A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D084D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46D14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982D1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C4ACB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E106E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93F20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78F81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942BF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</w:tr>
      <w:tr w:rsidR="00A52AAC" w:rsidRPr="00012E50" w14:paraId="1F92F7EC" w14:textId="77777777" w:rsidTr="00C21393">
        <w:trPr>
          <w:trHeight w:val="25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A50FC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1ADB0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1001F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E6E2A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53759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90EFF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13949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F6788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3A739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2EEE1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</w:tr>
      <w:tr w:rsidR="00A52AAC" w:rsidRPr="00012E50" w14:paraId="3E0261B9" w14:textId="77777777" w:rsidTr="00C21393">
        <w:trPr>
          <w:trHeight w:val="27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DDC78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FC93A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7838D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E64A8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84FDC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C61B1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CBB0A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02C4D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04C41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A41FE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</w:tr>
      <w:tr w:rsidR="00A52AAC" w:rsidRPr="00012E50" w14:paraId="2A6F3BD3" w14:textId="77777777" w:rsidTr="00C21393">
        <w:trPr>
          <w:trHeight w:val="55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BD5BD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3A434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F3223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33AFD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AC053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0DD69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77 7 03 73310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AD3E5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FCE5C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C74EB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E1883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</w:tr>
      <w:tr w:rsidR="00A52AAC" w:rsidRPr="00012E50" w14:paraId="26931FC9" w14:textId="77777777" w:rsidTr="00C21393">
        <w:trPr>
          <w:trHeight w:val="54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6C627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C7800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4437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CC6D4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49F5C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27F49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77 7 03 73310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9FED1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175F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736A2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7BDA5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</w:tr>
      <w:tr w:rsidR="00A52AAC" w:rsidRPr="00012E50" w14:paraId="7EE2E33D" w14:textId="77777777" w:rsidTr="00C21393">
        <w:trPr>
          <w:trHeight w:val="27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72860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4DA38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46D30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D91EC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3C927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89C67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5274E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1E05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70 622,3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8069A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76 476,7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2271A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78 627,6</w:t>
            </w:r>
          </w:p>
        </w:tc>
      </w:tr>
      <w:tr w:rsidR="00A52AAC" w:rsidRPr="00012E50" w14:paraId="626C2F14" w14:textId="77777777" w:rsidTr="00C21393">
        <w:trPr>
          <w:trHeight w:val="42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49059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28378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A63F7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9DE9C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DE562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5AADC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86DA0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25358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63 122,3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3FDA2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68 976,7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5FF34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71 127,6</w:t>
            </w:r>
          </w:p>
        </w:tc>
      </w:tr>
      <w:tr w:rsidR="00A52AAC" w:rsidRPr="00012E50" w14:paraId="64EEAC53" w14:textId="77777777" w:rsidTr="00C21393">
        <w:trPr>
          <w:trHeight w:val="57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6ED27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4D7AD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2A78C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252F7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5C068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32EB8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17 0 01 00000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439FC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15D08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A9F4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D1014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</w:t>
            </w:r>
          </w:p>
        </w:tc>
      </w:tr>
      <w:tr w:rsidR="00A52AAC" w:rsidRPr="00012E50" w14:paraId="4C286A85" w14:textId="77777777" w:rsidTr="00C21393">
        <w:trPr>
          <w:trHeight w:val="51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5DCEC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90B60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619D8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A679B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5A1C5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AAB9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18933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92518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0F312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9BBDB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</w:t>
            </w:r>
          </w:p>
        </w:tc>
      </w:tr>
      <w:tr w:rsidR="00A52AAC" w:rsidRPr="00012E50" w14:paraId="2D069C5C" w14:textId="77777777" w:rsidTr="00C21393">
        <w:trPr>
          <w:trHeight w:val="36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B3F5E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AC4D4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DBE0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FD12F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8CC38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F5982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9AFE9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E55C2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CE4B2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E45BF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</w:t>
            </w:r>
          </w:p>
        </w:tc>
      </w:tr>
      <w:tr w:rsidR="00A52AAC" w:rsidRPr="00012E50" w14:paraId="0BBC943F" w14:textId="77777777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94571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9FFF5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D0FE1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6F538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A2DF2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19D7E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17 0 02 00000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3B8EC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A20E2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C4E59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69AC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</w:tr>
      <w:tr w:rsidR="00A52AAC" w:rsidRPr="00012E50" w14:paraId="2C307F8B" w14:textId="77777777" w:rsidTr="00C21393">
        <w:trPr>
          <w:trHeight w:val="46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FE12B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E15E0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A52AAC">
              <w:rPr>
                <w:rFonts w:ascii="Times New Roman" w:hAnsi="Times New Roman" w:cs="Times New Roman"/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9F165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E59F4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DAA34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74816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53A80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2176B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93251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C5472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</w:tr>
      <w:tr w:rsidR="00A52AAC" w:rsidRPr="00012E50" w14:paraId="7AF856C6" w14:textId="77777777" w:rsidTr="00C21393">
        <w:trPr>
          <w:trHeight w:val="52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9C113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0DDFB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0A520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B8648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B40D7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332EC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57821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E4F2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F3161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64880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</w:tr>
      <w:tr w:rsidR="00A52AAC" w:rsidRPr="00012E50" w14:paraId="281553B0" w14:textId="77777777" w:rsidTr="00C21393">
        <w:trPr>
          <w:trHeight w:val="45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5E8EF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5EE2B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EBD31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CC4E8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AFCC2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F5758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17 0 03 00000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6C601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6E8A8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21 122,3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85C21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26 976,7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35BCC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29 127,6</w:t>
            </w:r>
          </w:p>
        </w:tc>
      </w:tr>
      <w:tr w:rsidR="00A52AAC" w:rsidRPr="00012E50" w14:paraId="4476FF39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851B7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3BDF5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B5018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C9EBC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248FE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7290B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17 0 03 25010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E4CA3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EC131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21 122,3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61C37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26 976,7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5324A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29 127,6</w:t>
            </w:r>
          </w:p>
        </w:tc>
      </w:tr>
      <w:tr w:rsidR="00A52AAC" w:rsidRPr="00012E50" w14:paraId="44A8D4FB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A0C58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84F40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54ECD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CCE62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6837C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EE584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17 0 03 25010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7DF02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3127D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21 122,3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9192F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26 976,7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7D66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29 127,6</w:t>
            </w:r>
          </w:p>
        </w:tc>
      </w:tr>
      <w:tr w:rsidR="00A52AAC" w:rsidRPr="00012E50" w14:paraId="66B0C0F1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F776E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56D0F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5B7D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A48FD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EC6E2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0B60C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17 0 04 00000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4E492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17267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ED08D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3AA15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A52AAC" w:rsidRPr="00012E50" w14:paraId="34AC38A0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6CB2C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D26DC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8918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3A61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75CC1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E2BE3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659CA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F684F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174F0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01E03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A52AAC" w:rsidRPr="00012E50" w14:paraId="38FD8499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51C4E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BAF6F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5F9AA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7950D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DC03C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48438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13F69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A5FE2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D388B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F055D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A52AAC" w:rsidRPr="00012E50" w14:paraId="6A1A0EFF" w14:textId="77777777" w:rsidTr="00C21393">
        <w:trPr>
          <w:trHeight w:val="28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4A3D1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D78A5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A2530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174B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72E8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C4AA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57C83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65D65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9C130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50B94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</w:tr>
      <w:tr w:rsidR="00A52AAC" w:rsidRPr="00012E50" w14:paraId="453A8571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E2B93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A5F34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2F53A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699C5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60364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CF197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CF4AB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2EA30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EF16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FDE94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</w:tr>
      <w:tr w:rsidR="00A52AAC" w:rsidRPr="00012E50" w14:paraId="51395F7F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E2A4C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9952E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CCB04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55954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0D58A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CE9CC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208B5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4DA2C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2C2B1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3F20C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</w:tr>
      <w:tr w:rsidR="00A52AAC" w:rsidRPr="00012E50" w14:paraId="2C93DCF6" w14:textId="77777777" w:rsidTr="00C21393">
        <w:trPr>
          <w:trHeight w:val="99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15A43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08EFD" w14:textId="46F1AC78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Содержание, ремонт, капитальный ремонт автомобильных дорог общего пользования собственности Балахнинского муниципального округа, ремонт и капитальный ремонт проездов к дворовым территориям многоквартирных домов Балахнинского муниципального округа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A40CC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4B77D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00708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AA8D4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77 7 03 25010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BAEA5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7E3DC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D226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D74BA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</w:tr>
      <w:tr w:rsidR="00A52AAC" w:rsidRPr="00012E50" w14:paraId="4EDB4707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09798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46DF9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BB570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C443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179C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97692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77 7 03 25010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6B07A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D38D2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9BDD5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483A5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</w:tr>
      <w:tr w:rsidR="00A52AAC" w:rsidRPr="00012E50" w14:paraId="70699DC5" w14:textId="77777777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0BB92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8BCAF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B6DF4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5DE1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5F7E3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3B015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6EFB1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63FE0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1 212,7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D67C4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1 212,7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2998D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1 212,7</w:t>
            </w:r>
          </w:p>
        </w:tc>
      </w:tr>
      <w:tr w:rsidR="00A52AAC" w:rsidRPr="00012E50" w14:paraId="0CCB8347" w14:textId="77777777" w:rsidTr="00C21393">
        <w:trPr>
          <w:trHeight w:val="52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68FD2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82B81" w14:textId="096153A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9C0E3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9BA2E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837E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54D72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8CE8E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8E3A5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20469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01752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</w:tr>
      <w:tr w:rsidR="00A52AAC" w:rsidRPr="00012E50" w14:paraId="4E67C816" w14:textId="77777777" w:rsidTr="00C21393">
        <w:trPr>
          <w:trHeight w:val="68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7F024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47B81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2E964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07FF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9EA05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379A4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19 0 07 00000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E486C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D016B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C49D3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90954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</w:tr>
      <w:tr w:rsidR="00A52AAC" w:rsidRPr="00012E50" w14:paraId="2F9AE99F" w14:textId="77777777" w:rsidTr="00C21393">
        <w:trPr>
          <w:trHeight w:val="38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3D565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E88FD" w14:textId="75D2F2AD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 w:rsidR="00294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A3125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C2D1C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B6EC1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4A4F4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19 0 07 25350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8D904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A4704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3591E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EA69F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</w:tr>
      <w:tr w:rsidR="00A52AAC" w:rsidRPr="00012E50" w14:paraId="75D099D5" w14:textId="77777777" w:rsidTr="00C21393">
        <w:trPr>
          <w:trHeight w:val="56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133A7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78507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744F1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CC4DD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94107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09537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19 0 07 25350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93992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260AA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356AB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089BB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</w:tr>
      <w:tr w:rsidR="00A52AAC" w:rsidRPr="00012E50" w14:paraId="77E015A5" w14:textId="77777777" w:rsidTr="00C21393">
        <w:trPr>
          <w:trHeight w:val="26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A647B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DB64C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765DD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BAA7A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7BFF9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C6907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62CE0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4667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8 434,9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BBBF2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8 434,9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60F27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8 434,9</w:t>
            </w:r>
          </w:p>
        </w:tc>
      </w:tr>
      <w:tr w:rsidR="00A52AAC" w:rsidRPr="00012E50" w14:paraId="4121A113" w14:textId="77777777" w:rsidTr="00C21393">
        <w:trPr>
          <w:trHeight w:val="53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B49E8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F49EF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эффективности градостроительной деятельности на территории Балахнинского муниципального округа Нижегородской области"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42AF1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04694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06C3E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53D25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79E3D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E7649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4 550,0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C861E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4 550,0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1FE32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4 550,0</w:t>
            </w:r>
          </w:p>
        </w:tc>
      </w:tr>
      <w:tr w:rsidR="0051148D" w:rsidRPr="00012E50" w14:paraId="73AB42B4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D38BC" w14:textId="77777777"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64E2D" w14:textId="77777777" w:rsidR="0051148D" w:rsidRPr="00A52AAC" w:rsidRDefault="0051148D" w:rsidP="0051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1F1EF" w14:textId="77777777"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B32A5" w14:textId="77777777"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2AF19" w14:textId="77777777"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40CAC" w14:textId="77777777" w:rsidR="0051148D" w:rsidRPr="00A52AAC" w:rsidRDefault="0051148D" w:rsidP="005114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08 0 01 00000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72456" w14:textId="77777777"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9C8D7" w14:textId="77777777"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AB287" w14:textId="77777777"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FB764" w14:textId="77777777"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51148D" w:rsidRPr="00012E50" w14:paraId="6BE84DCE" w14:textId="77777777" w:rsidTr="00C21393">
        <w:trPr>
          <w:trHeight w:val="59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AE942" w14:textId="77777777"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31CF" w14:textId="77777777" w:rsidR="0051148D" w:rsidRPr="00A52AAC" w:rsidRDefault="0051148D" w:rsidP="0051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AD22D" w14:textId="77777777"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DEB7B" w14:textId="77777777"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F8D13" w14:textId="77777777"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3DF01" w14:textId="77777777" w:rsidR="0051148D" w:rsidRPr="00A52AAC" w:rsidRDefault="0051148D" w:rsidP="005114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08 0 01 25090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EFFAE" w14:textId="77777777"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399A4" w14:textId="77777777"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A03D8" w14:textId="77777777"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23215" w14:textId="77777777"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51148D" w:rsidRPr="00012E50" w14:paraId="0995550C" w14:textId="77777777" w:rsidTr="00C21393">
        <w:trPr>
          <w:trHeight w:val="55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DD38B" w14:textId="77777777"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95124" w14:textId="77777777" w:rsidR="0051148D" w:rsidRPr="00A52AAC" w:rsidRDefault="0051148D" w:rsidP="0051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A9D28" w14:textId="77777777" w:rsidR="0051148D" w:rsidRPr="00A52AAC" w:rsidRDefault="0051148D" w:rsidP="0051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BE185" w14:textId="77777777"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78AEE" w14:textId="77777777"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9773F" w14:textId="77777777" w:rsidR="0051148D" w:rsidRPr="00A52AAC" w:rsidRDefault="0051148D" w:rsidP="005114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08 0 01 25090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07ADC" w14:textId="77777777"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634FF" w14:textId="77777777"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BE3C5" w14:textId="77777777"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DBAD5" w14:textId="77777777"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51148D" w:rsidRPr="00012E50" w14:paraId="1538F073" w14:textId="77777777" w:rsidTr="00C21393">
        <w:trPr>
          <w:trHeight w:val="70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C74C4" w14:textId="77777777"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6103" w14:textId="77777777" w:rsidR="0051148D" w:rsidRPr="00A52AAC" w:rsidRDefault="0051148D" w:rsidP="0051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E99D0" w14:textId="77777777"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FA5B8" w14:textId="77777777"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53F90" w14:textId="77777777"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4483B" w14:textId="77777777" w:rsidR="0051148D" w:rsidRPr="00A52AAC" w:rsidRDefault="0051148D" w:rsidP="005114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08 0 03 00000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4063B" w14:textId="77777777"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FD695" w14:textId="77777777"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7E11B" w14:textId="77777777"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38D84" w14:textId="77777777"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</w:tr>
      <w:tr w:rsidR="0051148D" w:rsidRPr="00012E50" w14:paraId="1489E089" w14:textId="77777777" w:rsidTr="005E0C87">
        <w:trPr>
          <w:trHeight w:val="24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D2A0B" w14:textId="77777777"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2BFAA" w14:textId="77777777" w:rsidR="0051148D" w:rsidRPr="00A52AAC" w:rsidRDefault="0051148D" w:rsidP="0051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FA42A" w14:textId="77777777"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9BD12" w14:textId="77777777"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71EE6" w14:textId="77777777"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942B5" w14:textId="77777777" w:rsidR="0051148D" w:rsidRPr="00A52AAC" w:rsidRDefault="0051148D" w:rsidP="005114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08 0 03 25090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0FBD6" w14:textId="77777777"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A11AA" w14:textId="77777777"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48730" w14:textId="77777777"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333DF" w14:textId="77777777"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</w:tr>
      <w:tr w:rsidR="0051148D" w:rsidRPr="00012E50" w14:paraId="4D3D836D" w14:textId="77777777" w:rsidTr="005E0C87">
        <w:trPr>
          <w:trHeight w:val="55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7982D" w14:textId="77777777"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5B6DC" w14:textId="77777777" w:rsidR="0051148D" w:rsidRPr="00A52AAC" w:rsidRDefault="0051148D" w:rsidP="0051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4FED3" w14:textId="77777777"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0A384" w14:textId="77777777"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DE802" w14:textId="77777777"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A3B29" w14:textId="77777777" w:rsidR="0051148D" w:rsidRPr="00A52AAC" w:rsidRDefault="0051148D" w:rsidP="005114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08 0 03 25090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C9B10" w14:textId="77777777"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5A8BA" w14:textId="77777777"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6C155" w14:textId="77777777"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3CAF2" w14:textId="77777777"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</w:tr>
      <w:tr w:rsidR="00A52AAC" w:rsidRPr="00012E50" w14:paraId="62785DCA" w14:textId="77777777" w:rsidTr="00C21393">
        <w:trPr>
          <w:trHeight w:val="57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7BA73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89D0E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предпринимательства Балахнинского муниципального округа Нижегородской области"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DDC4E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97B59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DC519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F19A9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85078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3F0E5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3 684,9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D713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3 684,9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CED4C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3 684,9</w:t>
            </w:r>
          </w:p>
        </w:tc>
      </w:tr>
      <w:tr w:rsidR="00A52AAC" w:rsidRPr="00012E50" w14:paraId="23100FCE" w14:textId="77777777" w:rsidTr="00C21393">
        <w:trPr>
          <w:trHeight w:val="57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2FEC7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4DD73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малого и среднего предпринимательства Балахнинского муниципального округа"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077B8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D99E5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5CE0C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E4C66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09 1 00 00000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594B5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6D1AD" w14:textId="77777777" w:rsidR="00A52AAC" w:rsidRPr="00A52AAC" w:rsidRDefault="00A52AAC" w:rsidP="00A43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A436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69F4F" w14:textId="77777777" w:rsidR="00A52AAC" w:rsidRPr="00A52AAC" w:rsidRDefault="00A52AAC" w:rsidP="00A43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A436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A5BC8" w14:textId="77777777" w:rsidR="00A52AAC" w:rsidRPr="00A52AAC" w:rsidRDefault="00A52AAC" w:rsidP="00A43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A436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</w:tr>
      <w:tr w:rsidR="00A52AAC" w:rsidRPr="00012E50" w14:paraId="433351C4" w14:textId="77777777" w:rsidTr="00C21393">
        <w:trPr>
          <w:trHeight w:val="41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B06F6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6DCE5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4E248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9BA9F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95721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06015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09 1 01 00000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2F053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A932B" w14:textId="77777777" w:rsidR="00A52AAC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52AAC"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52AAC" w:rsidRPr="00A52AAC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CAB7D" w14:textId="77777777" w:rsidR="00A52AAC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52AAC"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52AAC" w:rsidRPr="00A52AAC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BD691" w14:textId="77777777" w:rsidR="00A52AAC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52AAC"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52AAC" w:rsidRPr="00A52AAC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</w:tr>
      <w:tr w:rsidR="00A52AAC" w:rsidRPr="00012E50" w14:paraId="26FD9F42" w14:textId="77777777" w:rsidTr="00C21393">
        <w:trPr>
          <w:trHeight w:val="55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4A4EC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7A79B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МБУ "Бизнес-инкубатор Балахнинского муниципального округа"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5D62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55EC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1AC26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5D598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FED01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40F76" w14:textId="77777777" w:rsidR="00A52AAC" w:rsidRPr="00A52AAC" w:rsidRDefault="00A52AAC" w:rsidP="00A43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A436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2025F" w14:textId="77777777" w:rsidR="00A52AAC" w:rsidRPr="00A52AAC" w:rsidRDefault="00A52AAC" w:rsidP="00A43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A436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1F4EA" w14:textId="77777777" w:rsidR="00A52AAC" w:rsidRPr="00A52AAC" w:rsidRDefault="00A52AAC" w:rsidP="00A43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A436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</w:tr>
      <w:tr w:rsidR="00A52AAC" w:rsidRPr="00012E50" w14:paraId="545AD1CE" w14:textId="77777777" w:rsidTr="00C21393">
        <w:trPr>
          <w:trHeight w:val="55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37054" w14:textId="77777777"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9400D" w14:textId="77777777"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AFE2D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5DAD1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84EEE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8D37C" w14:textId="77777777"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5F96A" w14:textId="77777777"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E2848" w14:textId="77777777" w:rsidR="00A52AAC" w:rsidRPr="00A52AAC" w:rsidRDefault="00A43670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</w:t>
            </w:r>
            <w:r w:rsidR="00A52AAC" w:rsidRPr="00A52AAC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C24A7" w14:textId="77777777" w:rsidR="00A52AAC" w:rsidRPr="00A52AAC" w:rsidRDefault="00A52AAC" w:rsidP="00A43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A436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6F3FB" w14:textId="77777777" w:rsidR="00A52AAC" w:rsidRPr="00A52AAC" w:rsidRDefault="00A52AAC" w:rsidP="00A43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A436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</w:tr>
      <w:tr w:rsidR="00C21393" w:rsidRPr="00012E50" w14:paraId="101FEF38" w14:textId="77777777" w:rsidTr="00C21393">
        <w:trPr>
          <w:trHeight w:val="58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F9BB6" w14:textId="77777777" w:rsidR="00C21393" w:rsidRPr="00012E50" w:rsidRDefault="00C21393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560B9" w14:textId="77777777" w:rsidR="00C21393" w:rsidRPr="00A52AAC" w:rsidRDefault="00C21393" w:rsidP="00A52A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C5740" w14:textId="77777777" w:rsidR="00C21393" w:rsidRPr="00A52AAC" w:rsidRDefault="00C21393" w:rsidP="00A52A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BF503" w14:textId="77777777" w:rsidR="00C21393" w:rsidRPr="00A52AAC" w:rsidRDefault="00C21393" w:rsidP="00A52A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347DB" w14:textId="77777777" w:rsidR="00C21393" w:rsidRPr="00A52AAC" w:rsidRDefault="00C21393" w:rsidP="00A52A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89F9D" w14:textId="77777777" w:rsidR="00C21393" w:rsidRPr="00A52AAC" w:rsidRDefault="00C21393" w:rsidP="00A52AAC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09 1 0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 S2040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FF1AD" w14:textId="77777777" w:rsidR="00C21393" w:rsidRPr="00A52AAC" w:rsidRDefault="00C21393" w:rsidP="00A52A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730B1" w14:textId="77777777" w:rsidR="00C21393" w:rsidRDefault="00C21393" w:rsidP="00A52A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3F502" w14:textId="77777777" w:rsidR="00C21393" w:rsidRPr="00A52AAC" w:rsidRDefault="00C21393" w:rsidP="00A43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B0733" w14:textId="77777777" w:rsidR="00C21393" w:rsidRPr="00A52AAC" w:rsidRDefault="00C21393" w:rsidP="00A43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21393" w:rsidRPr="00012E50" w14:paraId="6E11FFFD" w14:textId="77777777" w:rsidTr="005E0C87">
        <w:trPr>
          <w:trHeight w:val="50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8F9F5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9F1D7" w14:textId="77777777" w:rsidR="00C21393" w:rsidRPr="00A52AAC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F83AC" w14:textId="77777777"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B2AA9" w14:textId="77777777"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072AE" w14:textId="77777777"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C5C85" w14:textId="77777777" w:rsidR="00C21393" w:rsidRPr="00A52AAC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09 1 0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 S2040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635F3" w14:textId="77777777"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0B11A" w14:textId="77777777" w:rsidR="00C21393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6F5CF" w14:textId="77777777"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0C4FD" w14:textId="77777777"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21393" w:rsidRPr="00012E50" w14:paraId="1BB1E8F5" w14:textId="77777777" w:rsidTr="005E0C87">
        <w:trPr>
          <w:trHeight w:val="18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68432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A529A" w14:textId="77777777" w:rsidR="00C21393" w:rsidRPr="00A52AAC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F88A8" w14:textId="77777777"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A5D09" w14:textId="77777777"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01FDA" w14:textId="77777777"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2B228" w14:textId="77777777" w:rsidR="00C21393" w:rsidRPr="00A52AAC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978B5" w14:textId="77777777"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878DE" w14:textId="77777777" w:rsidR="00C21393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1B092" w14:textId="77777777"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FAC4E" w14:textId="77777777"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393" w:rsidRPr="00012E50" w14:paraId="7EC4F35F" w14:textId="77777777" w:rsidTr="00C21393">
        <w:trPr>
          <w:trHeight w:val="55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2B076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84DDA" w14:textId="77777777" w:rsidR="00C21393" w:rsidRPr="00A52AAC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F5367" w14:textId="77777777"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F5A87" w14:textId="77777777"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0D6A8" w14:textId="77777777"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7B284" w14:textId="77777777" w:rsidR="00C21393" w:rsidRPr="00A52AAC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8305F" w14:textId="77777777"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46BC1" w14:textId="77777777" w:rsidR="00C21393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68A47" w14:textId="77777777"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3A45A" w14:textId="77777777"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21393" w:rsidRPr="00012E50" w14:paraId="18134F98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98C2E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3A68A" w14:textId="77777777" w:rsidR="00C21393" w:rsidRPr="00A52AAC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8D033" w14:textId="77777777"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82D16" w14:textId="77777777"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688CB" w14:textId="77777777"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AD1DA" w14:textId="77777777" w:rsidR="00C21393" w:rsidRPr="00A52AAC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09 1 04 00000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16692" w14:textId="77777777"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8C8BB" w14:textId="77777777"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971AC" w14:textId="77777777"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A8EC2" w14:textId="77777777"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C21393" w:rsidRPr="00012E50" w14:paraId="4734686E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13DA5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6BFD0" w14:textId="77777777" w:rsidR="00C21393" w:rsidRPr="00A52AAC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9810E" w14:textId="77777777"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8BE8A" w14:textId="77777777"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2A6C6" w14:textId="77777777"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4D052" w14:textId="77777777" w:rsidR="00C21393" w:rsidRPr="00A52AAC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 1 04 S2040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8C42F" w14:textId="77777777"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B3C94" w14:textId="77777777"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FDD1E" w14:textId="77777777"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2C2B5" w14:textId="77777777"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C21393" w:rsidRPr="00012E50" w14:paraId="4B8D8620" w14:textId="77777777" w:rsidTr="00C21393">
        <w:trPr>
          <w:trHeight w:val="30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71329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6E581" w14:textId="77777777" w:rsidR="00C21393" w:rsidRPr="008D2921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F8F5C" w14:textId="77777777"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B7BE4" w14:textId="77777777"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C8789" w14:textId="77777777"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864F8" w14:textId="77777777" w:rsidR="00C21393" w:rsidRPr="008D2921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09 1 04 S2040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6492C" w14:textId="77777777"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1F6F9" w14:textId="77777777"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C8E10" w14:textId="77777777"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2F353" w14:textId="77777777"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21393" w:rsidRPr="00012E50" w14:paraId="3D503646" w14:textId="77777777" w:rsidTr="00C21393">
        <w:trPr>
          <w:trHeight w:val="26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F64B3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6F028" w14:textId="77777777" w:rsidR="00C21393" w:rsidRPr="008D2921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81328" w14:textId="77777777"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3E38F" w14:textId="77777777"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DD2DE" w14:textId="77777777"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F7A79" w14:textId="77777777" w:rsidR="00C21393" w:rsidRPr="008D2921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A360B" w14:textId="77777777"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825C7" w14:textId="77777777"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E1EB4" w14:textId="77777777"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CD04F" w14:textId="77777777"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21393" w:rsidRPr="00012E50" w14:paraId="7983511B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EF186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47035" w14:textId="77777777" w:rsidR="00C21393" w:rsidRPr="008D2921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-расходы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16285" w14:textId="77777777"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D43D0" w14:textId="77777777"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F3E95" w14:textId="77777777"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0A08F" w14:textId="77777777" w:rsidR="00C21393" w:rsidRPr="008D2921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C8443" w14:textId="77777777"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AD0FC" w14:textId="77777777"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03ACB" w14:textId="77777777"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C897D" w14:textId="77777777"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21393" w:rsidRPr="00012E50" w14:paraId="0D4D6832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B6AB3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93277" w14:textId="77777777" w:rsidR="00C21393" w:rsidRPr="00A43670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торговли в Балахнинском муниципальном округе"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1C61D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A19EE" w14:textId="77777777"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19FAB" w14:textId="77777777"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745A6" w14:textId="77777777" w:rsidR="00C21393" w:rsidRPr="00A43670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09 2 00 00000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7EC09" w14:textId="77777777"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7037E" w14:textId="77777777"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DB3BE" w14:textId="77777777"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557FD" w14:textId="77777777"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21393" w:rsidRPr="00012E50" w14:paraId="02B030E1" w14:textId="77777777" w:rsidTr="005E0C87">
        <w:trPr>
          <w:trHeight w:val="20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2ED20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FCFDA" w14:textId="77777777" w:rsidR="00C21393" w:rsidRPr="00A43670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ярмарок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58EF9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AC9D1" w14:textId="77777777"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D04DC" w14:textId="77777777"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02CA9" w14:textId="77777777" w:rsidR="00C21393" w:rsidRPr="00A43670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09 2 02 00000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E26D5" w14:textId="77777777"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4B89C" w14:textId="77777777"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AFC7C" w14:textId="77777777"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E348" w14:textId="77777777"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21393" w:rsidRPr="00012E50" w14:paraId="6CD88C17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FD48C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9CA2A" w14:textId="77777777" w:rsidR="00C21393" w:rsidRPr="00A43670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организацию и 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ярмарок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D8CCA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F11EE" w14:textId="77777777"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F8458" w14:textId="77777777"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4F63E" w14:textId="77777777" w:rsidR="00C21393" w:rsidRPr="00A43670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09 2 02 25400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76CEF" w14:textId="77777777"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AE072" w14:textId="77777777"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1442A" w14:textId="77777777"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0D56D" w14:textId="77777777"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21393" w:rsidRPr="00012E50" w14:paraId="48261723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331DC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CA728" w14:textId="77777777" w:rsidR="00C21393" w:rsidRPr="00A43670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56207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E7EBB" w14:textId="77777777"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0C41E" w14:textId="77777777"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09A3A" w14:textId="77777777" w:rsidR="00C21393" w:rsidRPr="00A43670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09 2 02 25400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9690E" w14:textId="77777777"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00A96" w14:textId="77777777"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307CA" w14:textId="77777777"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EAE6C" w14:textId="77777777"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21393" w:rsidRPr="00012E50" w14:paraId="76F1EC31" w14:textId="77777777" w:rsidTr="005E0C87">
        <w:trPr>
          <w:trHeight w:val="16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27280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FA212" w14:textId="77777777"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952E6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E0A89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70076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98EC6" w14:textId="77777777"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72EF3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10535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18F6E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84C40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21393" w:rsidRPr="00012E50" w14:paraId="29985707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F15CD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43903" w14:textId="77777777"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BCBE7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A5661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08BA6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A32EE" w14:textId="77777777"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07CDA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26701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6407E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50547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21393" w:rsidRPr="00012E50" w14:paraId="2D541931" w14:textId="77777777" w:rsidTr="00C21393">
        <w:trPr>
          <w:trHeight w:val="13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F600A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437D4" w14:textId="77777777"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E6B78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DE849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4FE93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7473C" w14:textId="77777777"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4B01F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5819C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A0A2C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52547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21393" w:rsidRPr="00012E50" w14:paraId="02E11642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74525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455D6" w14:textId="77777777"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Специальные мероприятия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DD1D3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778BF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02335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390C8" w14:textId="77777777"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77 7 03 28800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60B1E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55C29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D57B5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A60D1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21393" w:rsidRPr="00012E50" w14:paraId="53FFDF07" w14:textId="77777777" w:rsidTr="00C21393">
        <w:trPr>
          <w:trHeight w:val="51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F9DC6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46676" w14:textId="77777777"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B89D1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305AB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D5CCB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DB242" w14:textId="77777777"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77 7 03 28800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7800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472AA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FB55A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D367B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C21393" w:rsidRPr="00012E50" w14:paraId="106ACA5D" w14:textId="77777777" w:rsidTr="005E0C87">
        <w:trPr>
          <w:trHeight w:val="18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C0149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A1D05" w14:textId="77777777"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817F0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B4B33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0A469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05BE3" w14:textId="77777777"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1E42A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AEACA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165 351,4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DFE75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138 782,5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79564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147 918,2</w:t>
            </w:r>
          </w:p>
        </w:tc>
      </w:tr>
      <w:tr w:rsidR="00C21393" w:rsidRPr="00012E50" w14:paraId="48877FA3" w14:textId="77777777" w:rsidTr="005E0C87">
        <w:trPr>
          <w:trHeight w:val="18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20BA1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50205" w14:textId="77777777"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B4E43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62F04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67BA7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28F48" w14:textId="77777777"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FA049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4F647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10 136,4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8A887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20 736,4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63FB9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10 136,4</w:t>
            </w:r>
          </w:p>
        </w:tc>
      </w:tr>
      <w:tr w:rsidR="00C21393" w:rsidRPr="00012E50" w14:paraId="63328710" w14:textId="77777777" w:rsidTr="005E0C87">
        <w:trPr>
          <w:trHeight w:val="106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86B7B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00A4D" w14:textId="77777777"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227EE2">
              <w:rPr>
                <w:rFonts w:ascii="Times New Roman" w:hAnsi="Times New Roman" w:cs="Times New Roman"/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803CB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631BB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E8223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36330" w14:textId="77777777"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106A0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7E7F8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ABF48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8EABE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</w:tr>
      <w:tr w:rsidR="00C21393" w:rsidRPr="00012E50" w14:paraId="74AFF473" w14:textId="77777777" w:rsidTr="00C21393">
        <w:trPr>
          <w:trHeight w:val="29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45D63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F5A03" w14:textId="77777777"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CDDA8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07B8D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0C46F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CCC09" w14:textId="77777777"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07 0 01 00000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C5CE6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49F0D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671BD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64C76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</w:tr>
      <w:tr w:rsidR="00C21393" w:rsidRPr="00012E50" w14:paraId="58BD08D6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1D8B7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39E8E" w14:textId="77777777"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6584C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6239E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1443C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3717C" w14:textId="77777777"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58B06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32B17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8D6E3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8B1E1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</w:tr>
      <w:tr w:rsidR="00C21393" w:rsidRPr="00012E50" w14:paraId="03A23AB1" w14:textId="77777777" w:rsidTr="005E0C87">
        <w:trPr>
          <w:trHeight w:val="50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8DC92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2BD48" w14:textId="77777777"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450BE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A5DD8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EF2A0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E9EB8" w14:textId="77777777"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BD455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D9266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644DF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CF57A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</w:tr>
      <w:tr w:rsidR="00C21393" w:rsidRPr="00012E50" w14:paraId="42AE1974" w14:textId="77777777" w:rsidTr="00C21393">
        <w:trPr>
          <w:trHeight w:val="46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24509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F2E9B" w14:textId="77777777"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BBCF6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D133E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7FE52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496F6" w14:textId="77777777"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028EB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E9922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59E6C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B4C63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</w:tr>
      <w:tr w:rsidR="00C21393" w:rsidRPr="00012E50" w14:paraId="3040ACA0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3466B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13116" w14:textId="77777777"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51E5D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ABBE9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7C996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D67B8" w14:textId="77777777"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0CAB8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DDC9F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58945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FD6D0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</w:tr>
      <w:tr w:rsidR="00C21393" w:rsidRPr="00012E50" w14:paraId="7307DC01" w14:textId="77777777" w:rsidTr="00C21393">
        <w:trPr>
          <w:trHeight w:val="25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B3F68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C44FB" w14:textId="77777777"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F46F8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2869C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30BCE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89E7F" w14:textId="77777777"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12 1 03 00000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564F9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F8198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B7598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B05BD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</w:tr>
      <w:tr w:rsidR="00C21393" w:rsidRPr="00012E50" w14:paraId="1F40FC8C" w14:textId="77777777" w:rsidTr="00C21393">
        <w:trPr>
          <w:trHeight w:val="50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002FC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F3153" w14:textId="77777777"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40457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72027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92188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82793" w14:textId="77777777"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12 1 03 S2400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30756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D30A1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F67C9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D2E97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</w:tr>
      <w:tr w:rsidR="00C21393" w:rsidRPr="00012E50" w14:paraId="753681B9" w14:textId="77777777" w:rsidTr="00C21393">
        <w:trPr>
          <w:trHeight w:val="52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54859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54EBC" w14:textId="77777777"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A31F3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2532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EE94D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8E572" w14:textId="77777777"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12 1 03 S2400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72248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ACBCB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907F4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31A57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</w:tr>
      <w:tr w:rsidR="00C21393" w:rsidRPr="00012E50" w14:paraId="36FA6AD8" w14:textId="77777777" w:rsidTr="00C21393">
        <w:trPr>
          <w:trHeight w:val="26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B9BCE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50295" w14:textId="77777777"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0D250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12C25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73C32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CF8D8" w14:textId="77777777"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35687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B591A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60F0B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BCF40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21393" w:rsidRPr="00012E50" w14:paraId="6CA78B2C" w14:textId="77777777" w:rsidTr="00C21393">
        <w:trPr>
          <w:trHeight w:val="48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1BAD5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95977" w14:textId="77777777"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A0D23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6C890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915C7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5487C" w14:textId="77777777"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AAB0A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0915A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4E0C5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FAC73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</w:tr>
      <w:tr w:rsidR="00C21393" w:rsidRPr="00012E50" w14:paraId="4431D92A" w14:textId="77777777" w:rsidTr="00C21393">
        <w:trPr>
          <w:trHeight w:val="35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2F731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1F556" w14:textId="77777777"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D9253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348D3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DBC37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A6399" w14:textId="77777777"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BA159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9B917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4E18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6C50B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21393" w:rsidRPr="00012E50" w14:paraId="62A5018C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4F381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E6E23" w14:textId="77777777"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3F920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9143F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A83A2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8DA63" w14:textId="77777777"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15 0 07 00000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EB718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2F73A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327F1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0010D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21393" w:rsidRPr="00012E50" w14:paraId="4F4FCBD9" w14:textId="77777777" w:rsidTr="00C21393">
        <w:trPr>
          <w:trHeight w:val="84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9500B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09D53" w14:textId="77777777"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03F35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5CE16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00952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254C6" w14:textId="77777777"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15 0 07 S2120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AFC6F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2F342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B0903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5905B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21393" w:rsidRPr="00012E50" w14:paraId="6D383026" w14:textId="77777777" w:rsidTr="00C21393">
        <w:trPr>
          <w:trHeight w:val="46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C270A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270FD" w14:textId="77777777"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58941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F594E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1E53F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4688B" w14:textId="77777777"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15 0 07 S2120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B815A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E1FE7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AC254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DC917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21393" w:rsidRPr="00012E50" w14:paraId="7109AB42" w14:textId="77777777" w:rsidTr="00C21393">
        <w:trPr>
          <w:trHeight w:val="28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C15DF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FCD6D" w14:textId="77777777"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89808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D1EAE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EE6C3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76962" w14:textId="77777777"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2A454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6FF2F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891A8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89CF1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21393" w:rsidRPr="00012E50" w14:paraId="05F1D522" w14:textId="77777777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BE5CF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C0027" w14:textId="77777777"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EBCB8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AD5E7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CF0E3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1F281" w14:textId="77777777"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127FD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7E8C1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917C5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8 480,0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1AA5F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21393" w:rsidRPr="00012E50" w14:paraId="6254BDB7" w14:textId="77777777" w:rsidTr="00C21393">
        <w:trPr>
          <w:trHeight w:val="58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A2BEE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4143E" w14:textId="77777777"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94CA3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DF94F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21B59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00265" w14:textId="77777777"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8A718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F2BB8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D102E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2 120,0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2827D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21393" w:rsidRPr="00012E50" w14:paraId="6C23B35C" w14:textId="77777777" w:rsidTr="00C21393">
        <w:trPr>
          <w:trHeight w:val="25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EFA2F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0BBB6" w14:textId="77777777"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DF867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F6599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9AB26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7A15A" w14:textId="77777777"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5DDA6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50EFB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C9FAE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6B0A7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</w:tr>
      <w:tr w:rsidR="00C21393" w:rsidRPr="00012E50" w14:paraId="4E2FA672" w14:textId="77777777" w:rsidTr="00C21393">
        <w:trPr>
          <w:trHeight w:val="20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4AF35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2558D" w14:textId="77777777"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8DF22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4FE2F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81AF5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EE03A" w14:textId="77777777"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CE5E5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C3DFC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2C470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6D900" w14:textId="77777777"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</w:tr>
      <w:tr w:rsidR="00C21393" w:rsidRPr="00012E50" w14:paraId="644353BA" w14:textId="77777777" w:rsidTr="00C21393">
        <w:trPr>
          <w:trHeight w:val="24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14E44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43AED" w14:textId="77777777"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58717" w14:textId="77777777"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C53E6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B7088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8B9F1" w14:textId="77777777"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236A7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79847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9E67B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C0548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</w:tr>
      <w:tr w:rsidR="00C21393" w:rsidRPr="00012E50" w14:paraId="314087DC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FE5BC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D04A2" w14:textId="77777777"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7A28E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3E40D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07E9E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66092" w14:textId="77777777"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77 7 03 90150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38D8B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9D26E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AA3FE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245E7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</w:tr>
      <w:tr w:rsidR="00C21393" w:rsidRPr="00012E50" w14:paraId="67EA0D95" w14:textId="77777777" w:rsidTr="00C21393">
        <w:trPr>
          <w:trHeight w:val="58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8CDB4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83081" w14:textId="77777777"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9B4F4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FEAA8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9E5BB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F0156" w14:textId="77777777"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77 7 03 90150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3283E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BB0DC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CB5B4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35C55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</w:tr>
      <w:tr w:rsidR="00C21393" w:rsidRPr="00012E50" w14:paraId="75A87259" w14:textId="77777777" w:rsidTr="00C21393">
        <w:trPr>
          <w:trHeight w:val="24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7F73B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44DB4" w14:textId="77777777"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5BFDE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E7A72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C363C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99F4B" w14:textId="77777777"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0F80E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91C03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35 416,3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45A5C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8 864,0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B48E6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22 601,7</w:t>
            </w:r>
          </w:p>
        </w:tc>
      </w:tr>
      <w:tr w:rsidR="00C21393" w:rsidRPr="00012E50" w14:paraId="071F3221" w14:textId="77777777" w:rsidTr="00C21393">
        <w:trPr>
          <w:trHeight w:val="24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7B585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B8C74" w14:textId="77777777"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80F83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7F878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3F24E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36496" w14:textId="77777777"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6CEEB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CF3F3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5 066,0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77E4E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7 694,0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545AF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7 694,0</w:t>
            </w:r>
          </w:p>
        </w:tc>
      </w:tr>
      <w:tr w:rsidR="00C21393" w:rsidRPr="00012E50" w14:paraId="08FE13DB" w14:textId="77777777" w:rsidTr="00C21393">
        <w:trPr>
          <w:trHeight w:val="26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2D0A9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BD7D4" w14:textId="77777777"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3EA90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A443E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8E5A0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E19A6" w14:textId="77777777"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15 0 05 00000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AA5B5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3F7A1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3 460,0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FC464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6 088,0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DEF30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6 088,0</w:t>
            </w:r>
          </w:p>
        </w:tc>
      </w:tr>
      <w:tr w:rsidR="00C21393" w:rsidRPr="00012E50" w14:paraId="57A20735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C5F26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AFD30" w14:textId="338B2073"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FDFBE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77CE7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F6D93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BA16E" w14:textId="77777777"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15 0 05 74700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CCAB6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9621D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808,0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5BCA4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2ABB5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</w:tr>
      <w:tr w:rsidR="00C21393" w:rsidRPr="00012E50" w14:paraId="648D889F" w14:textId="77777777" w:rsidTr="00C21393">
        <w:trPr>
          <w:trHeight w:val="38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B6EE4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A1D96" w14:textId="77777777"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DC79B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F3D0F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62152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91B75" w14:textId="77777777"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15 0 05 74700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F4696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3BA03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808,0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3F6E8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3F8D3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</w:tr>
      <w:tr w:rsidR="00C21393" w:rsidRPr="00012E50" w14:paraId="1BB9486A" w14:textId="77777777" w:rsidTr="00C21393">
        <w:trPr>
          <w:trHeight w:val="30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F3107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89748" w14:textId="77777777"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098C6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1A1D3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9D079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FB456" w14:textId="77777777"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5FCD0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0B2E6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BDFD2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652F5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21393" w:rsidRPr="00012E50" w14:paraId="5187B82E" w14:textId="77777777" w:rsidTr="00C21393">
        <w:trPr>
          <w:trHeight w:val="27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BC1F5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C975C" w14:textId="7B68A188"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приобретение контейнеров и (или) бункеров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7AFF1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56C6A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D23BB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09546" w14:textId="77777777"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B7E30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4D685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767,6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6996A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893,0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83CF7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893,0</w:t>
            </w:r>
          </w:p>
        </w:tc>
      </w:tr>
      <w:tr w:rsidR="00C21393" w:rsidRPr="00012E50" w14:paraId="7E63D697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19E7E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A232F" w14:textId="7809E2BA"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приобретение контейнеров и (или) бункеров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4B2FF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389D8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C1FEC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195B3" w14:textId="77777777"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8BC55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DED95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04BC3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7617E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</w:tr>
      <w:tr w:rsidR="00C21393" w:rsidRPr="00012E50" w14:paraId="2A11EE78" w14:textId="77777777" w:rsidTr="00C21393">
        <w:trPr>
          <w:trHeight w:val="7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C6B6B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1DEC8" w14:textId="77777777"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C829C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B8059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7C2D4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A1974" w14:textId="77777777"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15 0 05 S2670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F5A32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40EF4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2 652,0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E5180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5 148,0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97171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5 148,0</w:t>
            </w:r>
          </w:p>
        </w:tc>
      </w:tr>
      <w:tr w:rsidR="00C21393" w:rsidRPr="00012E50" w14:paraId="66FC74E4" w14:textId="77777777" w:rsidTr="00C21393">
        <w:trPr>
          <w:trHeight w:val="26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63329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55CE5" w14:textId="77777777"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9B574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2EB13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0F9C3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AA115" w14:textId="77777777"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15 0 05 S2670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26430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A832A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2 652,0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6DAAC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5 148,0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FA7FD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5 148,0</w:t>
            </w:r>
          </w:p>
        </w:tc>
      </w:tr>
      <w:tr w:rsidR="00C21393" w:rsidRPr="00012E50" w14:paraId="3EEEFA20" w14:textId="77777777" w:rsidTr="00C21393">
        <w:trPr>
          <w:trHeight w:val="37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D42E3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C0C87" w14:textId="77777777"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97FDE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B45E9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5C273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1A892" w14:textId="77777777"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CA701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FB386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6CD36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B4690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21393" w:rsidRPr="00012E50" w14:paraId="2565BB9A" w14:textId="77777777" w:rsidTr="00C21393">
        <w:trPr>
          <w:trHeight w:val="5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E7091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16DCC" w14:textId="77777777"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E2684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87616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7058F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CF114" w14:textId="77777777"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95399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8EB6D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2 519,4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C7C15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4 890,6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0F00B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4 890,6</w:t>
            </w:r>
          </w:p>
        </w:tc>
      </w:tr>
      <w:tr w:rsidR="00C21393" w:rsidRPr="00012E50" w14:paraId="12EADE18" w14:textId="77777777" w:rsidTr="00C21393">
        <w:trPr>
          <w:trHeight w:val="52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AC21C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58ABB" w14:textId="77777777"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80A9C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C0B58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BEE6E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6EC65" w14:textId="77777777"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7B0E4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9D845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132,6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AA6CE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257,4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E2194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257,4</w:t>
            </w:r>
          </w:p>
        </w:tc>
      </w:tr>
      <w:tr w:rsidR="00C21393" w:rsidRPr="00012E50" w14:paraId="7D6889AC" w14:textId="77777777" w:rsidTr="00C21393">
        <w:trPr>
          <w:trHeight w:val="25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70274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5FDC6" w14:textId="77777777"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56268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D0294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8B698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19BFE" w14:textId="77777777"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15 0 06 00000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A30A5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90DD3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41000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69A42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C21393" w:rsidRPr="00012E50" w14:paraId="64F0650F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6986D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25AB4" w14:textId="77777777"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E5B58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32266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B7E50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9CC68" w14:textId="77777777"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15 0 06 25010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389AC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567CC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BCE8E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00870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C21393" w:rsidRPr="00012E50" w14:paraId="489B2FC4" w14:textId="77777777" w:rsidTr="00C21393">
        <w:trPr>
          <w:trHeight w:val="48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1EF60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92A8A" w14:textId="77777777"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1C2EE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FF34A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514A7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64268" w14:textId="77777777"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15 0 06 25010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E4D73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DFB10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556D4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0B778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C21393" w:rsidRPr="00012E50" w14:paraId="535E201C" w14:textId="77777777" w:rsidTr="00C21393">
        <w:trPr>
          <w:trHeight w:val="45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44AC1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47DEA" w14:textId="77777777"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Федеральный проект "Комплексная система обращения с твердыми коммунальными отходами"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F75DE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982CA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B619E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CA2E5" w14:textId="77777777"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 xml:space="preserve">15 0 G2 00000  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20361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8986D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C4E90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EB04C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</w:tr>
      <w:tr w:rsidR="00C21393" w:rsidRPr="00012E50" w14:paraId="26600920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2BD78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B82A1" w14:textId="77777777"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F32C2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AEEE8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BF71F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44CFD" w14:textId="77777777"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15 0 G2 52690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A289A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4799C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A1698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1C143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</w:tr>
      <w:tr w:rsidR="00C21393" w:rsidRPr="00012E50" w14:paraId="4518B4B4" w14:textId="77777777" w:rsidTr="00C21393">
        <w:trPr>
          <w:trHeight w:val="40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AC5AC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E4867" w14:textId="77777777"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C66FF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7F45D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688AC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6161D" w14:textId="77777777"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15 0 G2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52690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B1208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F78ED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EE287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54B5C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</w:tr>
      <w:tr w:rsidR="00C21393" w:rsidRPr="00012E50" w14:paraId="34ED7E1E" w14:textId="77777777" w:rsidTr="00C21393">
        <w:trPr>
          <w:trHeight w:val="32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944A4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B2CF5" w14:textId="77777777"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883A0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E7C0D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9B9FD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112C0" w14:textId="77777777"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92E16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9CFC4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480DF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0CFB7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21393" w:rsidRPr="00012E50" w14:paraId="2CA1A695" w14:textId="77777777" w:rsidTr="00C21393">
        <w:trPr>
          <w:trHeight w:val="54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C0830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2D142" w14:textId="77777777"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2B72F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A3043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A37EF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08B23" w14:textId="77777777"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6AA37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CB40E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46023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923DC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</w:tr>
      <w:tr w:rsidR="00C21393" w:rsidRPr="00012E50" w14:paraId="73BED2BC" w14:textId="77777777" w:rsidTr="00C21393">
        <w:trPr>
          <w:trHeight w:val="85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07F1D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96555" w14:textId="77777777"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15A00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6900A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08189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63D8F" w14:textId="77777777"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47A28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F16E4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DF1CE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268E5" w14:textId="77777777"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C21393" w:rsidRPr="00012E50" w14:paraId="1F908588" w14:textId="77777777" w:rsidTr="00C21393">
        <w:trPr>
          <w:trHeight w:val="27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76350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9FF5C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6134F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FA1F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4FFD6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76154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D89E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0AAE6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30 350,3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93209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1 170,0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1867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14 907,7</w:t>
            </w:r>
          </w:p>
        </w:tc>
      </w:tr>
      <w:tr w:rsidR="00C21393" w:rsidRPr="00012E50" w14:paraId="06520448" w14:textId="77777777" w:rsidTr="00C21393">
        <w:trPr>
          <w:trHeight w:val="26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F8761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946F8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44A72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8D3A6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C7826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A1269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1205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3379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30 350,3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7C73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1 170,0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14C8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14 907,7</w:t>
            </w:r>
          </w:p>
        </w:tc>
      </w:tr>
      <w:tr w:rsidR="00C21393" w:rsidRPr="00012E50" w14:paraId="36FA7DBF" w14:textId="77777777" w:rsidTr="00C21393">
        <w:trPr>
          <w:trHeight w:val="26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AEFD6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FA8A0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4F1B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8FEF9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A70F9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CCF95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459C7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4E82F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30 350,3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C121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1 170,0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ECCF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14 907,7</w:t>
            </w:r>
          </w:p>
        </w:tc>
      </w:tr>
      <w:tr w:rsidR="00C21393" w:rsidRPr="00012E50" w14:paraId="7D41989F" w14:textId="77777777" w:rsidTr="00C21393">
        <w:trPr>
          <w:trHeight w:val="26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6DA95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C69EE" w14:textId="77777777" w:rsidR="00C21393" w:rsidRPr="00537017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8CD9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3022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5664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1BE23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77 7 03 25300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8005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2936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CC56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EC17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</w:tr>
      <w:tr w:rsidR="00C21393" w:rsidRPr="00012E50" w14:paraId="346F3E64" w14:textId="77777777" w:rsidTr="00C21393">
        <w:trPr>
          <w:trHeight w:val="26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8FF26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14A85" w14:textId="77777777" w:rsidR="00C21393" w:rsidRPr="00537017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49182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EDCC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7984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8BBAB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77 7 03 25300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488F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6DFF7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32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EF2A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</w:tr>
      <w:tr w:rsidR="00C21393" w:rsidRPr="00012E50" w14:paraId="113188BE" w14:textId="77777777" w:rsidTr="00C21393">
        <w:trPr>
          <w:trHeight w:val="24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960BD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10768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5E4F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DBCCF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12C5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DCE1B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77 7 03 66130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8C1D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2363E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6 176,0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7C536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5768B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6 176,0</w:t>
            </w:r>
          </w:p>
        </w:tc>
      </w:tr>
      <w:tr w:rsidR="00C21393" w:rsidRPr="00012E50" w14:paraId="7CEAEEE8" w14:textId="77777777" w:rsidTr="00C21393">
        <w:trPr>
          <w:trHeight w:val="10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7971F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D5FA6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B1F8B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6193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17D3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C7519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77 7 03 66130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5380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3D07E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6 176,0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24B17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7789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6 176,0</w:t>
            </w:r>
          </w:p>
        </w:tc>
      </w:tr>
      <w:tr w:rsidR="00C21393" w:rsidRPr="00012E50" w14:paraId="571BBDE8" w14:textId="77777777" w:rsidTr="00C21393">
        <w:trPr>
          <w:trHeight w:val="62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C2C3F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A515E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04CE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2236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46A0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458F3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77 7 03 66140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523EB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FB3FB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5 240,3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87436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EEEC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5 240,3</w:t>
            </w:r>
          </w:p>
        </w:tc>
      </w:tr>
      <w:tr w:rsidR="00C21393" w:rsidRPr="00012E50" w14:paraId="7551F1B8" w14:textId="77777777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15727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96641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4CBD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BE2A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3C0D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9E894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77 7 03 66140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C328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B712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5 240,3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0FF26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912C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5 240,3</w:t>
            </w:r>
          </w:p>
        </w:tc>
      </w:tr>
      <w:tr w:rsidR="00C21393" w:rsidRPr="00012E50" w14:paraId="7A91FFF6" w14:textId="77777777" w:rsidTr="00C21393">
        <w:trPr>
          <w:trHeight w:val="81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31E19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68177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1B102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0807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CBD1B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F7BEB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77 7 03 66400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1A84E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2B28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2 651,4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8623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D1BD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2 651,4</w:t>
            </w:r>
          </w:p>
        </w:tc>
      </w:tr>
      <w:tr w:rsidR="00C21393" w:rsidRPr="00012E50" w14:paraId="7560E515" w14:textId="77777777" w:rsidTr="00C21393">
        <w:trPr>
          <w:trHeight w:val="33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5800B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E139E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36446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A9D0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7204F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F5FD2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77 7 03 66400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BF56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30D1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2 651,4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94766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5086B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2 651,4</w:t>
            </w:r>
          </w:p>
        </w:tc>
      </w:tr>
      <w:tr w:rsidR="00C21393" w:rsidRPr="00012E50" w14:paraId="07C3AA4A" w14:textId="77777777" w:rsidTr="00C21393">
        <w:trPr>
          <w:trHeight w:val="25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14C45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7AD6F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5684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DFCF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DE6F9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29920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77 7 03 74230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9431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F4A07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15 442,6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7E0B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55F3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21393" w:rsidRPr="00012E50" w14:paraId="7542B9B6" w14:textId="77777777" w:rsidTr="00C21393">
        <w:trPr>
          <w:trHeight w:val="25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8878F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57F5E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43442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58C2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EE5FB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97390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77 7 03 74230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33E6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D8EE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15 442,6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FB7B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8B19E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21393" w:rsidRPr="00012E50" w14:paraId="30A744DB" w14:textId="77777777" w:rsidTr="00C21393">
        <w:trPr>
          <w:trHeight w:val="23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B679E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2CC79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B210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E4EDF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4B899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A9B87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D4AA2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4F25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112 680,2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26E2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102 063,6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92AAE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108 061,6</w:t>
            </w:r>
          </w:p>
        </w:tc>
      </w:tr>
      <w:tr w:rsidR="00C21393" w:rsidRPr="00012E50" w14:paraId="756446C1" w14:textId="77777777" w:rsidTr="00C21393">
        <w:trPr>
          <w:trHeight w:val="78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951C3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27544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979D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4C3B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41DD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89D75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D9D1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08AD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36 485,0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B543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36 485,0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B84D9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36 485,0</w:t>
            </w:r>
          </w:p>
        </w:tc>
      </w:tr>
      <w:tr w:rsidR="00C21393" w:rsidRPr="00012E50" w14:paraId="0C0FBF22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B56B9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AAD62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A489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FA756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39052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459DA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15 0 01 00000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7E5A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1E8E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0801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DF51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</w:tr>
      <w:tr w:rsidR="00C21393" w:rsidRPr="00012E50" w14:paraId="487277AF" w14:textId="77777777" w:rsidTr="00C21393">
        <w:trPr>
          <w:trHeight w:val="50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43E09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CD270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1CD2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75EE7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09DAE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E0D46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03A62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C7022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69A7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0F0C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</w:tr>
      <w:tr w:rsidR="00C21393" w:rsidRPr="00012E50" w14:paraId="76D25636" w14:textId="77777777" w:rsidTr="00C21393">
        <w:trPr>
          <w:trHeight w:val="51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6499E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31274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7E719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986C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4017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A1505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516FE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FCE4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8BED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D805E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</w:tr>
      <w:tr w:rsidR="00C21393" w:rsidRPr="00012E50" w14:paraId="347F4DCD" w14:textId="77777777" w:rsidTr="00C21393">
        <w:trPr>
          <w:trHeight w:val="24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23B11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0F948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80D9B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ED3F7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690B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A51D6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15 0 02 00000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24FB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9ED1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84BC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F6696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C21393" w:rsidRPr="00012E50" w14:paraId="72A05712" w14:textId="77777777" w:rsidTr="00C21393">
        <w:trPr>
          <w:trHeight w:val="52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88BFD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F2C93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DB7B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D45FE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2CD5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C0839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4648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13F2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05FCE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85B39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C21393" w:rsidRPr="00012E50" w14:paraId="6DB8FE43" w14:textId="77777777" w:rsidTr="00C21393">
        <w:trPr>
          <w:trHeight w:val="40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944AE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C8A6D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7287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7AE19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EEB9E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1F407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B6C0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C77A6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7081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E9D66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C21393" w:rsidRPr="00012E50" w14:paraId="1B20BA74" w14:textId="77777777" w:rsidTr="00C21393">
        <w:trPr>
          <w:trHeight w:val="28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F309F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92D57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D1389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339B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9541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B6B1D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15 0 03 00000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92E4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1EFA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2BB0B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E80D2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C21393" w:rsidRPr="00012E50" w14:paraId="6D2234DC" w14:textId="77777777" w:rsidTr="00C21393">
        <w:trPr>
          <w:trHeight w:val="28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DB687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03056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B1E2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14A0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2231E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A2CAA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02569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81B1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3209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4EF6F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C21393" w:rsidRPr="00012E50" w14:paraId="1B44E479" w14:textId="77777777" w:rsidTr="00C21393">
        <w:trPr>
          <w:trHeight w:val="54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2DD52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1874E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801E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FF55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4AB0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12460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D36A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5FB29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115C2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C805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C21393" w:rsidRPr="00012E50" w14:paraId="0F4E5F03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DBF63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4131A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DB9F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50E5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38A2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8BC23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15 0 04 00000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651C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AEDB9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E83D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37F7B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</w:tr>
      <w:tr w:rsidR="00C21393" w:rsidRPr="00012E50" w14:paraId="2CF42A9D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FBAF3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3D359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FB35B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0827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A42B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D0E8A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38B3F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199D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7E8E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DF1D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</w:tr>
      <w:tr w:rsidR="00C21393" w:rsidRPr="00012E50" w14:paraId="6562239B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38A86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60714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A604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C981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2FCA7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34DCA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BFDEB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921C6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1771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22569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</w:tr>
      <w:tr w:rsidR="00C21393" w:rsidRPr="00012E50" w14:paraId="50A07E7F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CD1D2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A16F7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FEBF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CD0EE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7FEA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0E505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15 0 05 00000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ECC0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51E6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14 513,0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B24D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14 513,0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0148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14 513,0</w:t>
            </w:r>
          </w:p>
        </w:tc>
      </w:tr>
      <w:tr w:rsidR="00C21393" w:rsidRPr="00012E50" w14:paraId="391B972B" w14:textId="77777777" w:rsidTr="00C21393">
        <w:trPr>
          <w:trHeight w:val="25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1A6DA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AD56E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ACDCF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6209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D290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B0323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429E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825F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14 513,0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60EB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14 513,0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E3D1F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14 513,0</w:t>
            </w:r>
          </w:p>
        </w:tc>
      </w:tr>
      <w:tr w:rsidR="00C21393" w:rsidRPr="00012E50" w14:paraId="71B4383F" w14:textId="77777777" w:rsidTr="00C21393">
        <w:trPr>
          <w:trHeight w:hRule="exact" w:val="57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31C58" w14:textId="77777777" w:rsidR="00C21393" w:rsidRPr="00392E2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34000" w14:textId="77777777" w:rsidR="00C21393" w:rsidRPr="00537017" w:rsidRDefault="00C21393" w:rsidP="00C213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B065B" w14:textId="77777777" w:rsidR="00C21393" w:rsidRPr="00537017" w:rsidRDefault="00C21393" w:rsidP="00C21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FC06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50642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DFFD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15 0 05 </w:t>
            </w: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C0037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13186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14 513,0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5989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14 513,0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C2B4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14 513,0</w:t>
            </w:r>
          </w:p>
        </w:tc>
      </w:tr>
      <w:tr w:rsidR="00C21393" w:rsidRPr="00012E50" w14:paraId="176406D7" w14:textId="77777777" w:rsidTr="00C21393">
        <w:trPr>
          <w:trHeight w:hRule="exact" w:val="113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ECEB6" w14:textId="77777777" w:rsidR="00C21393" w:rsidRPr="00392E2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CDF7A" w14:textId="77777777" w:rsidR="00C21393" w:rsidRPr="00537017" w:rsidRDefault="00C21393" w:rsidP="00C213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</w:t>
            </w:r>
            <w:r w:rsidRPr="005629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63078" w14:textId="77777777" w:rsidR="00C21393" w:rsidRPr="00537017" w:rsidRDefault="00C21393" w:rsidP="00C21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E7409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674A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52BE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18 0 00 00000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196C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23F0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34 803,3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927F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34 896,2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E231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34 894,2</w:t>
            </w:r>
          </w:p>
        </w:tc>
      </w:tr>
      <w:tr w:rsidR="00C21393" w:rsidRPr="00012E50" w14:paraId="49CF2F9E" w14:textId="77777777" w:rsidTr="00C21393">
        <w:trPr>
          <w:trHeight w:val="49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71A7A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FB93F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29AB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5A5AF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2108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1D33B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18 0 01 00000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1486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2E28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8D90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A39F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</w:tr>
      <w:tr w:rsidR="00C21393" w:rsidRPr="00012E50" w14:paraId="28DADA74" w14:textId="77777777" w:rsidTr="00C21393">
        <w:trPr>
          <w:trHeight w:val="48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2ADB8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F4635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53B57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25B8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D817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B7F27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18 0 01 S2820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9D05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B476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FA039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28812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</w:tr>
      <w:tr w:rsidR="00C21393" w:rsidRPr="00012E50" w14:paraId="66BC094C" w14:textId="77777777" w:rsidTr="00C21393">
        <w:trPr>
          <w:trHeight w:val="22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B6BA8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DEBDD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E636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8A316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56B1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9508D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18 0 01 S2820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42836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7642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AF3E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BD1C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</w:tr>
      <w:tr w:rsidR="00C21393" w:rsidRPr="00012E50" w14:paraId="1CAE1F5E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D9D6C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D18E4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0C8C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468D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6F06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243CB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F6D1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88A29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8FDF7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3D9FB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21393" w:rsidRPr="00012E50" w14:paraId="3BEB50DE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620EE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A24C0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содержание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бъ</w:t>
            </w: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0AEDE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161A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CFA5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BF8C6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3ADBB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CA4B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12 474,7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6F84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12 474,7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EF3C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12 474,7</w:t>
            </w:r>
          </w:p>
        </w:tc>
      </w:tr>
      <w:tr w:rsidR="00C21393" w:rsidRPr="00012E50" w14:paraId="51AA7D2B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A2F3C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301CA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содержание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878E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3EE12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0F77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167CB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7A40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B51E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3 118,7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1730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3 118,7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63C77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3 118,7</w:t>
            </w:r>
          </w:p>
        </w:tc>
      </w:tr>
      <w:tr w:rsidR="00C21393" w:rsidRPr="00012E50" w14:paraId="334FB7D6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0AF98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D0CF3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678A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E94B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C6E0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6B153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18 0 02 00000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DBDBB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47D1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F79C7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F976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</w:tr>
      <w:tr w:rsidR="00C21393" w:rsidRPr="00012E50" w14:paraId="740074CD" w14:textId="77777777" w:rsidTr="00C21393">
        <w:trPr>
          <w:trHeight w:val="36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C64C9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336E7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E2B7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71FA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5D07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C1332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18 0 02 S2980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91917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45C7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C74F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0B806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</w:tr>
      <w:tr w:rsidR="00C21393" w:rsidRPr="00012E50" w14:paraId="7EA2B05C" w14:textId="77777777" w:rsidTr="00C21393">
        <w:trPr>
          <w:trHeight w:val="54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DC645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C3130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7DC67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F065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3879B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62823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18 0 02 S2980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EB6F6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DB2BE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EDF6B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DCEC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</w:tr>
      <w:tr w:rsidR="00C21393" w:rsidRPr="00012E50" w14:paraId="111FC1B3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4C29E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AF15A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9EE4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5DDF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07ECF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D8246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B7E5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9A1E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5B2E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DFFE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21393" w:rsidRPr="00012E50" w14:paraId="5045F2C7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6B604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16918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9914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81562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9255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A8B85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72C0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10A06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10 947,9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A36D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10 947,9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775F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10 947,9</w:t>
            </w:r>
          </w:p>
        </w:tc>
      </w:tr>
      <w:tr w:rsidR="00C21393" w:rsidRPr="00012E50" w14:paraId="5FAC37F5" w14:textId="77777777" w:rsidTr="00C21393">
        <w:trPr>
          <w:trHeight w:val="80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F98E9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9DA3F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64DD2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44E3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8DD5B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0DC4D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0538F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269C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2 737,0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075B9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2 737,0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0F4C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2 737,0</w:t>
            </w:r>
          </w:p>
        </w:tc>
      </w:tr>
      <w:tr w:rsidR="00C21393" w:rsidRPr="00012E50" w14:paraId="12554FE6" w14:textId="77777777" w:rsidTr="00C21393">
        <w:trPr>
          <w:trHeight w:val="50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BA9E3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15B48" w14:textId="77777777" w:rsidR="00C21393" w:rsidRPr="00537017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7AFB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C380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D26E6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A29A8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18 0 F2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D05A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E6F4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5 525,0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F8C3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5 617,9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33E9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5 615,9</w:t>
            </w:r>
          </w:p>
        </w:tc>
      </w:tr>
      <w:tr w:rsidR="00C21393" w:rsidRPr="00012E50" w14:paraId="2F651F3B" w14:textId="77777777" w:rsidTr="00C21393">
        <w:trPr>
          <w:trHeight w:val="64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6D5A3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EB910" w14:textId="77777777" w:rsidR="00C21393" w:rsidRPr="00537017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E758E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07AC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365AF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0BD4B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18 0 F2 55550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AD477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5BA9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3 325,0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2FE47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3 417,9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1CD1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3 415,9</w:t>
            </w:r>
          </w:p>
        </w:tc>
      </w:tr>
      <w:tr w:rsidR="00C21393" w:rsidRPr="00012E50" w14:paraId="123273C7" w14:textId="77777777" w:rsidTr="00C21393">
        <w:trPr>
          <w:trHeight w:val="56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BDF4B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21751" w14:textId="77777777" w:rsidR="00C21393" w:rsidRPr="00537017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5347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9F83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35687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B5401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18 0 F2 55550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297D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7AEA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3 325,0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51D0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3 417,9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885D2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3 415,9</w:t>
            </w:r>
          </w:p>
        </w:tc>
      </w:tr>
      <w:tr w:rsidR="00C21393" w:rsidRPr="00012E50" w14:paraId="12BC5947" w14:textId="77777777" w:rsidTr="00C21393">
        <w:trPr>
          <w:trHeight w:val="26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04C65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F93E3" w14:textId="77777777" w:rsidR="00C21393" w:rsidRPr="00537017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93319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A127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209AF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A64DA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BD6C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BC3D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43139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131B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21393" w:rsidRPr="00012E50" w14:paraId="04B0CA3A" w14:textId="77777777" w:rsidTr="00C21393">
        <w:trPr>
          <w:trHeight w:val="80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9A393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533BE" w14:textId="77777777" w:rsidR="00C21393" w:rsidRPr="00537017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EC4B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E296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81F3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2CBD0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1B8EF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0A8E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812,9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B838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905,8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27A7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903,8</w:t>
            </w:r>
          </w:p>
        </w:tc>
      </w:tr>
      <w:tr w:rsidR="00C21393" w:rsidRPr="00012E50" w14:paraId="02828CC8" w14:textId="77777777" w:rsidTr="00C21393">
        <w:trPr>
          <w:trHeight w:val="80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ABFF5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2C5EA" w14:textId="77777777" w:rsidR="00C21393" w:rsidRPr="00537017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F666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8EA7E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8B287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594D9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C1E5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4452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2 512,1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E006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2 512,1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29B7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2 512,1</w:t>
            </w:r>
          </w:p>
        </w:tc>
      </w:tr>
      <w:tr w:rsidR="00C21393" w:rsidRPr="00012E50" w14:paraId="0887E16F" w14:textId="77777777" w:rsidTr="00C21393">
        <w:trPr>
          <w:trHeight w:val="80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F8DD3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0C833" w14:textId="77777777" w:rsidR="00C21393" w:rsidRPr="00537017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D104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5BBF9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90D02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4DF7D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18 0 F2 5555D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EAF79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EB8E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8712E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A9D7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</w:tr>
      <w:tr w:rsidR="00C21393" w:rsidRPr="00012E50" w14:paraId="38861217" w14:textId="77777777" w:rsidTr="00C21393">
        <w:trPr>
          <w:trHeight w:val="58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014D2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BB0A7" w14:textId="77777777" w:rsidR="00C21393" w:rsidRPr="00537017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4D3E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1371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ADA06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AF744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18 0 F2 5555D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CB27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63826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4CBE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ECB9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</w:tr>
      <w:tr w:rsidR="00C21393" w:rsidRPr="00012E50" w14:paraId="67BC9C59" w14:textId="77777777" w:rsidTr="00C21393">
        <w:trPr>
          <w:trHeight w:val="39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0BDD9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FD7DE" w14:textId="69972B28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935AB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CA8A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FE099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808B3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2A0EE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4A57F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5 370,4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DED9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5 370,4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0049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5 370,4</w:t>
            </w:r>
          </w:p>
        </w:tc>
      </w:tr>
      <w:tr w:rsidR="00C21393" w:rsidRPr="00012E50" w14:paraId="383A3E53" w14:textId="77777777" w:rsidTr="00C21393">
        <w:trPr>
          <w:trHeight w:val="3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6E277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ACACA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2A63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0399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D4D7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277C6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20 0 01 00000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9A5B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765EE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2 870,4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E060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2 870,4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9CE3F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2 870,4</w:t>
            </w:r>
          </w:p>
        </w:tc>
      </w:tr>
      <w:tr w:rsidR="00C21393" w:rsidRPr="00012E50" w14:paraId="7576F48D" w14:textId="77777777" w:rsidTr="00C21393">
        <w:trPr>
          <w:trHeight w:val="54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5BE29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CF3BA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EEF5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02B4E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A153E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DD76D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E134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6DB8B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13F4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59A8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C21393" w:rsidRPr="00012E50" w14:paraId="3D8B15AB" w14:textId="77777777" w:rsidTr="00C21393">
        <w:trPr>
          <w:trHeight w:val="49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0C3A0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DBB73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CFB06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703A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2E0E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BA8BC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4F67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FCF42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EC7E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7DA3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C21393" w:rsidRPr="00012E50" w14:paraId="05F0752C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B290D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288B9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41979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1D887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C74E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DCC29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 0 01 S2680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E1F9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F479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370,4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9396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370,4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AFE7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370,4</w:t>
            </w:r>
          </w:p>
        </w:tc>
      </w:tr>
      <w:tr w:rsidR="00C21393" w:rsidRPr="00012E50" w14:paraId="380627D8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BC1F8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D2EA5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34AF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04D4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0C129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EEFC1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 0 01 S2680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078E2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A51A9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370,4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BF3F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370,4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4C1A9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370,4</w:t>
            </w:r>
          </w:p>
        </w:tc>
      </w:tr>
      <w:tr w:rsidR="00C21393" w:rsidRPr="00012E50" w14:paraId="3303059A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34CD4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7462B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BC1B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2E75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0C87F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88135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1BCA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E0F07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375A2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4858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21393" w:rsidRPr="00012E50" w14:paraId="768D5834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AA71C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99F8F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B083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7FD7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3173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D9AA7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2C91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8673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296,3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BB0B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296,3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76EAB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296,3</w:t>
            </w:r>
          </w:p>
        </w:tc>
      </w:tr>
      <w:tr w:rsidR="00C21393" w:rsidRPr="00012E50" w14:paraId="3B0D28D9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DCB0A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2F3C2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E2AFF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46A7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4BA9B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7BDAC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468DE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7F06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D8A1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7477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</w:tr>
      <w:tr w:rsidR="00C21393" w:rsidRPr="00012E50" w14:paraId="603BCD12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4E267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E4D88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инвентаризации захоронений на муниципальных кладбищах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11229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2586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65962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00002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20 0 02 00000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D2CD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ECF7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AA08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D9577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C21393" w:rsidRPr="00012E50" w14:paraId="35663B1E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71962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5A961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направленные на мероприятия по проведению инвентаризации захоронений на муниципальных кладбищах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FD3E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1A48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0C34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1441A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20 0 02 27300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E7F4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5748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324D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96436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C21393" w:rsidRPr="00012E50" w14:paraId="7CBCC556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6C87D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62E09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10C2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CEC6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B48F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B1EF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20 0 02 27300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2EB7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F7B82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2172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FD0DE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C21393" w:rsidRPr="00012E50" w14:paraId="0CEF70BC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B7BA3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2FEC0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3B9D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CEF0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BBB4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CB936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20 0 03 00000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A106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50E3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E83E2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64846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21393" w:rsidRPr="00012E50" w14:paraId="48A7E7C6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4A4D4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42C44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2D89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CC37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2C00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DE805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20 0 03 27300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ADDF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2E20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67D2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B89F2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21393" w:rsidRPr="00012E50" w14:paraId="58E234B4" w14:textId="77777777" w:rsidTr="00C21393">
        <w:trPr>
          <w:trHeight w:val="34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36F1E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ACA16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76EF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872FE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02069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84770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20 0 03 27300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99817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C5C5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F08A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B344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21393" w:rsidRPr="00012E50" w14:paraId="2EDC2EFC" w14:textId="77777777" w:rsidTr="00C21393">
        <w:trPr>
          <w:trHeight w:val="50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CD4AC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7D147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4884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DE762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28CA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A5B19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20 0 04 00000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5C107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ACF1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7328B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AD72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C21393" w:rsidRPr="00012E50" w14:paraId="6E45532B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34825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3A20A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C1102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5361E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A062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BA7C4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20 0 04 27300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FE59E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8A8F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66837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8DC39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C21393" w:rsidRPr="00012E50" w14:paraId="4C498075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47800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CA10A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B056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A20BF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7164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F7CC8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20 0 04 27300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30BC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6B1C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EB76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F707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C21393" w:rsidRPr="00012E50" w14:paraId="6C764D58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1E770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892D9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65C8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8B51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8B5A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E61C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4AD57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AD566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36 021,5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9680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25 312,0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869F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31 312,0</w:t>
            </w:r>
          </w:p>
        </w:tc>
      </w:tr>
      <w:tr w:rsidR="00C21393" w:rsidRPr="00012E50" w14:paraId="002A522D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22BA6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12A63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402CF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CC027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462E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1E286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BFC8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3CB1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36 021,5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226F7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25 312,0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D98C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31 312,0</w:t>
            </w:r>
          </w:p>
        </w:tc>
      </w:tr>
      <w:tr w:rsidR="00C21393" w:rsidRPr="00012E50" w14:paraId="53D82DE0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F39F3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F028F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203B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630B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6D7A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B39D2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5EA5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C8052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36 021,5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3ACE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25 312,0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D992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31 312,0</w:t>
            </w:r>
          </w:p>
        </w:tc>
      </w:tr>
      <w:tr w:rsidR="00C21393" w:rsidRPr="00012E50" w14:paraId="48249823" w14:textId="77777777" w:rsidTr="00C21393">
        <w:trPr>
          <w:trHeight w:val="34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4CEA2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7D1AD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3B5DD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494DB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F90E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65F74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8E32B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FD68B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30 021,5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657F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25 312,0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91417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25 312,0</w:t>
            </w:r>
          </w:p>
        </w:tc>
      </w:tr>
      <w:tr w:rsidR="00C21393" w:rsidRPr="00012E50" w14:paraId="7CF66C47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D5221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4868B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A5212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B52A2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DDF6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F4D81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D095B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CCA7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30 021,5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F177B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25 312,0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4BFFF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25 312,0</w:t>
            </w:r>
          </w:p>
        </w:tc>
      </w:tr>
      <w:tr w:rsidR="00C21393" w:rsidRPr="00012E50" w14:paraId="48FDCCA1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4ED69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49450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реализации проекта инициативного бюджетирования «Вам решать»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A7941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ABBA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DFE69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5EEF1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C638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1F812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AAD2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423C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</w:tr>
      <w:tr w:rsidR="00C21393" w:rsidRPr="00012E50" w14:paraId="4086CBFB" w14:textId="77777777" w:rsidTr="00C21393">
        <w:trPr>
          <w:trHeight w:val="6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02AEF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BE29F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1D8C3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5730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9AFC0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8300B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7E0E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CB027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E89A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3C26F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</w:tr>
      <w:tr w:rsidR="00C21393" w:rsidRPr="00012E50" w14:paraId="1F10DE69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C23BE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3F569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A7844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4883E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B8D8F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29B63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0094C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16466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59B4F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021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21393" w:rsidRPr="00012E50" w14:paraId="4B32FA1C" w14:textId="77777777" w:rsidTr="00C21393">
        <w:trPr>
          <w:trHeight w:val="64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12282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5B031" w14:textId="77777777"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- расходы на мероприятия по реализации проекта инициативного бюджетирования «Вам решать»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50EE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9C29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AA1F9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4B11C" w14:textId="77777777"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B6F58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B333A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8EAA6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EAD15" w14:textId="77777777"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</w:tr>
      <w:tr w:rsidR="00C21393" w:rsidRPr="00012E50" w14:paraId="5B232FBE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1EB32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8D400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9E122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ECD17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EA8DF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151B8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8F076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B8EF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7 118,5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C6909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7 118,5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671A9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7 118,5</w:t>
            </w:r>
          </w:p>
        </w:tc>
      </w:tr>
      <w:tr w:rsidR="00C21393" w:rsidRPr="00012E50" w14:paraId="4D76AF9B" w14:textId="77777777" w:rsidTr="00C21393">
        <w:trPr>
          <w:trHeight w:val="23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B7392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DA94B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46276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215E5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EC18A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3B2AE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ABE76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99B71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7 118,5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D3172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7 118,5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E8B66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7 118,5</w:t>
            </w:r>
          </w:p>
        </w:tc>
      </w:tr>
      <w:tr w:rsidR="00C21393" w:rsidRPr="00012E50" w14:paraId="246C975D" w14:textId="77777777" w:rsidTr="00C21393">
        <w:trPr>
          <w:trHeight w:val="28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BB3BC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B18C0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15557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3D167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564B7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5838B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434C7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9827F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7 118,5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01190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7 118,5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E8978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7 118,5</w:t>
            </w:r>
          </w:p>
        </w:tc>
      </w:tr>
      <w:tr w:rsidR="00C21393" w:rsidRPr="00012E50" w14:paraId="0D146F4C" w14:textId="77777777" w:rsidTr="00C21393">
        <w:trPr>
          <w:trHeight w:val="25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78B4C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7CB82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71F74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E8E30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1BA9A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086D3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14789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2286A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7 103,6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53596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7 103,6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5957C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7 103,6</w:t>
            </w:r>
          </w:p>
        </w:tc>
      </w:tr>
      <w:tr w:rsidR="00C21393" w:rsidRPr="00012E50" w14:paraId="5FBD09E2" w14:textId="77777777" w:rsidTr="00C21393">
        <w:trPr>
          <w:trHeight w:val="57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E6164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B2EAB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A1AD5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42683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62DDA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A023A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432A1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70FE0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7 103,6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8BF7E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7 103,6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72AAD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7 103,6</w:t>
            </w:r>
          </w:p>
        </w:tc>
      </w:tr>
      <w:tr w:rsidR="00C21393" w:rsidRPr="00012E50" w14:paraId="037DD232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1178A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0ED4F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CEA5C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78C29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8D856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03F9D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51618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D6910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7 103,6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47C8D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7 103,6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B2315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7 103,6</w:t>
            </w:r>
          </w:p>
        </w:tc>
      </w:tr>
      <w:tr w:rsidR="00C21393" w:rsidRPr="00012E50" w14:paraId="510F3DFF" w14:textId="77777777" w:rsidTr="00C21393">
        <w:trPr>
          <w:trHeight w:val="105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57B7E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F5482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9E0DB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42565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B8CDB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75618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77 7 03 73930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EBAD2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1FDE8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66B2C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A522D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</w:tr>
      <w:tr w:rsidR="00C21393" w:rsidRPr="00012E50" w14:paraId="4D877EDC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A3B93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C4B5E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45499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E70BC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7BF81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A7E39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77 7 03 73930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919AF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B4BA1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13F79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CD295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</w:tr>
      <w:tr w:rsidR="00C21393" w:rsidRPr="00012E50" w14:paraId="648D0B1F" w14:textId="77777777" w:rsidTr="00C21393">
        <w:trPr>
          <w:trHeight w:val="27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AAADE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9E489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12619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F6E1E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030FE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44DAC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4B1AD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10CCA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2 982,6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4A482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2 982,6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7E445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2 982,6</w:t>
            </w:r>
          </w:p>
        </w:tc>
      </w:tr>
      <w:tr w:rsidR="00C21393" w:rsidRPr="00012E50" w14:paraId="50E78B52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09F39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903F4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994F5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47BBA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B912C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D0F89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9F0B4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425D9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2 982,6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CC46F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2 982,6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89E8F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2 982,6</w:t>
            </w:r>
          </w:p>
        </w:tc>
      </w:tr>
      <w:tr w:rsidR="00C21393" w:rsidRPr="00012E50" w14:paraId="5C53319A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8AB8B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9DCC5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75346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278E1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3F80D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FD9EB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80C59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E9576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2 982,6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8B59F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2 982,6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C61DE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2 982,6</w:t>
            </w:r>
          </w:p>
        </w:tc>
      </w:tr>
      <w:tr w:rsidR="00C21393" w:rsidRPr="00012E50" w14:paraId="6DD34190" w14:textId="77777777" w:rsidTr="00C21393">
        <w:trPr>
          <w:trHeight w:val="15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2C45F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47223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B8BD8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0C338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E2ECF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69197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C3842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6ECC2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2 982,6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58B78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2 982,6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44EE4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2 982,6</w:t>
            </w:r>
          </w:p>
        </w:tc>
      </w:tr>
      <w:tr w:rsidR="00C21393" w:rsidRPr="00012E50" w14:paraId="2A8032AA" w14:textId="77777777" w:rsidTr="00C21393">
        <w:trPr>
          <w:trHeight w:val="30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72F1E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76AD7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A84E3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8B695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13BDD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23691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45C19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E1C00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2 982,6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4FB93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2 982,6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40C7F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2 982,6</w:t>
            </w:r>
          </w:p>
        </w:tc>
      </w:tr>
      <w:tr w:rsidR="00C21393" w:rsidRPr="00012E50" w14:paraId="5CF0AC7F" w14:textId="77777777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46506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452AB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472DE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77528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65673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F483A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2B9BB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BFA8C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2 982,6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7AEDF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2 982,6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C449A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2 982,6</w:t>
            </w:r>
          </w:p>
        </w:tc>
      </w:tr>
      <w:tr w:rsidR="00C21393" w:rsidRPr="00012E50" w14:paraId="7C13FFAD" w14:textId="77777777" w:rsidTr="00C21393">
        <w:trPr>
          <w:trHeight w:val="50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67B33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11F0E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13986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8908F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EB7B6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A7B0A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EF1C5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DE2D1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2 982,6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33403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2 982,6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F0087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2 982,6</w:t>
            </w:r>
          </w:p>
        </w:tc>
      </w:tr>
      <w:tr w:rsidR="00C21393" w:rsidRPr="00012E50" w14:paraId="7521A222" w14:textId="77777777" w:rsidTr="00C21393">
        <w:trPr>
          <w:trHeight w:val="28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47860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ABD57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E6A81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89DAB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59BEA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B1DFA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9BB9D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F4DEE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1 529,3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D706A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1 529,3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E5AE4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1 529,3</w:t>
            </w:r>
          </w:p>
        </w:tc>
      </w:tr>
      <w:tr w:rsidR="00C21393" w:rsidRPr="00012E50" w14:paraId="33DFD1B9" w14:textId="77777777" w:rsidTr="00C21393">
        <w:trPr>
          <w:trHeight w:val="28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5F33B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0E218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E8D63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2BA32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E08F4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A3BB3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131AC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B5FD6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8721A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E35B8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</w:tr>
      <w:tr w:rsidR="00C21393" w:rsidRPr="00012E50" w14:paraId="1B205475" w14:textId="77777777" w:rsidTr="00C21393">
        <w:trPr>
          <w:trHeight w:val="26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D860B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C13AF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C098D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72C0E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1FA04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138A0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655C7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56C51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91BAB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74A75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21393" w:rsidRPr="00012E50" w14:paraId="5F36C748" w14:textId="77777777" w:rsidTr="00C21393">
        <w:trPr>
          <w:trHeight w:val="25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4B9D6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A1C76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2ACEA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062E0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E0B5C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6960D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72B17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CFE4E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4ADDB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E9B41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21393" w:rsidRPr="00012E50" w14:paraId="61FFC406" w14:textId="77777777" w:rsidTr="00C21393">
        <w:trPr>
          <w:trHeight w:val="25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7F79C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30F70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40784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125E7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7C551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98952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5E0E8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2277B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175A0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A29BC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21393" w:rsidRPr="00012E50" w14:paraId="5756BAF0" w14:textId="77777777" w:rsidTr="00C21393">
        <w:trPr>
          <w:trHeight w:val="26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FF2E5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6176D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DA170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734CE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1AAFD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971D2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77 7 03 25230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04AD4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349B5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F826B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B0F4D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21393" w:rsidRPr="00012E50" w14:paraId="6D4AF509" w14:textId="77777777" w:rsidTr="00C21393">
        <w:trPr>
          <w:trHeight w:val="41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E6B58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8E6DD" w14:textId="77777777" w:rsidR="00C21393" w:rsidRPr="00A96595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D623B" w14:textId="77777777"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E693E" w14:textId="77777777"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85A60" w14:textId="77777777"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FC940" w14:textId="77777777" w:rsidR="00C21393" w:rsidRPr="00A96595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77 7 03 25230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874D0" w14:textId="77777777"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64439" w14:textId="77777777"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437DD" w14:textId="77777777"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00E8C" w14:textId="77777777"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21393" w:rsidRPr="00012E50" w14:paraId="618475D5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754ED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1EF47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52EEB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5A2B8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05EC7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09FC7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E8AEE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4AD32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1 329,3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51DBE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1 329,3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30646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1 329,3</w:t>
            </w:r>
          </w:p>
        </w:tc>
      </w:tr>
      <w:tr w:rsidR="00C21393" w:rsidRPr="00012E50" w14:paraId="12E0F5F8" w14:textId="77777777" w:rsidTr="00C21393">
        <w:trPr>
          <w:trHeight w:val="36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95461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6EB93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8342E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69103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62B28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27C2B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240E9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0E278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1 329,3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CD56F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1 329,3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4D3E0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1 329,3</w:t>
            </w:r>
          </w:p>
        </w:tc>
      </w:tr>
      <w:tr w:rsidR="00C21393" w:rsidRPr="00012E50" w14:paraId="327869F8" w14:textId="77777777" w:rsidTr="00C21393">
        <w:trPr>
          <w:trHeight w:val="24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8EA68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58448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0723B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B247D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3AE31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E8562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FFCE9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6374F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1 329,3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4A22B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1 329,3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E4EF9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1 329,3</w:t>
            </w:r>
          </w:p>
        </w:tc>
      </w:tr>
      <w:tr w:rsidR="00C21393" w:rsidRPr="00012E50" w14:paraId="15B42A26" w14:textId="77777777" w:rsidTr="00C21393">
        <w:trPr>
          <w:trHeight w:val="28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61BD2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62121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1C0A8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8ECC8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0A952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C8182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14673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864BF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1 329,3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DCB5A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1 329,3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F1EFB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1 329,3</w:t>
            </w:r>
          </w:p>
        </w:tc>
      </w:tr>
      <w:tr w:rsidR="00C21393" w:rsidRPr="00012E50" w14:paraId="056F3900" w14:textId="77777777" w:rsidTr="00C21393">
        <w:trPr>
          <w:trHeight w:val="75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1B8AA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628D4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9030A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66F0D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F0617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954F4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D021D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6D48C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1 329,3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4D9AC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1 329,3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F7B04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1 329,3</w:t>
            </w:r>
          </w:p>
        </w:tc>
      </w:tr>
      <w:tr w:rsidR="00C21393" w:rsidRPr="00012E50" w14:paraId="08BD5A57" w14:textId="77777777" w:rsidTr="00C21393">
        <w:trPr>
          <w:trHeight w:val="63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61E3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9ED60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44049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30424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2A7D5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D462F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A4E92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4F42F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1 329,3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86AF1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1 329,3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B7E69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1 329,3</w:t>
            </w:r>
          </w:p>
        </w:tc>
      </w:tr>
      <w:tr w:rsidR="00C21393" w:rsidRPr="00012E50" w14:paraId="5D1A95CB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F6710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1B824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20310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C4950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56D5C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14074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2A0C4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E7E5C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60 832,7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24C43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58 976,0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49310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61 444,1</w:t>
            </w:r>
          </w:p>
        </w:tc>
      </w:tr>
      <w:tr w:rsidR="00C21393" w:rsidRPr="00012E50" w14:paraId="0FAA261B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16370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09F98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7773D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64403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C13AA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B1BCD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66668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382F1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9 641,2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32540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9 641,2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8EFF4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9 641,2</w:t>
            </w:r>
          </w:p>
        </w:tc>
      </w:tr>
      <w:tr w:rsidR="00C21393" w:rsidRPr="00012E50" w14:paraId="5550CBE1" w14:textId="77777777" w:rsidTr="00C21393">
        <w:trPr>
          <w:trHeight w:val="32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491B5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69390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7C7BE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681FD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5A911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3C910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56D7D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625DB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72D68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5C986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</w:tr>
      <w:tr w:rsidR="00C21393" w:rsidRPr="00012E50" w14:paraId="0359D009" w14:textId="77777777" w:rsidTr="00C21393">
        <w:trPr>
          <w:trHeight w:val="26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A6B68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72123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F29EF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89728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BB17E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5386A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22E46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5FF42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E59EC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C8F7F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</w:tr>
      <w:tr w:rsidR="00C21393" w:rsidRPr="00012E50" w14:paraId="36241EC5" w14:textId="77777777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E9508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80A62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30719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43E72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C78B4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F4A57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3A0E1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FC2B2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D1EEC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83207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</w:tr>
      <w:tr w:rsidR="00C21393" w:rsidRPr="00012E50" w14:paraId="7FB2FDA3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D3885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E0EB2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6AE57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AF3C2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61D23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8A260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A34D7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9C83E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3A579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00095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</w:tr>
      <w:tr w:rsidR="00C21393" w:rsidRPr="00012E50" w14:paraId="0497E28E" w14:textId="77777777" w:rsidTr="00C21393">
        <w:trPr>
          <w:trHeight w:val="29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9482F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2F131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BAE89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3670E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56125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CB936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A0E53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491D3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AEEF1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D8298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</w:tr>
      <w:tr w:rsidR="00C21393" w:rsidRPr="00012E50" w14:paraId="01FF2CFE" w14:textId="77777777" w:rsidTr="00C21393">
        <w:trPr>
          <w:trHeight w:val="30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B1330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BFBB7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48F2C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54FD7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4E88A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9AC28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E52F2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0F4A3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2 167,2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6128B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225C0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4 493,1</w:t>
            </w:r>
          </w:p>
        </w:tc>
      </w:tr>
      <w:tr w:rsidR="00C21393" w:rsidRPr="00012E50" w14:paraId="7B62271A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DB1AA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592BD" w14:textId="4DE3EE52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B2E2F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78C87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6ED83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28598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BEB3D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C66E3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4099A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12B97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276,0</w:t>
            </w:r>
          </w:p>
        </w:tc>
      </w:tr>
      <w:tr w:rsidR="00C21393" w:rsidRPr="00012E50" w14:paraId="6FDEEE24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31C2F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D2E22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FC051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1C7D5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BF923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1ADD9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02 3 00 00000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73A84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CCE3F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0F6C5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799AA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276,0</w:t>
            </w:r>
          </w:p>
        </w:tc>
      </w:tr>
      <w:tr w:rsidR="00C21393" w:rsidRPr="00012E50" w14:paraId="727AB91C" w14:textId="77777777" w:rsidTr="00C21393">
        <w:trPr>
          <w:trHeight w:val="29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2BDAF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3BDEA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97D99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403EA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6FDBB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0A616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02 3 04 00000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0417B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CE89D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4AA01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A891C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276,0</w:t>
            </w:r>
          </w:p>
        </w:tc>
      </w:tr>
      <w:tr w:rsidR="00C21393" w:rsidRPr="00012E50" w14:paraId="417BD37A" w14:textId="77777777" w:rsidTr="00C21393">
        <w:trPr>
          <w:trHeight w:val="39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C5204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3648D" w14:textId="49F50780" w:rsidR="00C21393" w:rsidRPr="00B9305F" w:rsidRDefault="00C21393" w:rsidP="00161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Расходы на предоставление ежемесячной денежной выплаты гражданам, имеющим звание "Почетный гражданин Балахнинского муниципального округа"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57428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5CA9D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AF00F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82F36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81A8F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FC82D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F333A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CF97B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276,0</w:t>
            </w:r>
          </w:p>
        </w:tc>
      </w:tr>
      <w:tr w:rsidR="00C21393" w:rsidRPr="00012E50" w14:paraId="26BF5E96" w14:textId="77777777" w:rsidTr="00C21393">
        <w:trPr>
          <w:trHeight w:val="29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CC975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97B0C" w14:textId="77777777"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26AA2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17235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765A6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357AA" w14:textId="77777777"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6DDBE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57259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0C69A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FEEF7" w14:textId="77777777"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276,0</w:t>
            </w:r>
          </w:p>
        </w:tc>
      </w:tr>
      <w:tr w:rsidR="00C21393" w:rsidRPr="00012E50" w14:paraId="3A4151FF" w14:textId="77777777" w:rsidTr="00C21393">
        <w:trPr>
          <w:trHeight w:val="53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C66B4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CC270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BFB4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2F22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FF66B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D2848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F41F3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1E16A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1 927,2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18D0E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D1AFD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4 217,1</w:t>
            </w:r>
          </w:p>
        </w:tc>
      </w:tr>
      <w:tr w:rsidR="00C21393" w:rsidRPr="00012E50" w14:paraId="4453C290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387AA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87167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364F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45A60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BF32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B4C85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37D2E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63914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1 927,2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8BFB5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F5DF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4 217,1</w:t>
            </w:r>
          </w:p>
        </w:tc>
      </w:tr>
      <w:tr w:rsidR="00C21393" w:rsidRPr="00012E50" w14:paraId="4FCBAE7B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BEA40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66E38" w14:textId="2CB6ADFF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Великой </w:t>
            </w:r>
            <w:r w:rsidR="00734F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65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течественной </w:t>
            </w:r>
            <w:r w:rsidR="00734F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65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ойны и членов их семей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F336F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50209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C15DE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FD690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74854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E754A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1 927,2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6694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0C67F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4 217,1</w:t>
            </w:r>
          </w:p>
        </w:tc>
      </w:tr>
      <w:tr w:rsidR="00C21393" w:rsidRPr="00012E50" w14:paraId="7CE9499D" w14:textId="77777777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1954D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99C09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40926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F9E4A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87285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E38E6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12 1 02 51350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9AE91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AB071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1 927,2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FA8A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51091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21393" w:rsidRPr="00012E50" w14:paraId="2E50EA02" w14:textId="77777777" w:rsidTr="00C21393">
        <w:trPr>
          <w:trHeight w:val="31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9FC0E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76DD8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DB94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8DEE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B7000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4790E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12 1 02 51350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4EBC0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4DA2D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1 927,2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2B761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1E59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21393" w:rsidRPr="00012E50" w14:paraId="3ABF5CF0" w14:textId="77777777" w:rsidTr="00C21393">
        <w:trPr>
          <w:trHeight w:val="31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E0BA4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18645" w14:textId="77777777" w:rsidR="00C21393" w:rsidRPr="00A96595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8C9EE" w14:textId="77777777"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7602A" w14:textId="77777777"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107A6" w14:textId="77777777"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F1D5B" w14:textId="77777777" w:rsidR="00C21393" w:rsidRPr="00A96595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612C9" w14:textId="77777777"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B83FC" w14:textId="77777777"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321A7" w14:textId="77777777"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EEBF8" w14:textId="77777777"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4 217,1</w:t>
            </w:r>
          </w:p>
        </w:tc>
      </w:tr>
      <w:tr w:rsidR="00C21393" w:rsidRPr="00012E50" w14:paraId="3A3D8396" w14:textId="77777777" w:rsidTr="00C21393">
        <w:trPr>
          <w:trHeight w:val="31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D46D7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39646" w14:textId="77777777" w:rsidR="00C21393" w:rsidRPr="00A96595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8D20C" w14:textId="77777777"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EEF4D" w14:textId="77777777"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F27C1" w14:textId="77777777"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4D53A" w14:textId="77777777" w:rsidR="00C21393" w:rsidRPr="00A96595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5022B" w14:textId="77777777"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0D4E9" w14:textId="77777777"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4A557" w14:textId="77777777"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7EB5F" w14:textId="77777777"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4 217,1</w:t>
            </w:r>
          </w:p>
        </w:tc>
      </w:tr>
      <w:tr w:rsidR="00C21393" w:rsidRPr="00012E50" w14:paraId="2AF8EA85" w14:textId="77777777" w:rsidTr="00C21393">
        <w:trPr>
          <w:trHeight w:val="32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DF6DE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499A3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6C6C6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47B7D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230EB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B7E4A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8AB55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1BC8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49 024,3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AB9BF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49 076,8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4B67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47 309,8</w:t>
            </w:r>
          </w:p>
        </w:tc>
      </w:tr>
      <w:tr w:rsidR="00C21393" w:rsidRPr="00012E50" w14:paraId="7FC17160" w14:textId="77777777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9AA63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A6909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C6CA3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0986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3BCE6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2ABB4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204D0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F730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215,4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CE115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220,3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3C109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C21393" w:rsidRPr="00012E50" w14:paraId="7590AD7B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75A80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7A641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20FEF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A3BA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EA0B3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7CD9E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01 7 00 00000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7F106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67016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215,4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6CE0A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220,3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B2B81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C21393" w:rsidRPr="00012E50" w14:paraId="79734B41" w14:textId="77777777" w:rsidTr="00C21393">
        <w:trPr>
          <w:trHeight w:val="49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C3BAC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A1637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328ED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5E9FC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E32DF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29C68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01 7 02 00000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72450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8E56E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215,4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69B07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220,3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6554E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C21393" w:rsidRPr="00012E50" w14:paraId="34E6E56E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AE61D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ACDDD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85D44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EEC9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661F9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96B7F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01 7 02 73120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D9909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4ED6C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215,4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5427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220,3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2CCC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C21393" w:rsidRPr="00012E50" w14:paraId="633B1951" w14:textId="77777777" w:rsidTr="00C21393">
        <w:trPr>
          <w:trHeight w:val="45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C7F76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284D2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E338C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C51BC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864E7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3AFF5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01 7 02 73120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2332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04CC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215,4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D8B2A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220,3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0982F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C21393" w:rsidRPr="00012E50" w14:paraId="0DE265BE" w14:textId="77777777" w:rsidTr="00C21393">
        <w:trPr>
          <w:trHeight w:val="46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714E3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927D9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A9284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38DE6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77006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143E3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62DAA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29033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48 808,9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2CC46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48 856,5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3417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47 097,0</w:t>
            </w:r>
          </w:p>
        </w:tc>
      </w:tr>
      <w:tr w:rsidR="00C21393" w:rsidRPr="00012E50" w14:paraId="35517084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5EDC2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F0D1B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6B8A6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68B41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8F304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F8EFB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D2BAB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11BF6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47 474,3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A61DE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47 520,0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94FA7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45 777,8</w:t>
            </w:r>
          </w:p>
        </w:tc>
      </w:tr>
      <w:tr w:rsidR="00C21393" w:rsidRPr="00012E50" w14:paraId="1D3393FA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6504C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32D01" w14:textId="44B93B6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25E73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E288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4EF0C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387CF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12 1 01 00000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DF1FC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9059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47 474,3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88923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47 520,0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1D34A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45 777,8</w:t>
            </w:r>
          </w:p>
        </w:tc>
      </w:tr>
      <w:tr w:rsidR="00C21393" w:rsidRPr="00012E50" w14:paraId="5258F41E" w14:textId="77777777" w:rsidTr="00C21393">
        <w:trPr>
          <w:trHeight w:val="50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0AC58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09399" w14:textId="1A977F8C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B1013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48B49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035F4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2A197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 1 01 R0820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DF06C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D65E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47 474,3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A5251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47 520,0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49E47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45 777,8</w:t>
            </w:r>
          </w:p>
        </w:tc>
      </w:tr>
      <w:tr w:rsidR="00C21393" w:rsidRPr="00012E50" w14:paraId="4680894F" w14:textId="77777777" w:rsidTr="00C21393">
        <w:trPr>
          <w:trHeight w:val="39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9F326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1C0E2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19443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1B956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000C4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A47F4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 1 01 R0820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73315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F857F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47 474,3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11CF3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47 520,0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05883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45 777,8</w:t>
            </w:r>
          </w:p>
        </w:tc>
      </w:tr>
      <w:tr w:rsidR="00C21393" w:rsidRPr="00012E50" w14:paraId="3E88B477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06EDF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A2C51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2E7F5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9753F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3EA85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8DB16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9D50D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F2984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885F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84CD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21393" w:rsidRPr="00012E50" w14:paraId="10D62FEF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00356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CC65E" w14:textId="0ABE62AA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2F2F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FE05F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F72E7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7F251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7E491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8720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47 474,3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B7133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47 520,0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298A1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45 777,8</w:t>
            </w:r>
          </w:p>
        </w:tc>
      </w:tr>
      <w:tr w:rsidR="00C21393" w:rsidRPr="00012E50" w14:paraId="4BBCEB57" w14:textId="77777777" w:rsidTr="00C21393">
        <w:trPr>
          <w:trHeight w:val="52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99654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8D854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                                                                </w:t>
            </w:r>
            <w:proofErr w:type="gramStart"/>
            <w:r w:rsidRPr="00A65259">
              <w:rPr>
                <w:rFonts w:ascii="Times New Roman" w:hAnsi="Times New Roman" w:cs="Times New Roman"/>
                <w:sz w:val="24"/>
                <w:szCs w:val="24"/>
              </w:rPr>
              <w:t xml:space="preserve">   «</w:t>
            </w:r>
            <w:proofErr w:type="gramEnd"/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молодых семей»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FD0C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84579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DDFC4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E2D82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12 2 00 00000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49CC3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E91B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1 334,6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9387B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1 336,5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88B1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1 319,2</w:t>
            </w:r>
          </w:p>
        </w:tc>
      </w:tr>
      <w:tr w:rsidR="00C21393" w:rsidRPr="00012E50" w14:paraId="7C364CAF" w14:textId="77777777" w:rsidTr="00C21393">
        <w:trPr>
          <w:trHeight w:val="65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D375B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1743B" w14:textId="2822B0FE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4AA91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039D1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6E92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B8265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12 2 01 00000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60E85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7D623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1 334,6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EE40B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1 336,5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F3FFB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1 319,2</w:t>
            </w:r>
          </w:p>
        </w:tc>
      </w:tr>
      <w:tr w:rsidR="00C21393" w:rsidRPr="00012E50" w14:paraId="071F3DE5" w14:textId="77777777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8C0DF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C090D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3E99F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677EB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32F37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71756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 2 01 L4970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72D97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CAA55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1 334,6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F6CB9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1 336,5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ADA23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1 319,2</w:t>
            </w:r>
          </w:p>
        </w:tc>
      </w:tr>
      <w:tr w:rsidR="00C21393" w:rsidRPr="00012E50" w14:paraId="04A3A576" w14:textId="77777777" w:rsidTr="00C21393">
        <w:trPr>
          <w:trHeight w:val="34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6311D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704D9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1AE1B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12145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61747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7D602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 2 01 L4970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9F50E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AC3F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1 334,6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CEF8A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1 336,5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50EE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1 319,2</w:t>
            </w:r>
          </w:p>
        </w:tc>
      </w:tr>
      <w:tr w:rsidR="00C21393" w:rsidRPr="00012E50" w14:paraId="73992722" w14:textId="77777777" w:rsidTr="00C21393">
        <w:trPr>
          <w:trHeight w:val="27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F6208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08F4C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6078B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C0410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4A5DD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BF724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4CA1D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A908E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85F24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6D3D3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21393" w:rsidRPr="00012E50" w14:paraId="08252AD1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F2941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E7DA8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73DBE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88634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14D1D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80B4E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68AE5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B720C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222,7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2FDC4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E2604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218,3</w:t>
            </w:r>
          </w:p>
        </w:tc>
      </w:tr>
      <w:tr w:rsidR="00C21393" w:rsidRPr="00012E50" w14:paraId="776A6712" w14:textId="77777777" w:rsidTr="00C21393">
        <w:trPr>
          <w:trHeight w:val="24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852B9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A2F8E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F398F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FF26A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384F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0DF9F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F9776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2710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611,9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62183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609,0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05285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600,9</w:t>
            </w:r>
          </w:p>
        </w:tc>
      </w:tr>
      <w:tr w:rsidR="00C21393" w:rsidRPr="00012E50" w14:paraId="1F9AD22E" w14:textId="77777777" w:rsidTr="00C21393">
        <w:trPr>
          <w:trHeight w:val="75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10491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8FF39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411A9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66613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6AD0A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90CB5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95ECF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709FB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6D9C5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D308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21393" w:rsidRPr="00012E50" w14:paraId="76D78A57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DF85E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DF6D5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30433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4E28F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44D1C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EF7C0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34CA7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07C95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70 051,4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838C5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70 051,4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6B2D5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70 051,4</w:t>
            </w:r>
          </w:p>
        </w:tc>
      </w:tr>
      <w:tr w:rsidR="00C21393" w:rsidRPr="00012E50" w14:paraId="743A30C6" w14:textId="77777777" w:rsidTr="00C21393">
        <w:trPr>
          <w:trHeight w:val="28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31A46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3D436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0DADB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8E916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2CF8D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136E8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41E3A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85689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69 841,4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C99D6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69 841,4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69F4D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69 841,4</w:t>
            </w:r>
          </w:p>
        </w:tc>
      </w:tr>
      <w:tr w:rsidR="00C21393" w:rsidRPr="00012E50" w14:paraId="55B73FEE" w14:textId="77777777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E1A08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999B8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B0893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4DC5A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6205D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48E6A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85173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738E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69 841,4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2F310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69 841,4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39CE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69 841,4</w:t>
            </w:r>
          </w:p>
        </w:tc>
      </w:tr>
      <w:tr w:rsidR="00C21393" w:rsidRPr="00012E50" w14:paraId="2F0C99A2" w14:textId="77777777" w:rsidTr="00C21393">
        <w:trPr>
          <w:trHeight w:val="50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C6A85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F6115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C4AB3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AC0B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F365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3B078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5CCC7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DB85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68 841,4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50D4F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68 841,4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C82A4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68 841,4</w:t>
            </w:r>
          </w:p>
        </w:tc>
      </w:tr>
      <w:tr w:rsidR="00C21393" w:rsidRPr="00012E50" w14:paraId="40DD4CBC" w14:textId="77777777" w:rsidTr="00C21393">
        <w:trPr>
          <w:trHeight w:val="49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E9D58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6E301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F736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A3E29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F704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33546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FA456" w14:textId="77777777" w:rsidR="00C21393" w:rsidRPr="00A65259" w:rsidRDefault="00C21393" w:rsidP="00C21393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02BEA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1A47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EA49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</w:tr>
      <w:tr w:rsidR="00C21393" w:rsidRPr="00012E50" w14:paraId="7214CBED" w14:textId="77777777" w:rsidTr="00C21393">
        <w:trPr>
          <w:trHeight w:val="50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5A942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AFE1B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2FCF7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F818C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9AE67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47764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5063A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CC32D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86299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B6BD6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</w:tr>
      <w:tr w:rsidR="00C21393" w:rsidRPr="00012E50" w14:paraId="53ABA588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0457A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60EE6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63C2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EC9FC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7A156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54372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9592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D5CB1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9EF8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615B5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</w:tr>
      <w:tr w:rsidR="00C21393" w:rsidRPr="00012E50" w14:paraId="7CA62683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A3801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38A41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BBE3F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E609D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D25E7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3D19A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03 1 02 00000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CF41D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DB6FB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188BD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76E0F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C21393" w:rsidRPr="00012E50" w14:paraId="3973FFBF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0738B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D4A07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DC0AB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5169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0A116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07E45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8D629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CCC77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CEEE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54566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C21393" w:rsidRPr="00012E50" w14:paraId="069B73CA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703E1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C8FC7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4923E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B4344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0735F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70463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033FD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74BA6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DF7DE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AF450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C21393" w:rsidRPr="00012E50" w14:paraId="389AC0FD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5ADE1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C4BA2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E56D9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6AA3C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D8CBF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D6A21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D5FCF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170A6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B723D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A5139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21393" w:rsidRPr="00012E50" w14:paraId="30DE5793" w14:textId="77777777" w:rsidTr="00C21393">
        <w:trPr>
          <w:trHeight w:val="36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A761D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205F5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B7686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EC985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5E129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BC6D3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03 1 03 00000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759E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0D72C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B8E2C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A09FF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C21393" w:rsidRPr="00012E50" w14:paraId="4BF3EAE8" w14:textId="77777777" w:rsidTr="00C21393">
        <w:trPr>
          <w:trHeight w:val="25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2775F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A509B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2FCAA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3BBA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20054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3857C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4C04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0987D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6DEA1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7C3EB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C21393" w:rsidRPr="00012E50" w14:paraId="5E287493" w14:textId="77777777" w:rsidTr="00C21393">
        <w:trPr>
          <w:trHeight w:val="48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7ACA2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6A156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83BF4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0E611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6FFA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99B14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F351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3AF1C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1882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14F36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C21393" w:rsidRPr="00012E50" w14:paraId="0AA3EA74" w14:textId="77777777" w:rsidTr="00C21393">
        <w:trPr>
          <w:trHeight w:val="49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D20D0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0BD9A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6A851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4108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9FFFA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DEEDD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1745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9288F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5F8ED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B630D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C21393" w:rsidRPr="00012E50" w14:paraId="622914D6" w14:textId="77777777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61A03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0D5EE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BFA6D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3282C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9147F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43749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03 1 04 00000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9BB9E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F7CE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7A853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13C09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21393" w:rsidRPr="00012E50" w14:paraId="591EAA69" w14:textId="77777777" w:rsidTr="00C21393">
        <w:trPr>
          <w:trHeight w:val="24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1416A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75A05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55BD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121D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C340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50B93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03 1 04 25270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9B2C3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BAAB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04FEB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6E1BC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21393" w:rsidRPr="00012E50" w14:paraId="2E87BE1E" w14:textId="77777777" w:rsidTr="00C21393">
        <w:trPr>
          <w:trHeight w:val="5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C5211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51A70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4005F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F1380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C1149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FD3B0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03 1 04 25270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913A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3CC4E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18F9F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FA4F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21393" w:rsidRPr="00012E50" w14:paraId="2C79C0CD" w14:textId="77777777" w:rsidTr="00C21393">
        <w:trPr>
          <w:trHeight w:val="26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55573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BDA5F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Подпрограмма "Укрепление материально-технической базы"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52DD3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BE426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C603F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50D93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03 2 00 00000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6C58D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58386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3623B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C2DE6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C21393" w:rsidRPr="00012E50" w14:paraId="690594AE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63B3C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B4090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8D75D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AD8CA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B743A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6D3C7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03 2 01 00000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732B1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06906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9D1EA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6C377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C21393" w:rsidRPr="00012E50" w14:paraId="5F25FAB0" w14:textId="77777777" w:rsidTr="00C21393">
        <w:trPr>
          <w:trHeight w:val="76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5B8FF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6C3B0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спорта, кап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E017F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C0E5A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F426C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41E20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472E3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85051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E3C2B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72A7F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C21393" w:rsidRPr="00012E50" w14:paraId="71F0649E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F26C1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E8B6A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7180E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2B3EB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D0841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25CD5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05290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C2977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F9B30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15BEE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C21393" w:rsidRPr="00012E50" w14:paraId="6A894D03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0F338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F7273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68E15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5691C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E3AD3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3A0D3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D6EFC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77317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72660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815CE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</w:tr>
      <w:tr w:rsidR="00C21393" w:rsidRPr="00012E50" w14:paraId="57F3B584" w14:textId="77777777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C4960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7C72F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131B7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CF293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2DAF9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78009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7C397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76E64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2D9F4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0477E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C21393" w:rsidRPr="00012E50" w14:paraId="3CD21391" w14:textId="77777777" w:rsidTr="00C21393">
        <w:trPr>
          <w:trHeight w:val="54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775D3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FF691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30D7E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95510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1532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FE13F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03 3 00 00000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1252C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BE96B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67EF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0D1EC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C21393" w:rsidRPr="00012E50" w14:paraId="51D47D3F" w14:textId="77777777" w:rsidTr="00C21393">
        <w:trPr>
          <w:trHeight w:val="52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56A6E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0E61D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8AC71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C56F3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07154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8A78A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03 3 01 00000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03511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0C881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8FC77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A47E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C21393" w:rsidRPr="00012E50" w14:paraId="3ECBD8F6" w14:textId="77777777" w:rsidTr="00C21393">
        <w:trPr>
          <w:trHeight w:val="48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5B30D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2D968" w14:textId="3DBDFFF6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B42E6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23C6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44D3A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3960A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03 3 01 25020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FF404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13D5B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BA84C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4361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C21393" w:rsidRPr="00012E50" w14:paraId="50FE5403" w14:textId="77777777" w:rsidTr="00C21393">
        <w:trPr>
          <w:trHeight w:val="45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F2F95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13547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5CFF1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720A7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C60D1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AE39A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03 3 01 25020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A753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EC886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F697E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EABB7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C21393" w:rsidRPr="00012E50" w14:paraId="4D94FAD6" w14:textId="77777777" w:rsidTr="00C21393">
        <w:trPr>
          <w:trHeight w:val="37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9CA56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1783" w14:textId="77777777" w:rsidR="00C21393" w:rsidRPr="00A65259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6E75E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6AE7B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07A6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49377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A121A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52911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53ECD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71F34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7 338,1</w:t>
            </w:r>
          </w:p>
        </w:tc>
      </w:tr>
      <w:tr w:rsidR="00C21393" w:rsidRPr="00012E50" w14:paraId="65DAD42A" w14:textId="77777777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7C1C6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1C790" w14:textId="77777777" w:rsidR="00C21393" w:rsidRPr="00A65259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191BE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0E2DD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C250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486B5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0A47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1895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DFBCF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21921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7 338,1</w:t>
            </w:r>
          </w:p>
        </w:tc>
      </w:tr>
      <w:tr w:rsidR="00C21393" w:rsidRPr="00012E50" w14:paraId="10F84C1E" w14:textId="77777777" w:rsidTr="00C21393">
        <w:trPr>
          <w:trHeight w:val="45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A2C8C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BAFCD" w14:textId="77777777" w:rsidR="00C21393" w:rsidRPr="00A65259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"Информационная среда Балахнинского муниципального округа Нижегородской области"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44D79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CFA7D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27DF4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6CCBC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932FF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62D49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442C0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1BC0F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</w:tr>
      <w:tr w:rsidR="00C21393" w:rsidRPr="00012E50" w14:paraId="74032041" w14:textId="77777777" w:rsidTr="00C21393">
        <w:trPr>
          <w:trHeight w:val="45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CC503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EBAB6" w14:textId="77777777" w:rsidR="00C21393" w:rsidRPr="00A65259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DC1EA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51A20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841F3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6D8BA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14 0 01 00000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51C0E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21FAD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5FA7A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6F0DD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</w:tr>
      <w:tr w:rsidR="00C21393" w:rsidRPr="00012E50" w14:paraId="00A33224" w14:textId="77777777" w:rsidTr="00C21393">
        <w:trPr>
          <w:trHeight w:val="45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952E0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D3F8F" w14:textId="77777777" w:rsidR="00C21393" w:rsidRPr="00A65259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BFECE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B04F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A79A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9FA85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14 0 01 S2050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CAE04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C7FEE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4BB4E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2841E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</w:tr>
      <w:tr w:rsidR="00C21393" w:rsidRPr="00012E50" w14:paraId="2A84AB8B" w14:textId="77777777" w:rsidTr="00C21393">
        <w:trPr>
          <w:trHeight w:val="45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74E3F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17F15" w14:textId="77777777" w:rsidR="00C21393" w:rsidRPr="00A65259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536CF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49444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8D24A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835B4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14 0 01 S2050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1058C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E8674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8EBA0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45103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</w:tr>
      <w:tr w:rsidR="00C21393" w:rsidRPr="00012E50" w14:paraId="28267FD6" w14:textId="77777777" w:rsidTr="00C21393">
        <w:trPr>
          <w:trHeight w:val="13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5C9F7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1D3BB" w14:textId="77777777" w:rsidR="00C21393" w:rsidRPr="00A65259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4A651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D552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8B04E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072D6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22EB2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629EB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3129C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DB646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21393" w:rsidRPr="00012E50" w14:paraId="6E6C9F0E" w14:textId="77777777" w:rsidTr="00C21393">
        <w:trPr>
          <w:trHeight w:val="45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2F780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DE3A2" w14:textId="77777777" w:rsidR="00C21393" w:rsidRPr="00A65259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29A89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F6E0F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E0BB1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361C4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A553A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44E50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2 573,1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D2E67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2 573,1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9E900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2 573,1</w:t>
            </w:r>
          </w:p>
        </w:tc>
      </w:tr>
      <w:tr w:rsidR="00C21393" w:rsidRPr="00012E50" w14:paraId="55C8C6E9" w14:textId="77777777" w:rsidTr="00C21393">
        <w:trPr>
          <w:trHeight w:val="85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ED82B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7BBAB" w14:textId="77777777"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764FD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A1DE4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9A7E5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ABD9B" w14:textId="77777777"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8ACBD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7A8CC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4 765,0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387A8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4 765,0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800F0" w14:textId="77777777"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4 765,0</w:t>
            </w:r>
          </w:p>
        </w:tc>
      </w:tr>
      <w:tr w:rsidR="00C21393" w:rsidRPr="00012E50" w14:paraId="788E3B36" w14:textId="77777777" w:rsidTr="00C21393">
        <w:trPr>
          <w:trHeight w:val="54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3BCAD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9FF21" w14:textId="77777777" w:rsidR="00C21393" w:rsidRPr="00921B8D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D7D5D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F3399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B541D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6CD13" w14:textId="77777777" w:rsidR="00C21393" w:rsidRPr="00921B8D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64B82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BB2EF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7 946,7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C6C92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7 946,7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DC654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7 946,7</w:t>
            </w:r>
          </w:p>
        </w:tc>
      </w:tr>
      <w:tr w:rsidR="00C21393" w:rsidRPr="00012E50" w14:paraId="76601A2D" w14:textId="77777777" w:rsidTr="00C21393">
        <w:trPr>
          <w:trHeight w:val="28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27763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AD2AD" w14:textId="77777777" w:rsidR="00C21393" w:rsidRPr="00921B8D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11C26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1CDD3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1E056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7FE10" w14:textId="77777777" w:rsidR="00C21393" w:rsidRPr="00921B8D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75D8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7A4A2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7 946,7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38111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7 946,7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B3514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7 946,7</w:t>
            </w:r>
          </w:p>
        </w:tc>
      </w:tr>
      <w:tr w:rsidR="00C21393" w:rsidRPr="00012E50" w14:paraId="2BCD1F6B" w14:textId="77777777" w:rsidTr="00C21393">
        <w:trPr>
          <w:trHeight w:val="8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92F59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A650A" w14:textId="77777777" w:rsidR="00C21393" w:rsidRPr="00921B8D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30634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1BD00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C871C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81C67" w14:textId="77777777" w:rsidR="00C21393" w:rsidRPr="00921B8D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69687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97D3A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7 945,7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5FF27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7 945,7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A2FEB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7 945,7</w:t>
            </w:r>
          </w:p>
        </w:tc>
      </w:tr>
      <w:tr w:rsidR="00C21393" w:rsidRPr="00012E50" w14:paraId="20B47EED" w14:textId="77777777" w:rsidTr="00C21393">
        <w:trPr>
          <w:trHeight w:val="27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B0590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16045" w14:textId="77777777" w:rsidR="00C21393" w:rsidRPr="00921B8D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713C2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DA109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7D2E1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1CED7" w14:textId="77777777" w:rsidR="00C21393" w:rsidRPr="00921B8D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8E46C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FE6AB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7 945,7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0E306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7 945,7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219CD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7 945,7</w:t>
            </w:r>
          </w:p>
        </w:tc>
      </w:tr>
      <w:tr w:rsidR="00C21393" w:rsidRPr="00012E50" w14:paraId="06AEDBC8" w14:textId="77777777" w:rsidTr="00C21393">
        <w:trPr>
          <w:trHeight w:val="27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61F71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1079F" w14:textId="77777777" w:rsidR="00C21393" w:rsidRPr="00921B8D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E22DF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CA320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ABB7E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7CBCF" w14:textId="77777777" w:rsidR="00C21393" w:rsidRPr="00921B8D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2816B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BA8B4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7 945,7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4027D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7 945,7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0746A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7 945,7</w:t>
            </w:r>
          </w:p>
        </w:tc>
      </w:tr>
      <w:tr w:rsidR="00C21393" w:rsidRPr="00012E50" w14:paraId="1EDEEDD8" w14:textId="77777777" w:rsidTr="00C21393">
        <w:trPr>
          <w:trHeight w:val="40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22FE4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42C6D" w14:textId="77777777" w:rsidR="00C21393" w:rsidRPr="00921B8D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908F8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9F4D9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3121B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A7798" w14:textId="77777777" w:rsidR="00C21393" w:rsidRPr="00921B8D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AB744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59C9F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7 945,7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64F55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7 945,7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E6C56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7 945,7</w:t>
            </w:r>
          </w:p>
        </w:tc>
      </w:tr>
      <w:tr w:rsidR="00C21393" w:rsidRPr="00012E50" w14:paraId="327BACF4" w14:textId="77777777" w:rsidTr="00C21393">
        <w:trPr>
          <w:trHeight w:val="53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73FB3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393C3" w14:textId="77777777" w:rsidR="00C21393" w:rsidRPr="00921B8D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88298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6EA7E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EC58E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DB3FF" w14:textId="77777777" w:rsidR="00C21393" w:rsidRPr="00921B8D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F2E8F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9CD29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5 002,1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073FC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5 002,1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E7F6F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5 002,1</w:t>
            </w:r>
          </w:p>
        </w:tc>
      </w:tr>
      <w:tr w:rsidR="00C21393" w:rsidRPr="00012E50" w14:paraId="5FC264D2" w14:textId="77777777" w:rsidTr="00C21393">
        <w:trPr>
          <w:trHeight w:val="93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6C822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8A2BC" w14:textId="77777777" w:rsidR="00C21393" w:rsidRPr="00921B8D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7CCBA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5F1E2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D3DBF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6AFA4" w14:textId="77777777" w:rsidR="00C21393" w:rsidRPr="00921B8D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CE598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0C8D7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4 561,3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5CB08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4 561,3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AAD2C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4 561,3</w:t>
            </w:r>
          </w:p>
        </w:tc>
      </w:tr>
      <w:tr w:rsidR="00C21393" w:rsidRPr="00012E50" w14:paraId="095C5C4D" w14:textId="77777777" w:rsidTr="00C21393">
        <w:trPr>
          <w:trHeight w:val="67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2C573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D9B9A" w14:textId="77777777" w:rsidR="00C21393" w:rsidRPr="00921B8D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74016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23701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4DEE1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73C73" w14:textId="77777777" w:rsidR="00C21393" w:rsidRPr="00921B8D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6E909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6CF45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440,8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A4B1A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440,8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017C2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440,8</w:t>
            </w:r>
          </w:p>
        </w:tc>
      </w:tr>
      <w:tr w:rsidR="00C21393" w:rsidRPr="00012E50" w14:paraId="5D55C5A2" w14:textId="77777777" w:rsidTr="00C21393">
        <w:trPr>
          <w:trHeight w:val="56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D9BE3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229DC" w14:textId="77777777" w:rsidR="00C21393" w:rsidRPr="00921B8D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CA0F5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7AE25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0A4CD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EFA67" w14:textId="77777777" w:rsidR="00C21393" w:rsidRPr="00921B8D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92885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44DC1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2 943,6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7E457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2 943,6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FC7ED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2 943,6</w:t>
            </w:r>
          </w:p>
        </w:tc>
      </w:tr>
      <w:tr w:rsidR="00C21393" w:rsidRPr="00012E50" w14:paraId="56D5B2D4" w14:textId="77777777" w:rsidTr="00C21393">
        <w:trPr>
          <w:trHeight w:val="67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BBF54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7CD70" w14:textId="77777777" w:rsidR="00C21393" w:rsidRPr="00921B8D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105F4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E00F6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7B45D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F19D9" w14:textId="77777777" w:rsidR="00C21393" w:rsidRPr="00921B8D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F46F1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14C5D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2 943,6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B6A32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2 943,6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5D4E8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2 943,6</w:t>
            </w:r>
          </w:p>
        </w:tc>
      </w:tr>
      <w:tr w:rsidR="00C21393" w:rsidRPr="00012E50" w14:paraId="50F13E75" w14:textId="77777777" w:rsidTr="00C21393">
        <w:trPr>
          <w:trHeight w:val="30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A543E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EB792" w14:textId="77777777" w:rsidR="00C21393" w:rsidRPr="00921B8D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54F34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C5EB4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9C694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3F587" w14:textId="77777777" w:rsidR="00C21393" w:rsidRPr="00921B8D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F3893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A350C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1D870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91AAC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21393" w:rsidRPr="00012E50" w14:paraId="0C4878F6" w14:textId="77777777" w:rsidTr="00C21393">
        <w:trPr>
          <w:trHeight w:val="67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5DFA7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1D8A4" w14:textId="77777777" w:rsidR="00C21393" w:rsidRPr="00921B8D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0F6A6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32DCD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0CFBC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E5D53" w14:textId="77777777" w:rsidR="00C21393" w:rsidRPr="00921B8D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F2713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AC949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8D701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D00E7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21393" w:rsidRPr="00012E50" w14:paraId="17FAECE3" w14:textId="77777777" w:rsidTr="00C21393">
        <w:trPr>
          <w:trHeight w:val="67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51D14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96C73" w14:textId="57B98B85" w:rsidR="00C21393" w:rsidRPr="00921B8D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ащих</w:t>
            </w:r>
            <w:r w:rsidR="00BC31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должностные обязанности </w:t>
            </w: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которых входит участие в противодействии коррупции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225A2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A97FD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5911D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CD4F6" w14:textId="77777777" w:rsidR="00C21393" w:rsidRPr="00921B8D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04 0 05 00000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2A987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E5072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10C4B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15BC8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21393" w:rsidRPr="00012E50" w14:paraId="000AB5C0" w14:textId="77777777" w:rsidTr="00C21393">
        <w:trPr>
          <w:trHeight w:val="58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E8327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A3BF9" w14:textId="77777777" w:rsidR="00C21393" w:rsidRPr="00921B8D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B79E7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06077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1B55B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75546" w14:textId="77777777" w:rsidR="00C21393" w:rsidRPr="00921B8D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F49E0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20259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0E05B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BDC99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21393" w:rsidRPr="00012E50" w14:paraId="7B18FDFF" w14:textId="77777777" w:rsidTr="00C21393">
        <w:trPr>
          <w:trHeight w:val="55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B23E6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CFB49" w14:textId="77777777" w:rsidR="00C21393" w:rsidRPr="00921B8D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0E0A3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67AC6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0C230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6977B" w14:textId="77777777" w:rsidR="00C21393" w:rsidRPr="00921B8D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E4709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8200D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26F43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31D54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21393" w:rsidRPr="00012E50" w14:paraId="4C117A05" w14:textId="77777777" w:rsidTr="00C21393">
        <w:trPr>
          <w:trHeight w:val="36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521B7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7B298B" w14:textId="77777777" w:rsidR="00C21393" w:rsidRPr="00012E50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F59EF3" w14:textId="77777777" w:rsidR="00C21393" w:rsidRPr="00012E50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FA805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D9631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7AF7E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43883" w14:textId="77777777"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8B4DC" w14:textId="77777777" w:rsidR="00C21393" w:rsidRPr="00921B8D" w:rsidRDefault="00C21393" w:rsidP="00C21393">
            <w:pPr>
              <w:spacing w:after="0" w:line="240" w:lineRule="auto"/>
              <w:ind w:right="-11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2 446 578,9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F2965" w14:textId="77777777" w:rsidR="00C21393" w:rsidRPr="00921B8D" w:rsidRDefault="00C21393" w:rsidP="00C21393">
            <w:pPr>
              <w:spacing w:after="0" w:line="240" w:lineRule="auto"/>
              <w:ind w:right="-155" w:hanging="17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2 407 264,9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400DA" w14:textId="77777777"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2 459 477,1</w:t>
            </w:r>
          </w:p>
        </w:tc>
      </w:tr>
    </w:tbl>
    <w:p w14:paraId="5582EEF4" w14:textId="77777777" w:rsidR="00A65259" w:rsidRDefault="00A65259" w:rsidP="00D447CA"/>
    <w:sectPr w:rsidR="00A65259" w:rsidSect="00435E78">
      <w:headerReference w:type="default" r:id="rId7"/>
      <w:pgSz w:w="16838" w:h="11906" w:orient="landscape"/>
      <w:pgMar w:top="1560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2FF7E" w14:textId="77777777" w:rsidR="00E76C57" w:rsidRDefault="00E76C57" w:rsidP="00557B56">
      <w:pPr>
        <w:spacing w:after="0" w:line="240" w:lineRule="auto"/>
      </w:pPr>
      <w:r>
        <w:separator/>
      </w:r>
    </w:p>
  </w:endnote>
  <w:endnote w:type="continuationSeparator" w:id="0">
    <w:p w14:paraId="555E7CD8" w14:textId="77777777" w:rsidR="00E76C57" w:rsidRDefault="00E76C57" w:rsidP="00557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5D804" w14:textId="77777777" w:rsidR="00E76C57" w:rsidRDefault="00E76C57" w:rsidP="00557B56">
      <w:pPr>
        <w:spacing w:after="0" w:line="240" w:lineRule="auto"/>
      </w:pPr>
      <w:r>
        <w:separator/>
      </w:r>
    </w:p>
  </w:footnote>
  <w:footnote w:type="continuationSeparator" w:id="0">
    <w:p w14:paraId="766CDECD" w14:textId="77777777" w:rsidR="00E76C57" w:rsidRDefault="00E76C57" w:rsidP="00557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8314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E23F5C6" w14:textId="77777777" w:rsidR="00E76C57" w:rsidRDefault="00E76C57">
        <w:pPr>
          <w:pStyle w:val="a3"/>
          <w:jc w:val="center"/>
        </w:pPr>
      </w:p>
      <w:p w14:paraId="44989A53" w14:textId="77777777" w:rsidR="00E76C57" w:rsidRDefault="00E76C57">
        <w:pPr>
          <w:pStyle w:val="a3"/>
          <w:jc w:val="center"/>
        </w:pPr>
        <w:r w:rsidRPr="00557B56">
          <w:rPr>
            <w:rFonts w:ascii="Times New Roman" w:hAnsi="Times New Roman" w:cs="Times New Roman"/>
          </w:rPr>
          <w:fldChar w:fldCharType="begin"/>
        </w:r>
        <w:r w:rsidRPr="00557B56">
          <w:rPr>
            <w:rFonts w:ascii="Times New Roman" w:hAnsi="Times New Roman" w:cs="Times New Roman"/>
          </w:rPr>
          <w:instrText xml:space="preserve"> PAGE   \* MERGEFORMAT </w:instrText>
        </w:r>
        <w:r w:rsidRPr="00557B56">
          <w:rPr>
            <w:rFonts w:ascii="Times New Roman" w:hAnsi="Times New Roman" w:cs="Times New Roman"/>
          </w:rPr>
          <w:fldChar w:fldCharType="separate"/>
        </w:r>
        <w:r w:rsidR="006C769A">
          <w:rPr>
            <w:rFonts w:ascii="Times New Roman" w:hAnsi="Times New Roman" w:cs="Times New Roman"/>
            <w:noProof/>
          </w:rPr>
          <w:t>40</w:t>
        </w:r>
        <w:r w:rsidRPr="00557B56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E50"/>
    <w:rsid w:val="00012E50"/>
    <w:rsid w:val="00016D9B"/>
    <w:rsid w:val="00024CC3"/>
    <w:rsid w:val="000275C6"/>
    <w:rsid w:val="00036E97"/>
    <w:rsid w:val="0004689E"/>
    <w:rsid w:val="00046E52"/>
    <w:rsid w:val="000478B6"/>
    <w:rsid w:val="00050615"/>
    <w:rsid w:val="00050D77"/>
    <w:rsid w:val="000512FC"/>
    <w:rsid w:val="00052BC6"/>
    <w:rsid w:val="0006088F"/>
    <w:rsid w:val="0007200C"/>
    <w:rsid w:val="0008008A"/>
    <w:rsid w:val="0008086D"/>
    <w:rsid w:val="000B1FF8"/>
    <w:rsid w:val="000B2E52"/>
    <w:rsid w:val="000B2EA5"/>
    <w:rsid w:val="000B48A7"/>
    <w:rsid w:val="000B7165"/>
    <w:rsid w:val="000B72D6"/>
    <w:rsid w:val="000C1C53"/>
    <w:rsid w:val="000C3859"/>
    <w:rsid w:val="000C5497"/>
    <w:rsid w:val="000D1519"/>
    <w:rsid w:val="000D18EA"/>
    <w:rsid w:val="000D2468"/>
    <w:rsid w:val="000D37D1"/>
    <w:rsid w:val="000D45A9"/>
    <w:rsid w:val="000D61B2"/>
    <w:rsid w:val="000E089F"/>
    <w:rsid w:val="000E1159"/>
    <w:rsid w:val="000E4A06"/>
    <w:rsid w:val="000E5F6D"/>
    <w:rsid w:val="000E747F"/>
    <w:rsid w:val="000F24B4"/>
    <w:rsid w:val="001143F1"/>
    <w:rsid w:val="00116DC3"/>
    <w:rsid w:val="001219B3"/>
    <w:rsid w:val="001247AE"/>
    <w:rsid w:val="00137D08"/>
    <w:rsid w:val="00137F7E"/>
    <w:rsid w:val="00137FAF"/>
    <w:rsid w:val="00140685"/>
    <w:rsid w:val="001408A2"/>
    <w:rsid w:val="00142EE6"/>
    <w:rsid w:val="001436ED"/>
    <w:rsid w:val="00145F26"/>
    <w:rsid w:val="00151F79"/>
    <w:rsid w:val="00152F85"/>
    <w:rsid w:val="0015369B"/>
    <w:rsid w:val="00154AB0"/>
    <w:rsid w:val="00154F75"/>
    <w:rsid w:val="00155C79"/>
    <w:rsid w:val="00161349"/>
    <w:rsid w:val="00163441"/>
    <w:rsid w:val="00166160"/>
    <w:rsid w:val="00172F09"/>
    <w:rsid w:val="001741AE"/>
    <w:rsid w:val="00174727"/>
    <w:rsid w:val="001755C1"/>
    <w:rsid w:val="001812A5"/>
    <w:rsid w:val="00186375"/>
    <w:rsid w:val="001878B3"/>
    <w:rsid w:val="00193C62"/>
    <w:rsid w:val="001A7B03"/>
    <w:rsid w:val="001B733F"/>
    <w:rsid w:val="001C4D06"/>
    <w:rsid w:val="001D4D4A"/>
    <w:rsid w:val="001D7471"/>
    <w:rsid w:val="001E2493"/>
    <w:rsid w:val="001E3027"/>
    <w:rsid w:val="001E58B3"/>
    <w:rsid w:val="00200D7F"/>
    <w:rsid w:val="00201C86"/>
    <w:rsid w:val="00205E36"/>
    <w:rsid w:val="00214081"/>
    <w:rsid w:val="0021415E"/>
    <w:rsid w:val="00214410"/>
    <w:rsid w:val="00221217"/>
    <w:rsid w:val="002217D6"/>
    <w:rsid w:val="00221E13"/>
    <w:rsid w:val="00223A3D"/>
    <w:rsid w:val="00226F10"/>
    <w:rsid w:val="00226F82"/>
    <w:rsid w:val="00227EE2"/>
    <w:rsid w:val="0023425E"/>
    <w:rsid w:val="002433FF"/>
    <w:rsid w:val="002528E7"/>
    <w:rsid w:val="00256AC3"/>
    <w:rsid w:val="0026126B"/>
    <w:rsid w:val="00264B25"/>
    <w:rsid w:val="00274449"/>
    <w:rsid w:val="002749DB"/>
    <w:rsid w:val="00283F63"/>
    <w:rsid w:val="00284056"/>
    <w:rsid w:val="00290059"/>
    <w:rsid w:val="002941F3"/>
    <w:rsid w:val="00294D20"/>
    <w:rsid w:val="00297218"/>
    <w:rsid w:val="002A346C"/>
    <w:rsid w:val="002A3B7C"/>
    <w:rsid w:val="002A55C0"/>
    <w:rsid w:val="002B0D2D"/>
    <w:rsid w:val="002B1CD9"/>
    <w:rsid w:val="002B42B2"/>
    <w:rsid w:val="002B4BFB"/>
    <w:rsid w:val="002C36CE"/>
    <w:rsid w:val="002C5694"/>
    <w:rsid w:val="002C7807"/>
    <w:rsid w:val="002D0616"/>
    <w:rsid w:val="002D4EE0"/>
    <w:rsid w:val="002D55AE"/>
    <w:rsid w:val="002D7C35"/>
    <w:rsid w:val="002E5F23"/>
    <w:rsid w:val="002F14BA"/>
    <w:rsid w:val="002F1631"/>
    <w:rsid w:val="00302658"/>
    <w:rsid w:val="00312636"/>
    <w:rsid w:val="00316E0F"/>
    <w:rsid w:val="00330F3A"/>
    <w:rsid w:val="0033151D"/>
    <w:rsid w:val="00345ED7"/>
    <w:rsid w:val="0034624C"/>
    <w:rsid w:val="00363D7D"/>
    <w:rsid w:val="00371AE9"/>
    <w:rsid w:val="0038026D"/>
    <w:rsid w:val="003810A6"/>
    <w:rsid w:val="00390C71"/>
    <w:rsid w:val="00391624"/>
    <w:rsid w:val="0039225C"/>
    <w:rsid w:val="00392E2F"/>
    <w:rsid w:val="0039354A"/>
    <w:rsid w:val="00393687"/>
    <w:rsid w:val="003A0342"/>
    <w:rsid w:val="003A17A8"/>
    <w:rsid w:val="003A1E44"/>
    <w:rsid w:val="003A5BE6"/>
    <w:rsid w:val="003B64B5"/>
    <w:rsid w:val="003C0EDC"/>
    <w:rsid w:val="003C3B4E"/>
    <w:rsid w:val="003C6F15"/>
    <w:rsid w:val="003C7A8E"/>
    <w:rsid w:val="003D2728"/>
    <w:rsid w:val="003D438E"/>
    <w:rsid w:val="003D4A79"/>
    <w:rsid w:val="003D55C7"/>
    <w:rsid w:val="003D6641"/>
    <w:rsid w:val="003E05D4"/>
    <w:rsid w:val="003F4743"/>
    <w:rsid w:val="003F5B6E"/>
    <w:rsid w:val="003F7440"/>
    <w:rsid w:val="003F793A"/>
    <w:rsid w:val="003F7A89"/>
    <w:rsid w:val="00404271"/>
    <w:rsid w:val="00405638"/>
    <w:rsid w:val="004076CD"/>
    <w:rsid w:val="004160A8"/>
    <w:rsid w:val="00420DA7"/>
    <w:rsid w:val="004322DA"/>
    <w:rsid w:val="00435E78"/>
    <w:rsid w:val="00443069"/>
    <w:rsid w:val="00443FF0"/>
    <w:rsid w:val="004472A5"/>
    <w:rsid w:val="00447A5B"/>
    <w:rsid w:val="004600B8"/>
    <w:rsid w:val="00464C58"/>
    <w:rsid w:val="00472002"/>
    <w:rsid w:val="00474446"/>
    <w:rsid w:val="00477670"/>
    <w:rsid w:val="004818EC"/>
    <w:rsid w:val="004829BB"/>
    <w:rsid w:val="00482CF7"/>
    <w:rsid w:val="00485C48"/>
    <w:rsid w:val="004864E9"/>
    <w:rsid w:val="00486698"/>
    <w:rsid w:val="0049699F"/>
    <w:rsid w:val="00497D5F"/>
    <w:rsid w:val="004A370A"/>
    <w:rsid w:val="004B1DE4"/>
    <w:rsid w:val="004B4057"/>
    <w:rsid w:val="004D3FE4"/>
    <w:rsid w:val="004D530A"/>
    <w:rsid w:val="004D55E2"/>
    <w:rsid w:val="004E3335"/>
    <w:rsid w:val="004E3B0B"/>
    <w:rsid w:val="004E59BF"/>
    <w:rsid w:val="004F17E3"/>
    <w:rsid w:val="004F414E"/>
    <w:rsid w:val="004F531C"/>
    <w:rsid w:val="004F5954"/>
    <w:rsid w:val="00500DAA"/>
    <w:rsid w:val="00503126"/>
    <w:rsid w:val="00506F5F"/>
    <w:rsid w:val="0051148D"/>
    <w:rsid w:val="005144F5"/>
    <w:rsid w:val="00523936"/>
    <w:rsid w:val="00531ECE"/>
    <w:rsid w:val="00532A8F"/>
    <w:rsid w:val="0053588C"/>
    <w:rsid w:val="00537017"/>
    <w:rsid w:val="00547A3F"/>
    <w:rsid w:val="0055493A"/>
    <w:rsid w:val="0055697E"/>
    <w:rsid w:val="00557B56"/>
    <w:rsid w:val="0056103B"/>
    <w:rsid w:val="0056167F"/>
    <w:rsid w:val="0056179F"/>
    <w:rsid w:val="0056295B"/>
    <w:rsid w:val="00564721"/>
    <w:rsid w:val="0056497E"/>
    <w:rsid w:val="00572C83"/>
    <w:rsid w:val="005845E6"/>
    <w:rsid w:val="0058710F"/>
    <w:rsid w:val="00587F36"/>
    <w:rsid w:val="005A74B9"/>
    <w:rsid w:val="005B076B"/>
    <w:rsid w:val="005B2A9F"/>
    <w:rsid w:val="005B6C85"/>
    <w:rsid w:val="005C655F"/>
    <w:rsid w:val="005C6688"/>
    <w:rsid w:val="005D0578"/>
    <w:rsid w:val="005D1D03"/>
    <w:rsid w:val="005D2833"/>
    <w:rsid w:val="005D4A0A"/>
    <w:rsid w:val="005D7BE4"/>
    <w:rsid w:val="005E0C87"/>
    <w:rsid w:val="005F06C4"/>
    <w:rsid w:val="005F694B"/>
    <w:rsid w:val="00600235"/>
    <w:rsid w:val="0060065C"/>
    <w:rsid w:val="0060119B"/>
    <w:rsid w:val="00601BAF"/>
    <w:rsid w:val="006059FA"/>
    <w:rsid w:val="00607050"/>
    <w:rsid w:val="00610F08"/>
    <w:rsid w:val="0061367A"/>
    <w:rsid w:val="00615AE0"/>
    <w:rsid w:val="00615EC6"/>
    <w:rsid w:val="00617129"/>
    <w:rsid w:val="006207D4"/>
    <w:rsid w:val="006210BD"/>
    <w:rsid w:val="006239C5"/>
    <w:rsid w:val="006301BC"/>
    <w:rsid w:val="006371BA"/>
    <w:rsid w:val="00637CE1"/>
    <w:rsid w:val="00642CA6"/>
    <w:rsid w:val="00643E1D"/>
    <w:rsid w:val="00643F49"/>
    <w:rsid w:val="006445E1"/>
    <w:rsid w:val="006471D6"/>
    <w:rsid w:val="00650D26"/>
    <w:rsid w:val="00655275"/>
    <w:rsid w:val="00655499"/>
    <w:rsid w:val="00657E8E"/>
    <w:rsid w:val="00662866"/>
    <w:rsid w:val="00664ED8"/>
    <w:rsid w:val="006670DA"/>
    <w:rsid w:val="00672D38"/>
    <w:rsid w:val="00684EB1"/>
    <w:rsid w:val="00693AA0"/>
    <w:rsid w:val="00694FB1"/>
    <w:rsid w:val="00695BFE"/>
    <w:rsid w:val="006A2A42"/>
    <w:rsid w:val="006A726F"/>
    <w:rsid w:val="006B1E78"/>
    <w:rsid w:val="006B3E17"/>
    <w:rsid w:val="006B550F"/>
    <w:rsid w:val="006C2603"/>
    <w:rsid w:val="006C4B8F"/>
    <w:rsid w:val="006C5879"/>
    <w:rsid w:val="006C7019"/>
    <w:rsid w:val="006C769A"/>
    <w:rsid w:val="006E26BF"/>
    <w:rsid w:val="006F21DE"/>
    <w:rsid w:val="006F3E95"/>
    <w:rsid w:val="006F4F3F"/>
    <w:rsid w:val="00701527"/>
    <w:rsid w:val="00706838"/>
    <w:rsid w:val="00710542"/>
    <w:rsid w:val="00710AFE"/>
    <w:rsid w:val="00715634"/>
    <w:rsid w:val="00717BB7"/>
    <w:rsid w:val="00717D64"/>
    <w:rsid w:val="00723B91"/>
    <w:rsid w:val="0072546E"/>
    <w:rsid w:val="00727CEC"/>
    <w:rsid w:val="007317E7"/>
    <w:rsid w:val="00734F42"/>
    <w:rsid w:val="007442E1"/>
    <w:rsid w:val="00744335"/>
    <w:rsid w:val="00745453"/>
    <w:rsid w:val="007465AE"/>
    <w:rsid w:val="00752874"/>
    <w:rsid w:val="007537AC"/>
    <w:rsid w:val="00763895"/>
    <w:rsid w:val="00765F6F"/>
    <w:rsid w:val="00772329"/>
    <w:rsid w:val="00773F57"/>
    <w:rsid w:val="00775EE2"/>
    <w:rsid w:val="00782FCA"/>
    <w:rsid w:val="00787976"/>
    <w:rsid w:val="007879CB"/>
    <w:rsid w:val="00794ED5"/>
    <w:rsid w:val="00795567"/>
    <w:rsid w:val="00797725"/>
    <w:rsid w:val="007A11C6"/>
    <w:rsid w:val="007A2026"/>
    <w:rsid w:val="007A4A85"/>
    <w:rsid w:val="007A5470"/>
    <w:rsid w:val="007A77A6"/>
    <w:rsid w:val="007B09E6"/>
    <w:rsid w:val="007C311B"/>
    <w:rsid w:val="007C5827"/>
    <w:rsid w:val="007D2397"/>
    <w:rsid w:val="007D5A54"/>
    <w:rsid w:val="007E4797"/>
    <w:rsid w:val="007E5374"/>
    <w:rsid w:val="007E57C7"/>
    <w:rsid w:val="007E69B2"/>
    <w:rsid w:val="007F0A1C"/>
    <w:rsid w:val="007F0BEF"/>
    <w:rsid w:val="007F1EB8"/>
    <w:rsid w:val="007F42B2"/>
    <w:rsid w:val="00800F62"/>
    <w:rsid w:val="00805253"/>
    <w:rsid w:val="00814A98"/>
    <w:rsid w:val="00815551"/>
    <w:rsid w:val="008155E8"/>
    <w:rsid w:val="00816AC1"/>
    <w:rsid w:val="0082467B"/>
    <w:rsid w:val="008258CD"/>
    <w:rsid w:val="00825F64"/>
    <w:rsid w:val="0082660E"/>
    <w:rsid w:val="00826887"/>
    <w:rsid w:val="008277EB"/>
    <w:rsid w:val="00831CDF"/>
    <w:rsid w:val="00833DB6"/>
    <w:rsid w:val="00844DA6"/>
    <w:rsid w:val="008515ED"/>
    <w:rsid w:val="00852FEF"/>
    <w:rsid w:val="0085561B"/>
    <w:rsid w:val="008615C9"/>
    <w:rsid w:val="00866D1B"/>
    <w:rsid w:val="008759DC"/>
    <w:rsid w:val="00877B8F"/>
    <w:rsid w:val="00881823"/>
    <w:rsid w:val="00883AEC"/>
    <w:rsid w:val="00884AD2"/>
    <w:rsid w:val="00886E6F"/>
    <w:rsid w:val="00887AB1"/>
    <w:rsid w:val="0089191C"/>
    <w:rsid w:val="00896CF5"/>
    <w:rsid w:val="00896E06"/>
    <w:rsid w:val="008A1418"/>
    <w:rsid w:val="008A2E02"/>
    <w:rsid w:val="008A6049"/>
    <w:rsid w:val="008A696D"/>
    <w:rsid w:val="008A7004"/>
    <w:rsid w:val="008B3402"/>
    <w:rsid w:val="008B7988"/>
    <w:rsid w:val="008B7D65"/>
    <w:rsid w:val="008C0B11"/>
    <w:rsid w:val="008C1293"/>
    <w:rsid w:val="008C1FF9"/>
    <w:rsid w:val="008C27FF"/>
    <w:rsid w:val="008C68F0"/>
    <w:rsid w:val="008C71C2"/>
    <w:rsid w:val="008D2921"/>
    <w:rsid w:val="008D63B7"/>
    <w:rsid w:val="008E63F8"/>
    <w:rsid w:val="008F5ABD"/>
    <w:rsid w:val="008F6824"/>
    <w:rsid w:val="009009CC"/>
    <w:rsid w:val="00900CAE"/>
    <w:rsid w:val="009048D3"/>
    <w:rsid w:val="0090541B"/>
    <w:rsid w:val="009064AF"/>
    <w:rsid w:val="00913082"/>
    <w:rsid w:val="0091663B"/>
    <w:rsid w:val="00917221"/>
    <w:rsid w:val="00921474"/>
    <w:rsid w:val="00921B8D"/>
    <w:rsid w:val="00925E7C"/>
    <w:rsid w:val="00926322"/>
    <w:rsid w:val="009306AF"/>
    <w:rsid w:val="00930FE7"/>
    <w:rsid w:val="00931F2C"/>
    <w:rsid w:val="0093511B"/>
    <w:rsid w:val="009355EA"/>
    <w:rsid w:val="009408F1"/>
    <w:rsid w:val="00940FFF"/>
    <w:rsid w:val="00944E87"/>
    <w:rsid w:val="00951BE0"/>
    <w:rsid w:val="00951D58"/>
    <w:rsid w:val="009530F8"/>
    <w:rsid w:val="009620FD"/>
    <w:rsid w:val="00970D1B"/>
    <w:rsid w:val="00973B2D"/>
    <w:rsid w:val="0097608D"/>
    <w:rsid w:val="00976488"/>
    <w:rsid w:val="00982426"/>
    <w:rsid w:val="009833F4"/>
    <w:rsid w:val="00987BE9"/>
    <w:rsid w:val="00991027"/>
    <w:rsid w:val="00991907"/>
    <w:rsid w:val="00992DA7"/>
    <w:rsid w:val="009A1DEE"/>
    <w:rsid w:val="009A3C60"/>
    <w:rsid w:val="009B010A"/>
    <w:rsid w:val="009B5EED"/>
    <w:rsid w:val="009C5114"/>
    <w:rsid w:val="009D117A"/>
    <w:rsid w:val="009D18C3"/>
    <w:rsid w:val="009D4B2D"/>
    <w:rsid w:val="009E4F4D"/>
    <w:rsid w:val="009E7643"/>
    <w:rsid w:val="009F14A2"/>
    <w:rsid w:val="009F4A80"/>
    <w:rsid w:val="00A02A4C"/>
    <w:rsid w:val="00A0633E"/>
    <w:rsid w:val="00A06D74"/>
    <w:rsid w:val="00A07B90"/>
    <w:rsid w:val="00A12D00"/>
    <w:rsid w:val="00A13E94"/>
    <w:rsid w:val="00A14FE3"/>
    <w:rsid w:val="00A20BDF"/>
    <w:rsid w:val="00A21FD5"/>
    <w:rsid w:val="00A321C1"/>
    <w:rsid w:val="00A43670"/>
    <w:rsid w:val="00A51D46"/>
    <w:rsid w:val="00A52AAC"/>
    <w:rsid w:val="00A52FB4"/>
    <w:rsid w:val="00A607D1"/>
    <w:rsid w:val="00A63B83"/>
    <w:rsid w:val="00A65259"/>
    <w:rsid w:val="00A66BB4"/>
    <w:rsid w:val="00A70815"/>
    <w:rsid w:val="00A739D2"/>
    <w:rsid w:val="00A73F31"/>
    <w:rsid w:val="00A75499"/>
    <w:rsid w:val="00A76FE9"/>
    <w:rsid w:val="00A77E17"/>
    <w:rsid w:val="00A808A4"/>
    <w:rsid w:val="00A81905"/>
    <w:rsid w:val="00A83871"/>
    <w:rsid w:val="00A86D45"/>
    <w:rsid w:val="00A91D88"/>
    <w:rsid w:val="00A91ECB"/>
    <w:rsid w:val="00A92DFE"/>
    <w:rsid w:val="00A96595"/>
    <w:rsid w:val="00A9707B"/>
    <w:rsid w:val="00A97694"/>
    <w:rsid w:val="00AA4DA1"/>
    <w:rsid w:val="00AB0AC3"/>
    <w:rsid w:val="00AB4022"/>
    <w:rsid w:val="00AB7549"/>
    <w:rsid w:val="00AC50A4"/>
    <w:rsid w:val="00AC7841"/>
    <w:rsid w:val="00AD1FD2"/>
    <w:rsid w:val="00AD39A5"/>
    <w:rsid w:val="00AE0D6E"/>
    <w:rsid w:val="00AE0FB6"/>
    <w:rsid w:val="00AE3DF7"/>
    <w:rsid w:val="00B0207A"/>
    <w:rsid w:val="00B02479"/>
    <w:rsid w:val="00B038A2"/>
    <w:rsid w:val="00B04915"/>
    <w:rsid w:val="00B116C2"/>
    <w:rsid w:val="00B15E3F"/>
    <w:rsid w:val="00B270F1"/>
    <w:rsid w:val="00B27514"/>
    <w:rsid w:val="00B302F1"/>
    <w:rsid w:val="00B364BA"/>
    <w:rsid w:val="00B4034E"/>
    <w:rsid w:val="00B42311"/>
    <w:rsid w:val="00B46A87"/>
    <w:rsid w:val="00B47A55"/>
    <w:rsid w:val="00B47C9E"/>
    <w:rsid w:val="00B47D6F"/>
    <w:rsid w:val="00B55A6E"/>
    <w:rsid w:val="00B5757E"/>
    <w:rsid w:val="00B62F80"/>
    <w:rsid w:val="00B634D4"/>
    <w:rsid w:val="00B648C1"/>
    <w:rsid w:val="00B661E9"/>
    <w:rsid w:val="00B66CDE"/>
    <w:rsid w:val="00B66D01"/>
    <w:rsid w:val="00B6717D"/>
    <w:rsid w:val="00B714AA"/>
    <w:rsid w:val="00B71CF4"/>
    <w:rsid w:val="00B74111"/>
    <w:rsid w:val="00B84826"/>
    <w:rsid w:val="00B87E94"/>
    <w:rsid w:val="00B9305F"/>
    <w:rsid w:val="00B96DD5"/>
    <w:rsid w:val="00BA12BD"/>
    <w:rsid w:val="00BA215C"/>
    <w:rsid w:val="00BA3CAA"/>
    <w:rsid w:val="00BA438E"/>
    <w:rsid w:val="00BA67A8"/>
    <w:rsid w:val="00BA768F"/>
    <w:rsid w:val="00BB5DEC"/>
    <w:rsid w:val="00BB62BB"/>
    <w:rsid w:val="00BC31BA"/>
    <w:rsid w:val="00BC6882"/>
    <w:rsid w:val="00BD5BDF"/>
    <w:rsid w:val="00BD7921"/>
    <w:rsid w:val="00BF3303"/>
    <w:rsid w:val="00BF5E41"/>
    <w:rsid w:val="00BF5FDF"/>
    <w:rsid w:val="00BF66C9"/>
    <w:rsid w:val="00C01D42"/>
    <w:rsid w:val="00C05A6D"/>
    <w:rsid w:val="00C159F5"/>
    <w:rsid w:val="00C15E34"/>
    <w:rsid w:val="00C21393"/>
    <w:rsid w:val="00C5019D"/>
    <w:rsid w:val="00C55EC4"/>
    <w:rsid w:val="00C56CB5"/>
    <w:rsid w:val="00C5704C"/>
    <w:rsid w:val="00C576E7"/>
    <w:rsid w:val="00C622D2"/>
    <w:rsid w:val="00C62C57"/>
    <w:rsid w:val="00C648DC"/>
    <w:rsid w:val="00C6657C"/>
    <w:rsid w:val="00C7129B"/>
    <w:rsid w:val="00C73F25"/>
    <w:rsid w:val="00C760D1"/>
    <w:rsid w:val="00C80183"/>
    <w:rsid w:val="00C83272"/>
    <w:rsid w:val="00C8667A"/>
    <w:rsid w:val="00C868F2"/>
    <w:rsid w:val="00CA1F20"/>
    <w:rsid w:val="00CA53F8"/>
    <w:rsid w:val="00CA7A91"/>
    <w:rsid w:val="00CB5778"/>
    <w:rsid w:val="00CC2033"/>
    <w:rsid w:val="00CC5DB6"/>
    <w:rsid w:val="00CC7F60"/>
    <w:rsid w:val="00CD312D"/>
    <w:rsid w:val="00CD359B"/>
    <w:rsid w:val="00CD460D"/>
    <w:rsid w:val="00CD55D1"/>
    <w:rsid w:val="00CD6BA7"/>
    <w:rsid w:val="00CF1036"/>
    <w:rsid w:val="00CF44F1"/>
    <w:rsid w:val="00CF57E1"/>
    <w:rsid w:val="00CF5CAF"/>
    <w:rsid w:val="00CF6276"/>
    <w:rsid w:val="00D0302F"/>
    <w:rsid w:val="00D03BE0"/>
    <w:rsid w:val="00D174BC"/>
    <w:rsid w:val="00D204EA"/>
    <w:rsid w:val="00D23004"/>
    <w:rsid w:val="00D24B06"/>
    <w:rsid w:val="00D257E2"/>
    <w:rsid w:val="00D26112"/>
    <w:rsid w:val="00D31057"/>
    <w:rsid w:val="00D32893"/>
    <w:rsid w:val="00D33782"/>
    <w:rsid w:val="00D35311"/>
    <w:rsid w:val="00D369E0"/>
    <w:rsid w:val="00D435F0"/>
    <w:rsid w:val="00D447CA"/>
    <w:rsid w:val="00D45DE3"/>
    <w:rsid w:val="00D51670"/>
    <w:rsid w:val="00D52512"/>
    <w:rsid w:val="00D56905"/>
    <w:rsid w:val="00D57F0F"/>
    <w:rsid w:val="00D60512"/>
    <w:rsid w:val="00D64098"/>
    <w:rsid w:val="00D70EF0"/>
    <w:rsid w:val="00D72A52"/>
    <w:rsid w:val="00D72A86"/>
    <w:rsid w:val="00D769CE"/>
    <w:rsid w:val="00D76FD8"/>
    <w:rsid w:val="00D802DC"/>
    <w:rsid w:val="00D80CD1"/>
    <w:rsid w:val="00D83339"/>
    <w:rsid w:val="00D83444"/>
    <w:rsid w:val="00D9131E"/>
    <w:rsid w:val="00D91FFE"/>
    <w:rsid w:val="00D97822"/>
    <w:rsid w:val="00DA33D0"/>
    <w:rsid w:val="00DB2146"/>
    <w:rsid w:val="00DB356F"/>
    <w:rsid w:val="00DB497C"/>
    <w:rsid w:val="00DB5AD2"/>
    <w:rsid w:val="00DC4231"/>
    <w:rsid w:val="00DC5D31"/>
    <w:rsid w:val="00DD3271"/>
    <w:rsid w:val="00DD6874"/>
    <w:rsid w:val="00DE7B44"/>
    <w:rsid w:val="00DF5828"/>
    <w:rsid w:val="00E00EE3"/>
    <w:rsid w:val="00E0104D"/>
    <w:rsid w:val="00E04C11"/>
    <w:rsid w:val="00E10B79"/>
    <w:rsid w:val="00E21051"/>
    <w:rsid w:val="00E21C73"/>
    <w:rsid w:val="00E21DF3"/>
    <w:rsid w:val="00E23F15"/>
    <w:rsid w:val="00E31F28"/>
    <w:rsid w:val="00E336A9"/>
    <w:rsid w:val="00E33DE1"/>
    <w:rsid w:val="00E357F3"/>
    <w:rsid w:val="00E447DD"/>
    <w:rsid w:val="00E50507"/>
    <w:rsid w:val="00E5363E"/>
    <w:rsid w:val="00E60D95"/>
    <w:rsid w:val="00E659BB"/>
    <w:rsid w:val="00E67E10"/>
    <w:rsid w:val="00E72B8C"/>
    <w:rsid w:val="00E762E8"/>
    <w:rsid w:val="00E76C57"/>
    <w:rsid w:val="00E862C1"/>
    <w:rsid w:val="00EA135F"/>
    <w:rsid w:val="00EA3634"/>
    <w:rsid w:val="00EA6752"/>
    <w:rsid w:val="00EA6A39"/>
    <w:rsid w:val="00EB43D5"/>
    <w:rsid w:val="00EC0947"/>
    <w:rsid w:val="00EC23C8"/>
    <w:rsid w:val="00EC3BCA"/>
    <w:rsid w:val="00ED01D4"/>
    <w:rsid w:val="00ED1127"/>
    <w:rsid w:val="00EE14D9"/>
    <w:rsid w:val="00EE6B87"/>
    <w:rsid w:val="00EF1CE3"/>
    <w:rsid w:val="00EF2EC1"/>
    <w:rsid w:val="00EF30A8"/>
    <w:rsid w:val="00F00819"/>
    <w:rsid w:val="00F16315"/>
    <w:rsid w:val="00F224FC"/>
    <w:rsid w:val="00F267B5"/>
    <w:rsid w:val="00F30CE3"/>
    <w:rsid w:val="00F313C9"/>
    <w:rsid w:val="00F3452F"/>
    <w:rsid w:val="00F34A25"/>
    <w:rsid w:val="00F355E3"/>
    <w:rsid w:val="00F37AC0"/>
    <w:rsid w:val="00F46C41"/>
    <w:rsid w:val="00F53AA3"/>
    <w:rsid w:val="00F56D5E"/>
    <w:rsid w:val="00F632CD"/>
    <w:rsid w:val="00F66598"/>
    <w:rsid w:val="00F66DA3"/>
    <w:rsid w:val="00F66EC7"/>
    <w:rsid w:val="00F71799"/>
    <w:rsid w:val="00F71AD4"/>
    <w:rsid w:val="00F72984"/>
    <w:rsid w:val="00F76125"/>
    <w:rsid w:val="00F77199"/>
    <w:rsid w:val="00F8031D"/>
    <w:rsid w:val="00F80BC1"/>
    <w:rsid w:val="00F81CB3"/>
    <w:rsid w:val="00F82717"/>
    <w:rsid w:val="00F94FE7"/>
    <w:rsid w:val="00F95A3E"/>
    <w:rsid w:val="00F96B37"/>
    <w:rsid w:val="00F97D10"/>
    <w:rsid w:val="00FB1489"/>
    <w:rsid w:val="00FB33EE"/>
    <w:rsid w:val="00FB569A"/>
    <w:rsid w:val="00FB78AF"/>
    <w:rsid w:val="00FC0F92"/>
    <w:rsid w:val="00FC4BAB"/>
    <w:rsid w:val="00FD0DA5"/>
    <w:rsid w:val="00FD540E"/>
    <w:rsid w:val="00FE6B74"/>
    <w:rsid w:val="00FF089D"/>
    <w:rsid w:val="00FF0AAA"/>
    <w:rsid w:val="00FF0AAB"/>
    <w:rsid w:val="00FF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F2BD6"/>
  <w15:docId w15:val="{520C8F3C-5428-432A-AA43-7FECF94A7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4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7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7B56"/>
  </w:style>
  <w:style w:type="paragraph" w:styleId="a5">
    <w:name w:val="footer"/>
    <w:basedOn w:val="a"/>
    <w:link w:val="a6"/>
    <w:uiPriority w:val="99"/>
    <w:semiHidden/>
    <w:unhideWhenUsed/>
    <w:rsid w:val="00557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7B56"/>
  </w:style>
  <w:style w:type="character" w:customStyle="1" w:styleId="apple-style-span">
    <w:name w:val="apple-style-span"/>
    <w:basedOn w:val="a0"/>
    <w:rsid w:val="00CC2033"/>
  </w:style>
  <w:style w:type="paragraph" w:customStyle="1" w:styleId="ConsPlusTitle">
    <w:name w:val="ConsPlusTitle"/>
    <w:rsid w:val="0093511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6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66C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22440-7EC1-42E9-83C4-D0B91B871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63</Pages>
  <Words>16902</Words>
  <Characters>96346</Characters>
  <Application>Microsoft Office Word</Application>
  <DocSecurity>0</DocSecurity>
  <Lines>802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Голландская Алла Алексеевна</dc:creator>
  <cp:lastModifiedBy>Елетина Надежда Николаевна</cp:lastModifiedBy>
  <cp:revision>74</cp:revision>
  <cp:lastPrinted>2022-12-23T06:43:00Z</cp:lastPrinted>
  <dcterms:created xsi:type="dcterms:W3CDTF">2022-11-28T08:59:00Z</dcterms:created>
  <dcterms:modified xsi:type="dcterms:W3CDTF">2022-12-23T06:48:00Z</dcterms:modified>
</cp:coreProperties>
</file>